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7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524"/>
        <w:gridCol w:w="4455"/>
      </w:tblGrid>
      <w:tr w:rsidR="006D61E4" w:rsidRPr="002C1C48" w14:paraId="6B0C50B1" w14:textId="77777777" w:rsidTr="00ED2EEE">
        <w:tc>
          <w:tcPr>
            <w:tcW w:w="5524" w:type="dxa"/>
            <w:shd w:val="clear" w:color="auto" w:fill="auto"/>
            <w:tcMar>
              <w:bottom w:w="85" w:type="dxa"/>
            </w:tcMar>
          </w:tcPr>
          <w:p w14:paraId="312660B4" w14:textId="77777777" w:rsidR="006D61E4" w:rsidRPr="002C1C48" w:rsidRDefault="006D61E4" w:rsidP="00AD0DDD">
            <w:pPr>
              <w:pStyle w:val="Texte-Intituldeladirection"/>
              <w:framePr w:w="0" w:hRule="auto" w:wrap="auto" w:vAnchor="margin" w:hAnchor="text" w:xAlign="left" w:yAlign="inline"/>
              <w:spacing w:before="0" w:after="0"/>
              <w:jc w:val="left"/>
            </w:pPr>
            <w:r>
              <w:rPr>
                <w:rFonts w:cs="Arial"/>
              </w:rPr>
              <w:t>Service d’Etat de l’aviation civile</w:t>
            </w:r>
            <w:r w:rsidRPr="002C1C48">
              <w:rPr>
                <w:rFonts w:cs="Arial"/>
              </w:rPr>
              <w:t xml:space="preserve"> </w:t>
            </w:r>
            <w:r w:rsidRPr="002C1C48">
              <w:rPr>
                <w:rFonts w:cs="Arial"/>
              </w:rPr>
              <w:br/>
            </w:r>
            <w:r>
              <w:rPr>
                <w:rFonts w:cs="Arial"/>
              </w:rPr>
              <w:t>en Polynésie française</w:t>
            </w:r>
          </w:p>
        </w:tc>
        <w:tc>
          <w:tcPr>
            <w:tcW w:w="4455" w:type="dxa"/>
            <w:shd w:val="clear" w:color="auto" w:fill="auto"/>
            <w:tcMar>
              <w:bottom w:w="85" w:type="dxa"/>
            </w:tcMar>
          </w:tcPr>
          <w:p w14:paraId="2858A059" w14:textId="77777777" w:rsidR="006D61E4" w:rsidRPr="002C1C48" w:rsidRDefault="006D61E4" w:rsidP="00AD0DDD">
            <w:pPr>
              <w:spacing w:before="0" w:after="0"/>
              <w:jc w:val="right"/>
              <w:rPr>
                <w:rFonts w:cs="Arial"/>
              </w:rPr>
            </w:pPr>
          </w:p>
        </w:tc>
      </w:tr>
      <w:tr w:rsidR="006D61E4" w:rsidRPr="006D1097" w14:paraId="2AA2A24A" w14:textId="77777777" w:rsidTr="00ED2EEE">
        <w:tc>
          <w:tcPr>
            <w:tcW w:w="5524" w:type="dxa"/>
            <w:shd w:val="clear" w:color="auto" w:fill="auto"/>
            <w:tcMar>
              <w:bottom w:w="227" w:type="dxa"/>
            </w:tcMar>
          </w:tcPr>
          <w:p w14:paraId="476A3DC0" w14:textId="29BFB78D" w:rsidR="006D61E4" w:rsidRPr="006D1097" w:rsidRDefault="006D61E4" w:rsidP="00AD0DDD">
            <w:pPr>
              <w:pStyle w:val="Texte-Postefonction"/>
              <w:spacing w:before="0" w:after="0"/>
              <w:jc w:val="left"/>
              <w:rPr>
                <w:rFonts w:cs="Arial"/>
                <w:i/>
              </w:rPr>
            </w:pPr>
          </w:p>
        </w:tc>
        <w:tc>
          <w:tcPr>
            <w:tcW w:w="4455" w:type="dxa"/>
            <w:shd w:val="clear" w:color="auto" w:fill="auto"/>
            <w:tcMar>
              <w:bottom w:w="227" w:type="dxa"/>
            </w:tcMar>
          </w:tcPr>
          <w:p w14:paraId="51CFC418" w14:textId="4F6386F1" w:rsidR="006D61E4" w:rsidRPr="006D1097" w:rsidRDefault="006D61E4" w:rsidP="00AD0DDD">
            <w:pPr>
              <w:spacing w:before="0" w:after="0"/>
              <w:jc w:val="right"/>
            </w:pPr>
          </w:p>
        </w:tc>
      </w:tr>
    </w:tbl>
    <w:p w14:paraId="134B266E" w14:textId="77777777" w:rsidR="00593200" w:rsidRDefault="002E3EEA" w:rsidP="009E2F65">
      <w:pPr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C3C16EC" wp14:editId="5A7C083D">
                <wp:simplePos x="0" y="0"/>
                <wp:positionH relativeFrom="margin">
                  <wp:posOffset>271780</wp:posOffset>
                </wp:positionH>
                <wp:positionV relativeFrom="margin">
                  <wp:posOffset>1800860</wp:posOffset>
                </wp:positionV>
                <wp:extent cx="6040120" cy="601980"/>
                <wp:effectExtent l="0" t="0" r="17780" b="2667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120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5A25A" w14:textId="033C08F6" w:rsidR="005F0B64" w:rsidRPr="00593200" w:rsidRDefault="005F0B64" w:rsidP="00593200">
                            <w:pPr>
                              <w:pStyle w:val="Objetnote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PLAN DE PREVENTION</w:t>
                            </w:r>
                            <w:r w:rsidR="00593200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602FE6">
                              <w:rPr>
                                <w:b/>
                                <w:sz w:val="40"/>
                                <w:szCs w:val="40"/>
                              </w:rPr>
                              <w:t>du SEAC/PF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3C16E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1.4pt;margin-top:141.8pt;width:475.6pt;height:47.4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">
                <v:textbox>
                  <w:txbxContent>
                    <w:p w14:paraId="5455A25A" w14:textId="033C08F6" w:rsidR="005F0B64" w:rsidRPr="00593200" w:rsidRDefault="005F0B64" w:rsidP="00593200">
                      <w:pPr>
                        <w:pStyle w:val="Objetnote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PLAN DE PREVENTION</w:t>
                      </w:r>
                      <w:r w:rsidR="00593200">
                        <w:rPr>
                          <w:b/>
                          <w:sz w:val="40"/>
                          <w:szCs w:val="40"/>
                        </w:rPr>
                        <w:t xml:space="preserve"> </w:t>
                      </w:r>
                      <w:r w:rsidR="00602FE6">
                        <w:rPr>
                          <w:b/>
                          <w:sz w:val="40"/>
                          <w:szCs w:val="40"/>
                        </w:rPr>
                        <w:t>du SEAC/PF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680EF2F" w14:textId="1C0D0253" w:rsidR="00593200" w:rsidRPr="00593200" w:rsidRDefault="00C63911" w:rsidP="00593200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C584A2" wp14:editId="4DF32880">
                <wp:simplePos x="0" y="0"/>
                <wp:positionH relativeFrom="margin">
                  <wp:posOffset>273685</wp:posOffset>
                </wp:positionH>
                <wp:positionV relativeFrom="margin">
                  <wp:posOffset>1800860</wp:posOffset>
                </wp:positionV>
                <wp:extent cx="6040120" cy="871220"/>
                <wp:effectExtent l="0" t="0" r="17780" b="24130"/>
                <wp:wrapSquare wrapText="bothSides"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0120" cy="87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2B893" w14:textId="50A9C171" w:rsidR="00C63911" w:rsidRDefault="00C63911" w:rsidP="007B373E">
                            <w:pPr>
                              <w:pStyle w:val="Objetnote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C63911">
                              <w:rPr>
                                <w:b/>
                                <w:sz w:val="40"/>
                                <w:szCs w:val="40"/>
                              </w:rPr>
                              <w:t xml:space="preserve">Compte-rendu </w:t>
                            </w:r>
                          </w:p>
                          <w:p w14:paraId="03D0B882" w14:textId="11CE701F" w:rsidR="007B373E" w:rsidRPr="00593200" w:rsidRDefault="00C63911" w:rsidP="007B373E">
                            <w:pPr>
                              <w:pStyle w:val="Objetnote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C63911">
                              <w:rPr>
                                <w:b/>
                                <w:sz w:val="40"/>
                                <w:szCs w:val="40"/>
                              </w:rPr>
                              <w:t>d’inspection commune</w:t>
                            </w:r>
                            <w:r w:rsidR="00C05F1C">
                              <w:rPr>
                                <w:b/>
                                <w:sz w:val="40"/>
                                <w:szCs w:val="40"/>
                              </w:rPr>
                              <w:t xml:space="preserve"> prealable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584A2" id="Zone de texte 4" o:spid="_x0000_s1027" type="#_x0000_t202" style="position:absolute;left:0;text-align:left;margin-left:21.55pt;margin-top:141.8pt;width:475.6pt;height:68.6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">
                <v:textbox>
                  <w:txbxContent>
                    <w:p w14:paraId="4D62B893" w14:textId="50A9C171" w:rsidR="00C63911" w:rsidRDefault="00C63911" w:rsidP="007B373E">
                      <w:pPr>
                        <w:pStyle w:val="Objetnote"/>
                        <w:rPr>
                          <w:b/>
                          <w:sz w:val="40"/>
                          <w:szCs w:val="40"/>
                        </w:rPr>
                      </w:pPr>
                      <w:r w:rsidRPr="00C63911">
                        <w:rPr>
                          <w:b/>
                          <w:sz w:val="40"/>
                          <w:szCs w:val="40"/>
                        </w:rPr>
                        <w:t xml:space="preserve">Compte-rendu </w:t>
                      </w:r>
                    </w:p>
                    <w:p w14:paraId="03D0B882" w14:textId="11CE701F" w:rsidR="007B373E" w:rsidRPr="00593200" w:rsidRDefault="00C63911" w:rsidP="007B373E">
                      <w:pPr>
                        <w:pStyle w:val="Objetnote"/>
                        <w:rPr>
                          <w:b/>
                          <w:sz w:val="40"/>
                          <w:szCs w:val="40"/>
                        </w:rPr>
                      </w:pPr>
                      <w:r w:rsidRPr="00C63911">
                        <w:rPr>
                          <w:b/>
                          <w:sz w:val="40"/>
                          <w:szCs w:val="40"/>
                        </w:rPr>
                        <w:t>d’inspection commune</w:t>
                      </w:r>
                      <w:r w:rsidR="00C05F1C">
                        <w:rPr>
                          <w:b/>
                          <w:sz w:val="40"/>
                          <w:szCs w:val="40"/>
                        </w:rPr>
                        <w:t xml:space="preserve"> prealable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3438E6B" w14:textId="77777777" w:rsidR="00593200" w:rsidRPr="00593200" w:rsidRDefault="00593200" w:rsidP="00593200"/>
    <w:p w14:paraId="61DE9B18" w14:textId="77777777" w:rsidR="00593200" w:rsidRPr="00593200" w:rsidRDefault="00593200" w:rsidP="00593200"/>
    <w:p w14:paraId="3AD8E799" w14:textId="77777777" w:rsidR="00593200" w:rsidRPr="00593200" w:rsidRDefault="00593200" w:rsidP="00593200"/>
    <w:p w14:paraId="762E2E86" w14:textId="77777777" w:rsidR="00593200" w:rsidRPr="00593200" w:rsidRDefault="00593200" w:rsidP="00593200">
      <w:pPr>
        <w:jc w:val="center"/>
      </w:pPr>
    </w:p>
    <w:p w14:paraId="3C4C8B80" w14:textId="77777777" w:rsidR="00593200" w:rsidRPr="00593200" w:rsidRDefault="00593200" w:rsidP="00593200"/>
    <w:p w14:paraId="6D80302D" w14:textId="77777777" w:rsidR="00593200" w:rsidRDefault="00593200" w:rsidP="009E2F65">
      <w:pPr>
        <w:spacing w:after="240"/>
      </w:pPr>
    </w:p>
    <w:p w14:paraId="4A336497" w14:textId="77777777" w:rsidR="00593200" w:rsidRPr="00593200" w:rsidRDefault="00593200" w:rsidP="00593200"/>
    <w:p w14:paraId="0BAA64F3" w14:textId="77777777" w:rsidR="00593200" w:rsidRPr="00593200" w:rsidRDefault="00593200" w:rsidP="00593200"/>
    <w:p w14:paraId="2080F564" w14:textId="77777777" w:rsidR="00593200" w:rsidRDefault="00593200" w:rsidP="00593200">
      <w:pPr>
        <w:tabs>
          <w:tab w:val="left" w:pos="4320"/>
        </w:tabs>
        <w:spacing w:after="240"/>
      </w:pPr>
    </w:p>
    <w:p w14:paraId="3C38B4FE" w14:textId="3718292E" w:rsidR="00F31E95" w:rsidRPr="00110EE2" w:rsidRDefault="00AA57CF" w:rsidP="009E2F65">
      <w:pPr>
        <w:spacing w:after="240"/>
        <w:rPr>
          <w:b/>
        </w:rPr>
      </w:pPr>
      <w:r w:rsidRPr="00593200">
        <w:br w:type="page"/>
      </w:r>
      <w:r w:rsidR="00D27A10">
        <w:rPr>
          <w:b/>
        </w:rPr>
        <w:lastRenderedPageBreak/>
        <w:t>PREPARATION</w:t>
      </w:r>
      <w:r w:rsidR="00F31E95" w:rsidRPr="00110EE2">
        <w:rPr>
          <w:b/>
        </w:rPr>
        <w:t xml:space="preserve"> DU DOCUMENT</w:t>
      </w: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949"/>
        <w:gridCol w:w="2470"/>
        <w:gridCol w:w="3945"/>
        <w:gridCol w:w="1417"/>
      </w:tblGrid>
      <w:tr w:rsidR="00F31E95" w:rsidRPr="00110EE2" w14:paraId="11BB7327" w14:textId="77777777" w:rsidTr="00C63911">
        <w:tc>
          <w:tcPr>
            <w:tcW w:w="194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9D9D9"/>
            <w:vAlign w:val="center"/>
          </w:tcPr>
          <w:p w14:paraId="66845262" w14:textId="77777777" w:rsidR="00F31E95" w:rsidRPr="00110EE2" w:rsidRDefault="00F31E95" w:rsidP="005F0B64">
            <w:pPr>
              <w:jc w:val="center"/>
              <w:rPr>
                <w:b/>
              </w:rPr>
            </w:pPr>
          </w:p>
        </w:tc>
        <w:tc>
          <w:tcPr>
            <w:tcW w:w="247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7D5958D5" w14:textId="77777777" w:rsidR="00F31E95" w:rsidRPr="00110EE2" w:rsidRDefault="00F31E95" w:rsidP="005F0B64">
            <w:pPr>
              <w:jc w:val="center"/>
              <w:rPr>
                <w:b/>
              </w:rPr>
            </w:pPr>
            <w:r w:rsidRPr="00110EE2">
              <w:rPr>
                <w:b/>
              </w:rPr>
              <w:t>Titre</w:t>
            </w:r>
          </w:p>
        </w:tc>
        <w:tc>
          <w:tcPr>
            <w:tcW w:w="3945" w:type="dxa"/>
            <w:tcBorders>
              <w:top w:val="single" w:sz="8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67B1DE69" w14:textId="77777777" w:rsidR="00F31E95" w:rsidRPr="00110EE2" w:rsidRDefault="00F31E95" w:rsidP="005F0B64">
            <w:pPr>
              <w:jc w:val="center"/>
              <w:rPr>
                <w:b/>
              </w:rPr>
            </w:pPr>
            <w:r w:rsidRPr="00110EE2">
              <w:rPr>
                <w:b/>
              </w:rPr>
              <w:t>Nom et signature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DAE45E0" w14:textId="77777777" w:rsidR="00F31E95" w:rsidRPr="00110EE2" w:rsidRDefault="00F31E95" w:rsidP="005F0B64">
            <w:pPr>
              <w:jc w:val="center"/>
              <w:rPr>
                <w:b/>
              </w:rPr>
            </w:pPr>
            <w:r w:rsidRPr="00110EE2">
              <w:rPr>
                <w:b/>
              </w:rPr>
              <w:t>Date</w:t>
            </w:r>
          </w:p>
        </w:tc>
      </w:tr>
      <w:tr w:rsidR="00370955" w:rsidRPr="00EF6FAB" w14:paraId="2332B83F" w14:textId="77777777" w:rsidTr="00C63911">
        <w:trPr>
          <w:trHeight w:val="840"/>
        </w:trPr>
        <w:tc>
          <w:tcPr>
            <w:tcW w:w="1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D4B4D" w14:textId="77777777" w:rsidR="00370955" w:rsidRPr="00110EE2" w:rsidRDefault="00370955" w:rsidP="00370955">
            <w:pPr>
              <w:rPr>
                <w:b/>
              </w:rPr>
            </w:pPr>
            <w:r w:rsidRPr="00110EE2">
              <w:rPr>
                <w:b/>
              </w:rPr>
              <w:t>REDACTION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EA249" w14:textId="21A148B4" w:rsidR="00370955" w:rsidRPr="00EF6FAB" w:rsidRDefault="00370955" w:rsidP="00370955">
            <w:r w:rsidRPr="00C63911">
              <w:t>Conseillère de prévention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4B825" w14:textId="436EE20E" w:rsidR="00370955" w:rsidRPr="00EF6FAB" w:rsidRDefault="00370955" w:rsidP="00370955">
            <w:r w:rsidRPr="00C63911">
              <w:t>Karine SIMON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90CF4" w14:textId="5AAE6F48" w:rsidR="00370955" w:rsidRPr="00EF6FAB" w:rsidRDefault="00370955" w:rsidP="00370955"/>
        </w:tc>
      </w:tr>
      <w:tr w:rsidR="00370955" w:rsidRPr="00EF6FAB" w14:paraId="46FC86C2" w14:textId="77777777" w:rsidTr="00C63911">
        <w:trPr>
          <w:trHeight w:val="840"/>
        </w:trPr>
        <w:tc>
          <w:tcPr>
            <w:tcW w:w="1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32D00" w14:textId="14DF781B" w:rsidR="00370955" w:rsidRPr="00110EE2" w:rsidRDefault="00370955" w:rsidP="00370955">
            <w:pPr>
              <w:rPr>
                <w:b/>
              </w:rPr>
            </w:pPr>
            <w:r>
              <w:rPr>
                <w:b/>
              </w:rPr>
              <w:t>RELECTURE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21133" w14:textId="1BF71F70" w:rsidR="00370955" w:rsidRPr="00EF6FAB" w:rsidRDefault="00EE20DF" w:rsidP="00370955">
            <w:r>
              <w:t>Chef de la subdivision IE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A8DD8" w14:textId="612BAC28" w:rsidR="00370955" w:rsidRDefault="00EE20DF" w:rsidP="00370955">
            <w:r>
              <w:t xml:space="preserve">Mogan LE GAC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079C7" w14:textId="70EFFC16" w:rsidR="00370955" w:rsidRDefault="00370955" w:rsidP="00370955"/>
        </w:tc>
      </w:tr>
      <w:tr w:rsidR="00370955" w:rsidRPr="00EF6FAB" w14:paraId="4B32E1D2" w14:textId="77777777" w:rsidTr="00C63911">
        <w:trPr>
          <w:trHeight w:val="840"/>
        </w:trPr>
        <w:tc>
          <w:tcPr>
            <w:tcW w:w="194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FE49D" w14:textId="2E59BF1C" w:rsidR="00370955" w:rsidRDefault="00370955" w:rsidP="00370955">
            <w:pPr>
              <w:rPr>
                <w:b/>
              </w:rPr>
            </w:pPr>
            <w:r>
              <w:rPr>
                <w:b/>
              </w:rPr>
              <w:t>VERIFICATION</w:t>
            </w:r>
          </w:p>
        </w:tc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20AB1" w14:textId="27D93F42" w:rsidR="00370955" w:rsidRPr="00EF6FAB" w:rsidRDefault="00370955" w:rsidP="00370955">
            <w:r>
              <w:t>Chef de la division DPLI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0EFDD" w14:textId="2661C8DF" w:rsidR="00370955" w:rsidRDefault="00092050" w:rsidP="00370955">
            <w:r>
              <w:t>Pierre REYNAUD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3E904F" w14:textId="77777777" w:rsidR="00370955" w:rsidRDefault="00370955" w:rsidP="00370955"/>
        </w:tc>
      </w:tr>
    </w:tbl>
    <w:p w14:paraId="1C34499C" w14:textId="77777777" w:rsidR="00593200" w:rsidRDefault="00593200" w:rsidP="009816B7">
      <w:pPr>
        <w:rPr>
          <w:rStyle w:val="Accentuation"/>
        </w:rPr>
      </w:pPr>
    </w:p>
    <w:p w14:paraId="6A3B34E6" w14:textId="21B383E8" w:rsidR="009816B7" w:rsidRDefault="009816B7" w:rsidP="009816B7">
      <w:r w:rsidRPr="00946275">
        <w:rPr>
          <w:rStyle w:val="Accentuation"/>
        </w:rPr>
        <w:t>DATE D’APPLICABILITE DU DOCUMENT :</w:t>
      </w:r>
      <w:r w:rsidRPr="00A57CB0">
        <w:t xml:space="preserve"> </w:t>
      </w:r>
      <w:proofErr w:type="spellStart"/>
      <w:r w:rsidR="00D27A10">
        <w:t>cf</w:t>
      </w:r>
      <w:proofErr w:type="spellEnd"/>
      <w:r w:rsidR="00D27A10">
        <w:t xml:space="preserve"> date de signature</w:t>
      </w:r>
    </w:p>
    <w:p w14:paraId="0A513EE0" w14:textId="77777777" w:rsidR="00593200" w:rsidRDefault="00593200" w:rsidP="009816B7"/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9816B7" w:rsidRPr="00333E57" w14:paraId="238A195D" w14:textId="77777777" w:rsidTr="005F0B64">
        <w:trPr>
          <w:trHeight w:val="567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9D9D9"/>
            <w:vAlign w:val="center"/>
          </w:tcPr>
          <w:p w14:paraId="7C693A1C" w14:textId="77777777" w:rsidR="009816B7" w:rsidRPr="00333E57" w:rsidRDefault="009816B7" w:rsidP="005F0B64">
            <w:pPr>
              <w:rPr>
                <w:b/>
                <w:bCs/>
              </w:rPr>
            </w:pPr>
            <w:r w:rsidRPr="00333E57">
              <w:rPr>
                <w:b/>
                <w:bCs/>
              </w:rPr>
              <w:t>Mode de diffusion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BE74D37" w14:textId="77777777" w:rsidR="009816B7" w:rsidRPr="00333E57" w:rsidRDefault="009816B7" w:rsidP="005F0B64">
            <w:pPr>
              <w:rPr>
                <w:b/>
                <w:bCs/>
              </w:rPr>
            </w:pPr>
            <w:r w:rsidRPr="00333E57">
              <w:rPr>
                <w:b/>
                <w:bCs/>
              </w:rPr>
              <w:t>Destinataires</w:t>
            </w:r>
          </w:p>
        </w:tc>
      </w:tr>
      <w:tr w:rsidR="009816B7" w:rsidRPr="00A57CB0" w14:paraId="005BC0B6" w14:textId="77777777" w:rsidTr="005F0B64">
        <w:trPr>
          <w:trHeight w:val="864"/>
        </w:trPr>
        <w:tc>
          <w:tcPr>
            <w:tcW w:w="425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FBCB4C" w14:textId="77777777" w:rsidR="009816B7" w:rsidRDefault="009816B7" w:rsidP="005F0B64">
            <w:pPr>
              <w:jc w:val="left"/>
            </w:pPr>
            <w:r>
              <w:t>Diffusion simple/document électronique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B2D329" w14:textId="05FB2E17" w:rsidR="009816B7" w:rsidRDefault="00352E07" w:rsidP="005F0B64">
            <w:pPr>
              <w:jc w:val="left"/>
            </w:pPr>
            <w:r>
              <w:t xml:space="preserve">Les </w:t>
            </w:r>
            <w:r w:rsidR="00D27A10">
              <w:t>signataires</w:t>
            </w:r>
          </w:p>
        </w:tc>
      </w:tr>
    </w:tbl>
    <w:p w14:paraId="5AFCC07C" w14:textId="77777777" w:rsidR="009816B7" w:rsidRPr="0075377A" w:rsidRDefault="009816B7" w:rsidP="009816B7">
      <w:pPr>
        <w:pStyle w:val="Pieddepage"/>
        <w:rPr>
          <w:rFonts w:ascii="Arial" w:hAnsi="Arial" w:cs="Arial"/>
          <w:sz w:val="22"/>
          <w:szCs w:val="22"/>
        </w:rPr>
      </w:pPr>
    </w:p>
    <w:p w14:paraId="6CFD998B" w14:textId="13CB2F3B" w:rsidR="00575166" w:rsidRPr="00A87C0C" w:rsidRDefault="00575166" w:rsidP="00575166">
      <w:pPr>
        <w:rPr>
          <w:rStyle w:val="Accentuation"/>
        </w:rPr>
      </w:pPr>
      <w:r>
        <w:rPr>
          <w:rStyle w:val="Accentuation"/>
        </w:rPr>
        <w:t>RESPONSABLE DU DOCUMENT</w:t>
      </w:r>
      <w:r w:rsidRPr="00A87C0C">
        <w:rPr>
          <w:rStyle w:val="Accentuation"/>
        </w:rPr>
        <w:t xml:space="preserve"> : </w:t>
      </w:r>
      <w:r w:rsidR="004A3FA4" w:rsidRPr="002D075F">
        <w:rPr>
          <w:rStyle w:val="Accentuation"/>
          <w:b w:val="0"/>
          <w:bCs w:val="0"/>
        </w:rPr>
        <w:t>Conseill</w:t>
      </w:r>
      <w:r w:rsidR="002E3EEA">
        <w:rPr>
          <w:rStyle w:val="Accentuation"/>
          <w:b w:val="0"/>
          <w:bCs w:val="0"/>
        </w:rPr>
        <w:t>ère</w:t>
      </w:r>
      <w:r w:rsidR="004A3FA4" w:rsidRPr="002D075F">
        <w:rPr>
          <w:rStyle w:val="Accentuation"/>
          <w:b w:val="0"/>
          <w:bCs w:val="0"/>
        </w:rPr>
        <w:t xml:space="preserve"> de prévention du SEAC/PF</w:t>
      </w:r>
    </w:p>
    <w:p w14:paraId="57F85564" w14:textId="77777777" w:rsidR="009816B7" w:rsidRDefault="009816B7" w:rsidP="009816B7"/>
    <w:p w14:paraId="6CF0CCBE" w14:textId="77777777" w:rsidR="009816B7" w:rsidRPr="00A87C0C" w:rsidRDefault="009816B7" w:rsidP="009816B7">
      <w:pPr>
        <w:rPr>
          <w:rStyle w:val="Accentuation"/>
        </w:rPr>
      </w:pPr>
      <w:r w:rsidRPr="00A87C0C">
        <w:rPr>
          <w:rStyle w:val="Accentuation"/>
        </w:rPr>
        <w:t xml:space="preserve">SAUVEGARDE ELECTRONIQUE : </w:t>
      </w:r>
    </w:p>
    <w:p w14:paraId="6CEB990B" w14:textId="482F229D" w:rsidR="009816B7" w:rsidRPr="0075377A" w:rsidRDefault="004A3FA4" w:rsidP="00D926D5">
      <w:pPr>
        <w:pStyle w:val="Puce1"/>
        <w:jc w:val="left"/>
        <w:rPr>
          <w:rFonts w:cs="Arial"/>
        </w:rPr>
      </w:pPr>
      <w:r>
        <w:rPr>
          <w:rFonts w:cs="Arial"/>
        </w:rPr>
        <w:t xml:space="preserve">Serveur gestion documentaire : </w:t>
      </w:r>
      <w:r w:rsidR="002E3EEA" w:rsidRPr="002E3EEA">
        <w:rPr>
          <w:rFonts w:cs="Arial"/>
        </w:rPr>
        <w:t>S:\GT20_SST\00_partage\30_acteurs_SST\</w:t>
      </w:r>
      <w:r w:rsidR="00D926D5">
        <w:rPr>
          <w:rFonts w:cs="Arial"/>
        </w:rPr>
        <w:t xml:space="preserve">Travaux </w:t>
      </w:r>
      <w:r w:rsidR="002E3EEA" w:rsidRPr="002E3EEA">
        <w:rPr>
          <w:rFonts w:cs="Arial"/>
        </w:rPr>
        <w:t>Entreprises extérieures</w:t>
      </w:r>
    </w:p>
    <w:p w14:paraId="255B3D4C" w14:textId="77777777" w:rsidR="007C37B3" w:rsidRDefault="007C37B3" w:rsidP="009E2F65">
      <w:pPr>
        <w:spacing w:after="240"/>
        <w:rPr>
          <w:b/>
        </w:rPr>
      </w:pPr>
    </w:p>
    <w:p w14:paraId="384B61A7" w14:textId="77777777" w:rsidR="00F31E95" w:rsidRPr="00110EE2" w:rsidRDefault="00F31E95" w:rsidP="009E2F65">
      <w:pPr>
        <w:spacing w:after="240"/>
        <w:rPr>
          <w:b/>
        </w:rPr>
      </w:pPr>
      <w:r w:rsidRPr="00110EE2">
        <w:rPr>
          <w:b/>
        </w:rPr>
        <w:t>RELEVE DES MODIFICATIONS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5670"/>
        <w:gridCol w:w="1843"/>
      </w:tblGrid>
      <w:tr w:rsidR="00F31E95" w:rsidRPr="009816B7" w14:paraId="15FF8776" w14:textId="77777777" w:rsidTr="00ED19EF">
        <w:trPr>
          <w:trHeight w:val="3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EEE23BA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Version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DD6B2A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Date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6506DE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Motifs des changements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C55FF9" w14:textId="77777777" w:rsidR="00F31E95" w:rsidRPr="00AA0444" w:rsidRDefault="00F31E95" w:rsidP="00AA0444">
            <w:pPr>
              <w:jc w:val="center"/>
              <w:rPr>
                <w:b/>
              </w:rPr>
            </w:pPr>
            <w:r w:rsidRPr="00AA0444">
              <w:rPr>
                <w:b/>
              </w:rPr>
              <w:t>Sections / Pages modifiées</w:t>
            </w:r>
          </w:p>
        </w:tc>
      </w:tr>
      <w:tr w:rsidR="00F31E95" w:rsidRPr="00AA2CBF" w14:paraId="4241389D" w14:textId="77777777" w:rsidTr="00ED19EF">
        <w:trPr>
          <w:trHeight w:val="454"/>
        </w:trPr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FC6F98" w14:textId="3F8BAF3E" w:rsidR="00F31E95" w:rsidRPr="00AA2CBF" w:rsidRDefault="00F31E95" w:rsidP="005F0B64">
            <w:r w:rsidRPr="00AA2CBF">
              <w:t>V0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51D6C3" w14:textId="5D48F6EA" w:rsidR="00F31E95" w:rsidRPr="00AA2CBF" w:rsidRDefault="00D27A10" w:rsidP="005F0B64">
            <w:r>
              <w:t>07/08/2023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8C7AF" w14:textId="77777777" w:rsidR="00F31E95" w:rsidRPr="004C7CE4" w:rsidRDefault="00F31E95" w:rsidP="005F0B64">
            <w:r w:rsidRPr="004C7CE4">
              <w:t>Création du document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18467" w14:textId="77777777" w:rsidR="00F31E95" w:rsidRPr="00AA2CBF" w:rsidRDefault="009816B7" w:rsidP="005F0B64">
            <w:r w:rsidRPr="00AA2CBF">
              <w:t>Toutes</w:t>
            </w:r>
          </w:p>
        </w:tc>
      </w:tr>
    </w:tbl>
    <w:p w14:paraId="423B1A1D" w14:textId="77777777" w:rsidR="00FF1B52" w:rsidRDefault="00B53AF4" w:rsidP="00DA1FA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065B0A9" w14:textId="6D5E398C" w:rsidR="009740EA" w:rsidRPr="002A08C7" w:rsidRDefault="00C05F1C" w:rsidP="009740EA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0" w:color="auto"/>
        </w:pBdr>
        <w:shd w:val="pct20" w:color="auto" w:fill="auto"/>
        <w:jc w:val="center"/>
        <w:rPr>
          <w:rFonts w:ascii="Liberation Serif" w:hAnsi="Liberation Serif" w:cs="Arial"/>
          <w:sz w:val="48"/>
        </w:rPr>
      </w:pPr>
      <w:r>
        <w:rPr>
          <w:rFonts w:ascii="Liberation Serif" w:hAnsi="Liberation Serif" w:cs="Arial"/>
          <w:sz w:val="48"/>
        </w:rPr>
        <w:lastRenderedPageBreak/>
        <w:t>Compte rendu d’i</w:t>
      </w:r>
      <w:r w:rsidR="00C63911">
        <w:rPr>
          <w:rFonts w:ascii="Liberation Serif" w:hAnsi="Liberation Serif" w:cs="Arial"/>
          <w:sz w:val="48"/>
        </w:rPr>
        <w:t>nspection commune</w:t>
      </w:r>
      <w:r w:rsidR="00370955">
        <w:rPr>
          <w:rFonts w:ascii="Liberation Serif" w:hAnsi="Liberation Serif" w:cs="Arial"/>
          <w:sz w:val="48"/>
        </w:rPr>
        <w:t xml:space="preserve"> préalable</w:t>
      </w:r>
    </w:p>
    <w:p w14:paraId="24DC0AF7" w14:textId="37B7E7B0" w:rsidR="00367CC0" w:rsidRDefault="009740EA" w:rsidP="00367CC0">
      <w:pPr>
        <w:spacing w:before="240"/>
        <w:jc w:val="center"/>
      </w:pPr>
      <w:r w:rsidRPr="00692CAE">
        <w:tab/>
        <w:t>N°…………………………</w:t>
      </w:r>
    </w:p>
    <w:p w14:paraId="39EC7B7A" w14:textId="77777777" w:rsidR="00367CC0" w:rsidRPr="00692CAE" w:rsidRDefault="00367CC0" w:rsidP="009740EA">
      <w:pPr>
        <w:spacing w:before="240"/>
        <w:jc w:val="center"/>
      </w:pPr>
    </w:p>
    <w:p w14:paraId="03078B27" w14:textId="24CAF885" w:rsidR="00367CC0" w:rsidRPr="00692CAE" w:rsidRDefault="009740EA" w:rsidP="009740EA">
      <w:pPr>
        <w:spacing w:before="240" w:after="240"/>
      </w:pPr>
      <w:r w:rsidRPr="00602FE6">
        <w:rPr>
          <w:b/>
          <w:bCs/>
          <w:u w:val="single"/>
        </w:rPr>
        <w:t>Entreprise utilisatrice</w:t>
      </w:r>
      <w:r w:rsidRPr="00692CAE">
        <w:t xml:space="preserve"> : </w:t>
      </w:r>
      <w:r>
        <w:t>Service d’Etat</w:t>
      </w:r>
      <w:r w:rsidRPr="00692CAE">
        <w:t xml:space="preserve"> de l’Aviation civile</w:t>
      </w:r>
      <w:r w:rsidR="002E3EEA">
        <w:t xml:space="preserve"> en Polynésie française</w:t>
      </w:r>
      <w:r w:rsidR="00D27A10">
        <w:t xml:space="preserve"> (SEACPF/DRI/DPLI)</w:t>
      </w:r>
    </w:p>
    <w:p w14:paraId="216414F9" w14:textId="2A6DA558" w:rsidR="00602FE6" w:rsidRDefault="009740EA" w:rsidP="009740EA">
      <w:pPr>
        <w:widowControl w:val="0"/>
        <w:tabs>
          <w:tab w:val="left" w:pos="5814"/>
        </w:tabs>
        <w:spacing w:before="0"/>
        <w:rPr>
          <w:b/>
          <w:bCs/>
        </w:rPr>
      </w:pPr>
      <w:r w:rsidRPr="00602FE6">
        <w:rPr>
          <w:b/>
          <w:bCs/>
          <w:u w:val="single"/>
        </w:rPr>
        <w:t>Site</w:t>
      </w:r>
      <w:r w:rsidR="004A3FA4" w:rsidRPr="00602FE6">
        <w:rPr>
          <w:b/>
          <w:bCs/>
          <w:u w:val="single"/>
        </w:rPr>
        <w:t xml:space="preserve"> d’intervention</w:t>
      </w:r>
      <w:r w:rsidR="004A3FA4" w:rsidRPr="00602FE6">
        <w:rPr>
          <w:b/>
          <w:bCs/>
        </w:rPr>
        <w:t> :</w:t>
      </w:r>
    </w:p>
    <w:p w14:paraId="6DC2E04E" w14:textId="2226ABAF" w:rsidR="009740EA" w:rsidRPr="00C63911" w:rsidRDefault="00C63911" w:rsidP="00C63911">
      <w:pPr>
        <w:widowControl w:val="0"/>
        <w:tabs>
          <w:tab w:val="left" w:pos="5814"/>
        </w:tabs>
        <w:rPr>
          <w:rFonts w:cs="Arial"/>
          <w:b/>
          <w:bCs/>
        </w:rPr>
      </w:pPr>
      <w:r>
        <w:rPr>
          <w:rFonts w:cs="Arial"/>
          <w:b/>
          <w:bCs/>
          <w:u w:val="single"/>
        </w:rPr>
        <w:t xml:space="preserve">Nature </w:t>
      </w:r>
      <w:r w:rsidR="00367CC0" w:rsidRPr="00602FE6">
        <w:rPr>
          <w:rFonts w:cs="Arial"/>
          <w:b/>
          <w:bCs/>
          <w:u w:val="single"/>
        </w:rPr>
        <w:t>de l’o</w:t>
      </w:r>
      <w:r w:rsidR="002E3EEA" w:rsidRPr="00602FE6">
        <w:rPr>
          <w:rFonts w:cs="Arial"/>
          <w:b/>
          <w:bCs/>
          <w:u w:val="single"/>
        </w:rPr>
        <w:t>pération</w:t>
      </w:r>
      <w:r w:rsidR="002E3EEA" w:rsidRPr="00602FE6">
        <w:rPr>
          <w:rFonts w:cs="Arial"/>
          <w:b/>
          <w:bCs/>
        </w:rPr>
        <w:t xml:space="preserve"> : </w:t>
      </w:r>
    </w:p>
    <w:p w14:paraId="4E49D811" w14:textId="197B7BDA" w:rsidR="009740EA" w:rsidRPr="00602FE6" w:rsidRDefault="009740EA" w:rsidP="002D075F">
      <w:pPr>
        <w:spacing w:before="240"/>
        <w:jc w:val="left"/>
        <w:rPr>
          <w:rFonts w:cs="Arial"/>
          <w:b/>
          <w:bCs/>
        </w:rPr>
      </w:pPr>
      <w:r w:rsidRPr="00602FE6">
        <w:rPr>
          <w:rFonts w:cs="Arial"/>
          <w:b/>
          <w:bCs/>
          <w:u w:val="single"/>
        </w:rPr>
        <w:t>Chargé d’opération de l’entreprise utilisatrice </w:t>
      </w:r>
      <w:r w:rsidRPr="00602FE6">
        <w:rPr>
          <w:rFonts w:cs="Arial"/>
          <w:b/>
          <w:bCs/>
        </w:rPr>
        <w:t xml:space="preserve">: </w:t>
      </w:r>
    </w:p>
    <w:p w14:paraId="01F2E417" w14:textId="77777777" w:rsidR="009740EA" w:rsidRPr="00854038" w:rsidRDefault="009740EA" w:rsidP="009740EA">
      <w:pPr>
        <w:widowControl w:val="0"/>
        <w:tabs>
          <w:tab w:val="left" w:pos="5814"/>
        </w:tabs>
        <w:rPr>
          <w:rFonts w:cs="Arial"/>
        </w:rPr>
      </w:pPr>
    </w:p>
    <w:p w14:paraId="20D06B50" w14:textId="08D06C45" w:rsidR="004A3FA4" w:rsidRDefault="004A3FA4" w:rsidP="001A7036">
      <w:pPr>
        <w:spacing w:before="240" w:after="240"/>
        <w:jc w:val="left"/>
        <w:rPr>
          <w:rFonts w:cs="Arial"/>
        </w:rPr>
      </w:pPr>
    </w:p>
    <w:p w14:paraId="3ED645DE" w14:textId="3F3EA775" w:rsidR="00367CC0" w:rsidRDefault="00367CC0" w:rsidP="001A7036">
      <w:pPr>
        <w:spacing w:before="240" w:after="240"/>
        <w:jc w:val="left"/>
        <w:rPr>
          <w:rFonts w:cs="Arial"/>
        </w:rPr>
      </w:pPr>
    </w:p>
    <w:p w14:paraId="61AAFD02" w14:textId="77B916D5" w:rsidR="00602FE6" w:rsidRDefault="00602FE6" w:rsidP="001A7036">
      <w:pPr>
        <w:spacing w:before="240" w:after="240"/>
        <w:jc w:val="left"/>
        <w:rPr>
          <w:rFonts w:cs="Arial"/>
        </w:rPr>
      </w:pPr>
    </w:p>
    <w:p w14:paraId="12ADD2CE" w14:textId="77777777" w:rsidR="00602FE6" w:rsidRDefault="00602FE6" w:rsidP="001A7036">
      <w:pPr>
        <w:spacing w:before="240" w:after="240"/>
        <w:jc w:val="left"/>
        <w:rPr>
          <w:rFonts w:cs="Arial"/>
        </w:rPr>
      </w:pPr>
    </w:p>
    <w:p w14:paraId="5661D5FE" w14:textId="77777777" w:rsidR="00367CC0" w:rsidRPr="00854038" w:rsidRDefault="00367CC0" w:rsidP="001A7036">
      <w:pPr>
        <w:spacing w:before="240" w:after="240"/>
        <w:jc w:val="left"/>
        <w:rPr>
          <w:rFonts w:cs="Arial"/>
        </w:rPr>
      </w:pPr>
    </w:p>
    <w:p w14:paraId="55D0291B" w14:textId="7803A786" w:rsidR="009740EA" w:rsidRPr="00854038" w:rsidRDefault="00602FE6" w:rsidP="009740EA">
      <w:pPr>
        <w:rPr>
          <w:rFonts w:cs="Arial"/>
        </w:rPr>
      </w:pPr>
      <w:r>
        <w:rPr>
          <w:rFonts w:ascii="Liberation Serif" w:hAnsi="Liberation Serif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</w:rPr>
        <w:instrText xml:space="preserve"> FORMCHECKBOX </w:instrText>
      </w:r>
      <w:r w:rsidR="00092050">
        <w:rPr>
          <w:rFonts w:ascii="Liberation Serif" w:hAnsi="Liberation Serif"/>
        </w:rPr>
      </w:r>
      <w:r w:rsidR="00092050">
        <w:rPr>
          <w:rFonts w:ascii="Liberation Serif" w:hAnsi="Liberation Serif"/>
        </w:rPr>
        <w:fldChar w:fldCharType="separate"/>
      </w:r>
      <w:r>
        <w:rPr>
          <w:rFonts w:ascii="Liberation Serif" w:hAnsi="Liberation Serif"/>
        </w:rPr>
        <w:fldChar w:fldCharType="end"/>
      </w:r>
      <w:r>
        <w:rPr>
          <w:rFonts w:ascii="Liberation Serif" w:hAnsi="Liberation Serif"/>
        </w:rPr>
        <w:t xml:space="preserve"> </w:t>
      </w:r>
      <w:r w:rsidR="009740EA" w:rsidRPr="00854038">
        <w:rPr>
          <w:rFonts w:cs="Arial"/>
        </w:rPr>
        <w:t xml:space="preserve">Document(s) annexé(s) : </w:t>
      </w:r>
    </w:p>
    <w:p w14:paraId="1F16F166" w14:textId="26C258AB" w:rsidR="009740EA" w:rsidRPr="00854038" w:rsidRDefault="009740EA" w:rsidP="00367CC0">
      <w:pPr>
        <w:tabs>
          <w:tab w:val="left" w:pos="567"/>
        </w:tabs>
        <w:rPr>
          <w:rFonts w:cs="Arial"/>
        </w:rPr>
      </w:pPr>
      <w:r w:rsidRPr="00854038">
        <w:rPr>
          <w:rFonts w:cs="Arial"/>
        </w:rPr>
        <w:tab/>
      </w:r>
    </w:p>
    <w:p w14:paraId="2B506E2C" w14:textId="77777777" w:rsidR="004A3FA4" w:rsidRDefault="004A3FA4">
      <w:pPr>
        <w:spacing w:before="0" w:after="0" w:line="240" w:lineRule="auto"/>
        <w:jc w:val="left"/>
        <w:rPr>
          <w:rFonts w:ascii="Liberation Serif" w:eastAsia="Times New Roman" w:hAnsi="Liberation Serif"/>
          <w:b/>
          <w:szCs w:val="24"/>
          <w:lang w:eastAsia="ar-SA"/>
        </w:rPr>
      </w:pPr>
      <w:r>
        <w:rPr>
          <w:rFonts w:ascii="Liberation Serif" w:hAnsi="Liberation Serif"/>
          <w:b/>
        </w:rPr>
        <w:br w:type="page"/>
      </w:r>
    </w:p>
    <w:p w14:paraId="4E379CC9" w14:textId="13A13A90" w:rsidR="004A0662" w:rsidRPr="00EA6DA3" w:rsidRDefault="004A0662" w:rsidP="004A0662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  <w:r w:rsidRPr="00EA6DA3">
        <w:rPr>
          <w:rFonts w:ascii="Liberation Serif" w:hAnsi="Liberation Serif"/>
          <w:b/>
          <w:i/>
          <w:iCs/>
          <w:sz w:val="24"/>
        </w:rPr>
        <w:lastRenderedPageBreak/>
        <w:t>INFORMATIONS GÉNÉRALES RELATIVES AUX TRAVAUX</w:t>
      </w:r>
    </w:p>
    <w:p w14:paraId="4686B6D7" w14:textId="77777777" w:rsidR="004A0662" w:rsidRPr="002E05F3" w:rsidRDefault="004A0662" w:rsidP="004A0662">
      <w:pPr>
        <w:pStyle w:val="m-CopieA2"/>
        <w:rPr>
          <w:rFonts w:ascii="Liberation Serif" w:hAnsi="Liberation Serif"/>
          <w:b/>
          <w:i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3"/>
        <w:gridCol w:w="6121"/>
      </w:tblGrid>
      <w:tr w:rsidR="004A0662" w:rsidRPr="002E05F3" w14:paraId="4B69AF5E" w14:textId="77777777" w:rsidTr="007E50B6">
        <w:trPr>
          <w:trHeight w:val="330"/>
        </w:trPr>
        <w:tc>
          <w:tcPr>
            <w:tcW w:w="9515" w:type="dxa"/>
            <w:gridSpan w:val="2"/>
            <w:shd w:val="clear" w:color="auto" w:fill="CCCCCC"/>
            <w:vAlign w:val="center"/>
          </w:tcPr>
          <w:p w14:paraId="39213E8E" w14:textId="77777777" w:rsidR="004A0662" w:rsidRPr="001C1E96" w:rsidRDefault="004A0662" w:rsidP="005F0B64">
            <w:pPr>
              <w:pStyle w:val="m-CopieA2"/>
              <w:ind w:left="0"/>
              <w:rPr>
                <w:rFonts w:ascii="Liberation Serif" w:hAnsi="Liberation Serif"/>
                <w:b/>
                <w:bCs/>
              </w:rPr>
            </w:pPr>
            <w:r w:rsidRPr="002E05F3">
              <w:rPr>
                <w:rFonts w:ascii="Liberation Serif" w:hAnsi="Liberation Serif"/>
                <w:b/>
                <w:lang w:val="x-none"/>
              </w:rPr>
              <w:t>ENTREPRISE EXTERIEURE CHARG</w:t>
            </w:r>
            <w:r w:rsidRPr="002E05F3">
              <w:rPr>
                <w:rFonts w:ascii="Liberation Serif" w:hAnsi="Liberation Serif"/>
                <w:b/>
              </w:rPr>
              <w:t>É</w:t>
            </w:r>
            <w:r w:rsidRPr="002E05F3">
              <w:rPr>
                <w:rFonts w:ascii="Liberation Serif" w:hAnsi="Liberation Serif"/>
                <w:b/>
                <w:lang w:val="x-none"/>
              </w:rPr>
              <w:t xml:space="preserve">E </w:t>
            </w:r>
            <w:r>
              <w:rPr>
                <w:rFonts w:ascii="Liberation Serif" w:hAnsi="Liberation Serif"/>
                <w:b/>
              </w:rPr>
              <w:t>DE L’OPÉRATION</w:t>
            </w:r>
          </w:p>
        </w:tc>
      </w:tr>
      <w:tr w:rsidR="00227C36" w:rsidRPr="002E05F3" w14:paraId="527ADE39" w14:textId="77777777" w:rsidTr="007E50B6">
        <w:trPr>
          <w:trHeight w:val="389"/>
        </w:trPr>
        <w:tc>
          <w:tcPr>
            <w:tcW w:w="3393" w:type="dxa"/>
            <w:shd w:val="clear" w:color="auto" w:fill="BDD6EE"/>
            <w:vAlign w:val="center"/>
          </w:tcPr>
          <w:p w14:paraId="30798490" w14:textId="77777777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Raison sociale</w:t>
            </w:r>
          </w:p>
        </w:tc>
        <w:tc>
          <w:tcPr>
            <w:tcW w:w="6122" w:type="dxa"/>
            <w:tcBorders>
              <w:bottom w:val="dotted" w:sz="4" w:space="0" w:color="auto"/>
            </w:tcBorders>
            <w:vAlign w:val="center"/>
          </w:tcPr>
          <w:p w14:paraId="40DF52DE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2F658244" w14:textId="77777777" w:rsidTr="00C63911">
        <w:trPr>
          <w:trHeight w:val="441"/>
        </w:trPr>
        <w:tc>
          <w:tcPr>
            <w:tcW w:w="3393" w:type="dxa"/>
            <w:shd w:val="clear" w:color="auto" w:fill="BDD6EE"/>
            <w:vAlign w:val="center"/>
          </w:tcPr>
          <w:p w14:paraId="4EAC06CD" w14:textId="77777777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Adresse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8DB500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6DAAA494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23E04832" w14:textId="32854924" w:rsidR="004A0662" w:rsidRPr="006346C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 du représentant légal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3E78BC" w14:textId="77777777" w:rsidR="004A0662" w:rsidRPr="00B35387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4AD2E57C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4678AB57" w14:textId="3A9BDC71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Cs w:val="20"/>
              </w:rPr>
              <w:t xml:space="preserve">Nom-Prénom-Tél </w:t>
            </w:r>
            <w:r w:rsidR="004A3FA4">
              <w:rPr>
                <w:rFonts w:ascii="Liberation Serif" w:hAnsi="Liberation Serif"/>
                <w:szCs w:val="20"/>
              </w:rPr>
              <w:t xml:space="preserve">-Mail </w:t>
            </w:r>
            <w:r w:rsidRPr="001C1E96">
              <w:rPr>
                <w:rFonts w:ascii="Liberation Serif" w:hAnsi="Liberation Serif"/>
                <w:szCs w:val="20"/>
              </w:rPr>
              <w:t xml:space="preserve">du </w:t>
            </w:r>
            <w:r>
              <w:rPr>
                <w:rFonts w:ascii="Liberation Serif" w:hAnsi="Liberation Serif"/>
                <w:szCs w:val="20"/>
              </w:rPr>
              <w:t>chargé d’opération</w:t>
            </w:r>
            <w:r w:rsidRPr="001C1E96">
              <w:rPr>
                <w:rFonts w:ascii="Liberation Serif" w:hAnsi="Liberation Serif"/>
                <w:szCs w:val="20"/>
              </w:rPr>
              <w:t> 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51FFE6" w14:textId="77777777" w:rsidR="004A0662" w:rsidRPr="00B35387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36279139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17BA921A" w14:textId="7BD3095B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t>Nom-Prénom-Tél</w:t>
            </w:r>
            <w:r w:rsidR="004A3FA4">
              <w:rPr>
                <w:rFonts w:ascii="Liberation Serif" w:hAnsi="Liberation Serif"/>
              </w:rPr>
              <w:t>-Mail</w:t>
            </w:r>
            <w:r>
              <w:rPr>
                <w:rFonts w:ascii="Liberation Serif" w:hAnsi="Liberation Serif"/>
              </w:rPr>
              <w:t xml:space="preserve"> du représentant</w:t>
            </w:r>
            <w:r w:rsidRPr="002E05F3">
              <w:rPr>
                <w:rFonts w:ascii="Liberation Serif" w:hAnsi="Liberation Serif"/>
                <w:lang w:val="x-none"/>
              </w:rPr>
              <w:t xml:space="preserve"> sur site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83B0EE" w14:textId="77777777" w:rsidR="004A0662" w:rsidRPr="00B35387" w:rsidRDefault="004A0662" w:rsidP="005F0B64">
            <w:pPr>
              <w:pStyle w:val="m-CopieA2"/>
              <w:ind w:left="0"/>
              <w:rPr>
                <w:rFonts w:cs="Liberation Sans"/>
                <w:lang w:val="x-none"/>
              </w:rPr>
            </w:pPr>
          </w:p>
        </w:tc>
      </w:tr>
      <w:tr w:rsidR="00227C36" w:rsidRPr="002E05F3" w14:paraId="169D0144" w14:textId="77777777" w:rsidTr="007E50B6">
        <w:trPr>
          <w:trHeight w:val="395"/>
        </w:trPr>
        <w:tc>
          <w:tcPr>
            <w:tcW w:w="3393" w:type="dxa"/>
            <w:shd w:val="clear" w:color="auto" w:fill="BDD6EE"/>
            <w:vAlign w:val="center"/>
          </w:tcPr>
          <w:p w14:paraId="26FB0DCD" w14:textId="77777777" w:rsidR="004A0662" w:rsidRPr="002E05F3" w:rsidRDefault="004A0662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Effectif sur le site 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4D4000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1C47F732" w14:textId="77777777" w:rsidTr="007E50B6">
        <w:trPr>
          <w:trHeight w:val="817"/>
        </w:trPr>
        <w:tc>
          <w:tcPr>
            <w:tcW w:w="3393" w:type="dxa"/>
            <w:shd w:val="clear" w:color="auto" w:fill="BDD6EE"/>
            <w:vAlign w:val="center"/>
          </w:tcPr>
          <w:p w14:paraId="4372E58C" w14:textId="6CB6E668" w:rsidR="004A0662" w:rsidRPr="0075597E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lang w:val="x-none"/>
              </w:rPr>
              <w:t xml:space="preserve">Nom, référence du (des) </w:t>
            </w:r>
            <w:r w:rsidRPr="00DD3332">
              <w:rPr>
                <w:rFonts w:ascii="Liberation Serif" w:hAnsi="Liberation Serif"/>
                <w:b/>
                <w:bCs/>
                <w:lang w:val="x-none"/>
              </w:rPr>
              <w:t>sous-traitant(s)</w:t>
            </w:r>
            <w:r w:rsidRPr="00DD3332">
              <w:rPr>
                <w:rFonts w:ascii="Liberation Serif" w:hAnsi="Liberation Serif"/>
                <w:b/>
                <w:bCs/>
              </w:rPr>
              <w:t xml:space="preserve"> </w:t>
            </w:r>
            <w:r w:rsidRPr="002E05F3">
              <w:rPr>
                <w:rFonts w:ascii="Liberation Serif" w:hAnsi="Liberation Serif"/>
                <w:lang w:val="x-none"/>
              </w:rPr>
              <w:t>éventuel(s) ainsi que les travaux effectués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DCF24B" w14:textId="77777777" w:rsidR="004A0662" w:rsidRPr="008A193C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5E371643" w14:textId="77777777" w:rsidTr="007E50B6">
        <w:trPr>
          <w:trHeight w:val="389"/>
        </w:trPr>
        <w:tc>
          <w:tcPr>
            <w:tcW w:w="3393" w:type="dxa"/>
            <w:shd w:val="clear" w:color="auto" w:fill="BDD6EE"/>
            <w:vAlign w:val="center"/>
          </w:tcPr>
          <w:p w14:paraId="0FE30BBD" w14:textId="3FB223E9" w:rsidR="004A0662" w:rsidRPr="009236BD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 du représentant légal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460B95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1177EF03" w14:textId="77777777" w:rsidTr="007E50B6">
        <w:trPr>
          <w:trHeight w:val="422"/>
        </w:trPr>
        <w:tc>
          <w:tcPr>
            <w:tcW w:w="3393" w:type="dxa"/>
            <w:shd w:val="clear" w:color="auto" w:fill="BDD6EE"/>
            <w:vAlign w:val="center"/>
          </w:tcPr>
          <w:p w14:paraId="025DFEF5" w14:textId="582C70A1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Nom-prénom-Tél</w:t>
            </w:r>
            <w:r w:rsidR="007E50B6">
              <w:rPr>
                <w:rFonts w:ascii="Liberation Serif" w:hAnsi="Liberation Serif"/>
              </w:rPr>
              <w:t>-Mail</w:t>
            </w:r>
            <w:r>
              <w:rPr>
                <w:rFonts w:ascii="Liberation Serif" w:hAnsi="Liberation Serif"/>
              </w:rPr>
              <w:t xml:space="preserve"> du </w:t>
            </w:r>
            <w:r w:rsidRPr="00DD3332">
              <w:rPr>
                <w:rFonts w:ascii="Liberation Serif" w:hAnsi="Liberation Serif"/>
                <w:b/>
                <w:bCs/>
              </w:rPr>
              <w:t>chargé d’opération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0A9EB8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41797A19" w14:textId="77777777" w:rsidTr="007E50B6">
        <w:trPr>
          <w:trHeight w:val="414"/>
        </w:trPr>
        <w:tc>
          <w:tcPr>
            <w:tcW w:w="3393" w:type="dxa"/>
            <w:shd w:val="clear" w:color="auto" w:fill="BDD6EE"/>
            <w:vAlign w:val="center"/>
          </w:tcPr>
          <w:p w14:paraId="4118FB5D" w14:textId="2B7A35BD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Nom-Prénom-Tél</w:t>
            </w:r>
            <w:r w:rsidR="007E50B6">
              <w:rPr>
                <w:rFonts w:ascii="Liberation Serif" w:hAnsi="Liberation Serif"/>
              </w:rPr>
              <w:t>-Mail</w:t>
            </w:r>
            <w:r>
              <w:rPr>
                <w:rFonts w:ascii="Liberation Serif" w:hAnsi="Liberation Serif"/>
              </w:rPr>
              <w:t xml:space="preserve"> du </w:t>
            </w:r>
            <w:r w:rsidRPr="00DD3332">
              <w:rPr>
                <w:rFonts w:ascii="Liberation Serif" w:hAnsi="Liberation Serif"/>
                <w:b/>
                <w:bCs/>
              </w:rPr>
              <w:t>représentant sur site</w:t>
            </w:r>
          </w:p>
        </w:tc>
        <w:tc>
          <w:tcPr>
            <w:tcW w:w="6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66FFE3E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  <w:tr w:rsidR="00227C36" w:rsidRPr="002E05F3" w14:paraId="222C2BE4" w14:textId="77777777" w:rsidTr="007E50B6">
        <w:trPr>
          <w:trHeight w:val="414"/>
        </w:trPr>
        <w:tc>
          <w:tcPr>
            <w:tcW w:w="3393" w:type="dxa"/>
            <w:shd w:val="clear" w:color="auto" w:fill="BDD6EE"/>
            <w:vAlign w:val="center"/>
          </w:tcPr>
          <w:p w14:paraId="6C4DE85F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 w:rsidRPr="00DD3332">
              <w:rPr>
                <w:rFonts w:ascii="Liberation Serif" w:hAnsi="Liberation Serif"/>
                <w:b/>
                <w:bCs/>
              </w:rPr>
              <w:t>Effectif</w:t>
            </w:r>
            <w:r>
              <w:rPr>
                <w:rFonts w:ascii="Liberation Serif" w:hAnsi="Liberation Serif"/>
              </w:rPr>
              <w:t xml:space="preserve"> sur site</w:t>
            </w:r>
          </w:p>
        </w:tc>
        <w:tc>
          <w:tcPr>
            <w:tcW w:w="6122" w:type="dxa"/>
            <w:tcBorders>
              <w:top w:val="dotted" w:sz="4" w:space="0" w:color="auto"/>
            </w:tcBorders>
            <w:vAlign w:val="center"/>
          </w:tcPr>
          <w:p w14:paraId="03D875CF" w14:textId="77777777" w:rsidR="004A0662" w:rsidRDefault="004A0662" w:rsidP="005F0B64">
            <w:pPr>
              <w:pStyle w:val="m-CopieA2"/>
              <w:ind w:left="0"/>
              <w:rPr>
                <w:rFonts w:ascii="Liberation Serif" w:hAnsi="Liberation Serif"/>
              </w:rPr>
            </w:pPr>
          </w:p>
        </w:tc>
      </w:tr>
    </w:tbl>
    <w:p w14:paraId="185630AB" w14:textId="77777777" w:rsidR="00C679F6" w:rsidRPr="002E05F3" w:rsidRDefault="00C679F6" w:rsidP="00B11AC5">
      <w:pPr>
        <w:pStyle w:val="m-CopieA2"/>
        <w:ind w:left="0"/>
        <w:rPr>
          <w:rFonts w:ascii="Liberation Serif" w:hAnsi="Liberation Serif"/>
          <w:b/>
          <w:i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51"/>
        <w:gridCol w:w="6163"/>
      </w:tblGrid>
      <w:tr w:rsidR="00C679F6" w:rsidRPr="002E05F3" w14:paraId="34A5FFF4" w14:textId="77777777" w:rsidTr="00C679F6">
        <w:trPr>
          <w:trHeight w:val="330"/>
        </w:trPr>
        <w:tc>
          <w:tcPr>
            <w:tcW w:w="10134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3D95BDFA" w14:textId="77777777" w:rsidR="00C679F6" w:rsidRPr="002E05F3" w:rsidRDefault="00C679F6" w:rsidP="00C679F6">
            <w:pPr>
              <w:pStyle w:val="m-CopieA2"/>
              <w:ind w:left="0"/>
              <w:rPr>
                <w:rFonts w:ascii="Liberation Serif" w:hAnsi="Liberation Serif"/>
                <w:b/>
                <w:bCs/>
                <w:szCs w:val="20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br w:type="page"/>
            </w:r>
            <w:r w:rsidRPr="002E05F3">
              <w:rPr>
                <w:rFonts w:ascii="Liberation Serif" w:hAnsi="Liberation Serif"/>
                <w:lang w:val="x-none"/>
              </w:rPr>
              <w:br w:type="page"/>
            </w:r>
            <w:r w:rsidRPr="002E05F3">
              <w:rPr>
                <w:rFonts w:ascii="Liberation Serif" w:hAnsi="Liberation Serif"/>
                <w:lang w:val="x-none"/>
              </w:rPr>
              <w:br w:type="page"/>
            </w:r>
            <w:r w:rsidRPr="002E05F3">
              <w:rPr>
                <w:rFonts w:ascii="Liberation Serif" w:hAnsi="Liberation Serif"/>
                <w:b/>
                <w:bCs/>
                <w:szCs w:val="20"/>
                <w:lang w:val="x-none"/>
              </w:rPr>
              <w:t>NATURE DE L’OP</w:t>
            </w:r>
            <w:r w:rsidRPr="002E05F3">
              <w:rPr>
                <w:rFonts w:ascii="Liberation Serif" w:hAnsi="Liberation Serif"/>
                <w:b/>
                <w:bCs/>
                <w:szCs w:val="20"/>
              </w:rPr>
              <w:t>É</w:t>
            </w:r>
            <w:r w:rsidRPr="002E05F3">
              <w:rPr>
                <w:rFonts w:ascii="Liberation Serif" w:hAnsi="Liberation Serif"/>
                <w:b/>
                <w:bCs/>
                <w:szCs w:val="20"/>
                <w:lang w:val="x-none"/>
              </w:rPr>
              <w:t>RATION</w:t>
            </w:r>
          </w:p>
        </w:tc>
      </w:tr>
      <w:tr w:rsidR="00FC4CDB" w:rsidRPr="002E05F3" w14:paraId="4FCC74EF" w14:textId="77777777" w:rsidTr="00C679F6">
        <w:trPr>
          <w:trHeight w:val="582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5F590F34" w14:textId="34072F96" w:rsidR="00C679F6" w:rsidRPr="002E05F3" w:rsidRDefault="007E50B6" w:rsidP="00C679F6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t>Descriptif</w:t>
            </w:r>
            <w:r w:rsidRPr="002E05F3">
              <w:rPr>
                <w:rFonts w:ascii="Liberation Serif" w:hAnsi="Liberation Serif"/>
                <w:lang w:val="x-none"/>
              </w:rPr>
              <w:t xml:space="preserve"> </w:t>
            </w:r>
            <w:r w:rsidR="00C679F6" w:rsidRPr="002E05F3">
              <w:rPr>
                <w:rFonts w:ascii="Liberation Serif" w:hAnsi="Liberation Serif"/>
                <w:lang w:val="x-none"/>
              </w:rPr>
              <w:t>de l’opération</w:t>
            </w:r>
          </w:p>
        </w:tc>
        <w:tc>
          <w:tcPr>
            <w:tcW w:w="6590" w:type="dxa"/>
            <w:tcBorders>
              <w:bottom w:val="single" w:sz="4" w:space="0" w:color="auto"/>
            </w:tcBorders>
            <w:vAlign w:val="center"/>
          </w:tcPr>
          <w:p w14:paraId="76A91661" w14:textId="77777777" w:rsidR="00C679F6" w:rsidRPr="008A193C" w:rsidRDefault="00C679F6" w:rsidP="00C679F6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FC4CDB" w:rsidRPr="002E05F3" w14:paraId="6E7DC6DF" w14:textId="77777777" w:rsidTr="00C679F6">
        <w:trPr>
          <w:trHeight w:val="507"/>
        </w:trPr>
        <w:tc>
          <w:tcPr>
            <w:tcW w:w="3544" w:type="dxa"/>
            <w:shd w:val="clear" w:color="auto" w:fill="BDD6EE"/>
            <w:vAlign w:val="center"/>
          </w:tcPr>
          <w:p w14:paraId="71AECBAA" w14:textId="0B4BD4FE" w:rsidR="00C679F6" w:rsidRPr="002E05F3" w:rsidRDefault="00C679F6" w:rsidP="00C679F6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 w:rsidRPr="002E05F3">
              <w:rPr>
                <w:rFonts w:ascii="Liberation Serif" w:hAnsi="Liberation Serif"/>
                <w:lang w:val="x-none"/>
              </w:rPr>
              <w:t>Date prévue de</w:t>
            </w:r>
            <w:r w:rsidR="007E50B6">
              <w:rPr>
                <w:rFonts w:ascii="Liberation Serif" w:hAnsi="Liberation Serif"/>
              </w:rPr>
              <w:t xml:space="preserve"> début</w:t>
            </w:r>
            <w:r w:rsidRPr="002E05F3">
              <w:rPr>
                <w:rFonts w:ascii="Liberation Serif" w:hAnsi="Liberation Serif"/>
                <w:lang w:val="x-none"/>
              </w:rPr>
              <w:t xml:space="preserve"> </w:t>
            </w:r>
          </w:p>
        </w:tc>
        <w:tc>
          <w:tcPr>
            <w:tcW w:w="6590" w:type="dxa"/>
            <w:tcBorders>
              <w:bottom w:val="dotted" w:sz="4" w:space="0" w:color="auto"/>
            </w:tcBorders>
            <w:vAlign w:val="center"/>
          </w:tcPr>
          <w:p w14:paraId="59C8269A" w14:textId="77777777" w:rsidR="00C679F6" w:rsidRPr="00CE7C83" w:rsidRDefault="00C679F6" w:rsidP="00C679F6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7E50B6" w:rsidRPr="002E05F3" w14:paraId="5130C77B" w14:textId="77777777" w:rsidTr="00C679F6">
        <w:trPr>
          <w:trHeight w:val="507"/>
        </w:trPr>
        <w:tc>
          <w:tcPr>
            <w:tcW w:w="3544" w:type="dxa"/>
            <w:shd w:val="clear" w:color="auto" w:fill="BDD6EE"/>
            <w:vAlign w:val="center"/>
          </w:tcPr>
          <w:p w14:paraId="764051FE" w14:textId="7736CFD7" w:rsidR="007E50B6" w:rsidRPr="002D075F" w:rsidRDefault="007E50B6" w:rsidP="00C679F6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Date prévue de fin </w:t>
            </w:r>
          </w:p>
        </w:tc>
        <w:tc>
          <w:tcPr>
            <w:tcW w:w="6590" w:type="dxa"/>
            <w:tcBorders>
              <w:bottom w:val="dotted" w:sz="4" w:space="0" w:color="auto"/>
            </w:tcBorders>
            <w:vAlign w:val="center"/>
          </w:tcPr>
          <w:p w14:paraId="1C96686C" w14:textId="77777777" w:rsidR="007E50B6" w:rsidRPr="00CE7C83" w:rsidRDefault="007E50B6" w:rsidP="00C679F6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FC4CDB" w:rsidRPr="002E05F3" w14:paraId="54260C47" w14:textId="77777777" w:rsidTr="00C679F6">
        <w:trPr>
          <w:trHeight w:val="465"/>
        </w:trPr>
        <w:tc>
          <w:tcPr>
            <w:tcW w:w="3544" w:type="dxa"/>
            <w:shd w:val="clear" w:color="auto" w:fill="BDD6EE"/>
            <w:vAlign w:val="center"/>
          </w:tcPr>
          <w:p w14:paraId="6A434C8D" w14:textId="77777777" w:rsidR="00C679F6" w:rsidRPr="00E15553" w:rsidRDefault="00C679F6" w:rsidP="00C679F6">
            <w:pPr>
              <w:pStyle w:val="m-CopieA2"/>
              <w:ind w:left="0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lang w:val="x-none"/>
              </w:rPr>
              <w:t>Durée pré</w:t>
            </w:r>
            <w:r>
              <w:rPr>
                <w:rFonts w:ascii="Liberation Serif" w:hAnsi="Liberation Serif"/>
                <w:lang w:val="x-none"/>
              </w:rPr>
              <w:t>visible de l’opération</w:t>
            </w:r>
            <w:r>
              <w:rPr>
                <w:rFonts w:ascii="Liberation Serif" w:hAnsi="Liberation Serif"/>
              </w:rPr>
              <w:t xml:space="preserve"> &gt;400h</w:t>
            </w:r>
          </w:p>
        </w:tc>
        <w:tc>
          <w:tcPr>
            <w:tcW w:w="659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DC9AA9" w14:textId="77777777" w:rsidR="00C679F6" w:rsidRPr="002E05F3" w:rsidRDefault="00C679F6" w:rsidP="00C679F6">
            <w:pPr>
              <w:pStyle w:val="m-CopieA2"/>
              <w:ind w:left="426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OUI</w:t>
            </w:r>
            <w:r>
              <w:rPr>
                <w:rFonts w:ascii="Liberation Serif" w:hAnsi="Liberation Serif"/>
                <w:szCs w:val="20"/>
              </w:rPr>
              <w:t xml:space="preserve">                            </w:t>
            </w:r>
            <w:r w:rsidRPr="002E05F3">
              <w:rPr>
                <w:rFonts w:ascii="Liberation Serif" w:hAnsi="Liberation Serif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F3"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 w:rsidRPr="002E05F3"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NON</w:t>
            </w:r>
          </w:p>
        </w:tc>
      </w:tr>
      <w:tr w:rsidR="00FC4CDB" w:rsidRPr="002E05F3" w14:paraId="0F5B747A" w14:textId="77777777" w:rsidTr="00C679F6">
        <w:trPr>
          <w:trHeight w:val="412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52B1D330" w14:textId="77777777" w:rsidR="00C679F6" w:rsidRPr="00E15553" w:rsidRDefault="00C679F6" w:rsidP="00C679F6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Travaux dangereux</w:t>
            </w:r>
          </w:p>
        </w:tc>
        <w:tc>
          <w:tcPr>
            <w:tcW w:w="659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AFFB8A6" w14:textId="77777777" w:rsidR="00C679F6" w:rsidRPr="00C00CBD" w:rsidRDefault="00C679F6" w:rsidP="00C679F6">
            <w:pPr>
              <w:pStyle w:val="m-CopieA2"/>
              <w:ind w:left="426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OUI</w:t>
            </w:r>
            <w:r>
              <w:rPr>
                <w:rFonts w:ascii="Liberation Serif" w:hAnsi="Liberation Serif"/>
                <w:szCs w:val="20"/>
              </w:rPr>
              <w:t xml:space="preserve">                            </w:t>
            </w:r>
            <w:r w:rsidRPr="002E05F3">
              <w:rPr>
                <w:rFonts w:ascii="Liberation Serif" w:hAnsi="Liberation Serif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05F3"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 w:rsidRPr="002E05F3">
              <w:rPr>
                <w:rFonts w:ascii="Liberation Serif" w:hAnsi="Liberation Serif"/>
              </w:rPr>
              <w:fldChar w:fldCharType="end"/>
            </w:r>
            <w:r w:rsidRPr="006B2EA8">
              <w:rPr>
                <w:rFonts w:ascii="Tms Rmn" w:hAnsi="Tms Rmn"/>
                <w:sz w:val="24"/>
                <w:szCs w:val="20"/>
                <w:lang w:eastAsia="fr-FR"/>
              </w:rPr>
              <w:t xml:space="preserve"> </w:t>
            </w:r>
            <w:r w:rsidRPr="00E15553">
              <w:rPr>
                <w:rFonts w:ascii="Liberation Serif" w:hAnsi="Liberation Serif"/>
                <w:szCs w:val="20"/>
              </w:rPr>
              <w:t>NON</w:t>
            </w:r>
          </w:p>
        </w:tc>
      </w:tr>
    </w:tbl>
    <w:p w14:paraId="42901A54" w14:textId="77777777" w:rsidR="00DA1FA1" w:rsidRPr="005F0B64" w:rsidRDefault="00DA1FA1" w:rsidP="00D12842">
      <w:pPr>
        <w:spacing w:before="0" w:after="0"/>
        <w:rPr>
          <w:rFonts w:ascii="Liberation Serif" w:hAnsi="Liberation Serif" w:cs="Liberation Serif"/>
          <w:sz w:val="16"/>
          <w:szCs w:val="16"/>
        </w:rPr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6152"/>
      </w:tblGrid>
      <w:tr w:rsidR="002D075F" w:rsidRPr="002E05F3" w14:paraId="7761B615" w14:textId="77777777" w:rsidTr="005F0B64">
        <w:trPr>
          <w:trHeight w:val="435"/>
        </w:trPr>
        <w:tc>
          <w:tcPr>
            <w:tcW w:w="33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82301" w14:textId="2CE6046A" w:rsidR="002D075F" w:rsidRPr="005F0B64" w:rsidRDefault="009074EE" w:rsidP="005F0B64">
            <w:pPr>
              <w:pStyle w:val="m-CopieA2"/>
              <w:ind w:left="0"/>
              <w:rPr>
                <w:rFonts w:ascii="Liberation Serif" w:hAnsi="Liberation Serif"/>
                <w:b/>
                <w:bCs/>
              </w:rPr>
            </w:pPr>
            <w:r>
              <w:rPr>
                <w:rFonts w:ascii="Liberation Serif" w:hAnsi="Liberation Serif"/>
                <w:b/>
                <w:bCs/>
              </w:rPr>
              <w:t>JOURS ET PLAGES</w:t>
            </w:r>
            <w:r w:rsidR="002D075F" w:rsidRPr="005F0B64">
              <w:rPr>
                <w:rFonts w:ascii="Liberation Serif" w:hAnsi="Liberation Serif"/>
                <w:b/>
                <w:bCs/>
              </w:rPr>
              <w:t xml:space="preserve"> HORAIRE</w:t>
            </w:r>
            <w:r w:rsidR="00B11AC5">
              <w:rPr>
                <w:rFonts w:ascii="Liberation Serif" w:hAnsi="Liberation Serif"/>
                <w:b/>
                <w:bCs/>
              </w:rPr>
              <w:t xml:space="preserve">S </w:t>
            </w:r>
            <w:r w:rsidR="002D075F" w:rsidRPr="005F0B64">
              <w:rPr>
                <w:rFonts w:ascii="Liberation Serif" w:hAnsi="Liberation Serif"/>
                <w:b/>
                <w:bCs/>
              </w:rPr>
              <w:t>D’ACTIVITES</w:t>
            </w:r>
          </w:p>
        </w:tc>
        <w:tc>
          <w:tcPr>
            <w:tcW w:w="6152" w:type="dxa"/>
            <w:tcBorders>
              <w:bottom w:val="single" w:sz="4" w:space="0" w:color="auto"/>
            </w:tcBorders>
            <w:vAlign w:val="center"/>
          </w:tcPr>
          <w:p w14:paraId="2B33A585" w14:textId="77777777" w:rsidR="002D075F" w:rsidRDefault="002D075F" w:rsidP="005F0B64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2D075F" w:rsidRPr="002E05F3" w14:paraId="0E7A4828" w14:textId="77777777" w:rsidTr="005F0B64">
        <w:trPr>
          <w:trHeight w:val="435"/>
        </w:trPr>
        <w:tc>
          <w:tcPr>
            <w:tcW w:w="3363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40225C10" w14:textId="089EF92C" w:rsidR="002D075F" w:rsidRPr="00AB51D7" w:rsidRDefault="00352E07" w:rsidP="005F0B64">
            <w:pPr>
              <w:pStyle w:val="m-CopieA2"/>
              <w:ind w:left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De l’e</w:t>
            </w:r>
            <w:r w:rsidR="002D075F">
              <w:rPr>
                <w:rFonts w:ascii="Liberation Serif" w:hAnsi="Liberation Serif"/>
              </w:rPr>
              <w:t>ntreprise Utilisatrice (EU)</w:t>
            </w:r>
          </w:p>
        </w:tc>
        <w:tc>
          <w:tcPr>
            <w:tcW w:w="6152" w:type="dxa"/>
            <w:tcBorders>
              <w:bottom w:val="single" w:sz="4" w:space="0" w:color="auto"/>
            </w:tcBorders>
            <w:vAlign w:val="center"/>
          </w:tcPr>
          <w:p w14:paraId="0132A1EA" w14:textId="28BA210A" w:rsidR="002D075F" w:rsidRPr="008A193C" w:rsidRDefault="002D075F" w:rsidP="005F0B64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  <w:tr w:rsidR="002D075F" w:rsidRPr="002E05F3" w14:paraId="122E8138" w14:textId="77777777" w:rsidTr="005F0B64">
        <w:trPr>
          <w:trHeight w:val="427"/>
        </w:trPr>
        <w:tc>
          <w:tcPr>
            <w:tcW w:w="3363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042ED837" w14:textId="525F9099" w:rsidR="002D075F" w:rsidRPr="002E05F3" w:rsidRDefault="00352E07" w:rsidP="005F0B64">
            <w:pPr>
              <w:pStyle w:val="m-CopieA2"/>
              <w:ind w:left="0"/>
              <w:rPr>
                <w:rFonts w:ascii="Liberation Serif" w:hAnsi="Liberation Serif"/>
                <w:lang w:val="x-none"/>
              </w:rPr>
            </w:pPr>
            <w:r>
              <w:rPr>
                <w:rFonts w:ascii="Liberation Serif" w:hAnsi="Liberation Serif"/>
              </w:rPr>
              <w:t>De l’e</w:t>
            </w:r>
            <w:r w:rsidR="002D075F">
              <w:rPr>
                <w:rFonts w:ascii="Liberation Serif" w:hAnsi="Liberation Serif"/>
              </w:rPr>
              <w:t>ntreprise(s) Extérieure(s) (EE)</w:t>
            </w:r>
          </w:p>
        </w:tc>
        <w:tc>
          <w:tcPr>
            <w:tcW w:w="6152" w:type="dxa"/>
            <w:tcBorders>
              <w:bottom w:val="single" w:sz="4" w:space="0" w:color="auto"/>
            </w:tcBorders>
            <w:vAlign w:val="center"/>
          </w:tcPr>
          <w:p w14:paraId="14295F02" w14:textId="77777777" w:rsidR="002D075F" w:rsidRPr="00B35387" w:rsidRDefault="002D075F" w:rsidP="005F0B64">
            <w:pPr>
              <w:pStyle w:val="m-CopieA2"/>
              <w:ind w:left="426"/>
              <w:rPr>
                <w:rFonts w:ascii="Liberation Serif" w:hAnsi="Liberation Serif"/>
              </w:rPr>
            </w:pPr>
          </w:p>
        </w:tc>
      </w:tr>
    </w:tbl>
    <w:p w14:paraId="624B2F18" w14:textId="77777777" w:rsidR="005F0B64" w:rsidRDefault="005F0B64" w:rsidP="00D12842">
      <w:pPr>
        <w:spacing w:before="0" w:after="0"/>
      </w:pPr>
    </w:p>
    <w:p w14:paraId="4AA6608F" w14:textId="6989FBF4" w:rsidR="0039360C" w:rsidRDefault="0039360C">
      <w:r>
        <w:br w:type="page"/>
      </w:r>
    </w:p>
    <w:p w14:paraId="6D93ACA9" w14:textId="6EDE5231" w:rsidR="003072A8" w:rsidRPr="00EA6DA3" w:rsidRDefault="003072A8" w:rsidP="00352E07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  <w:r w:rsidRPr="00EA6DA3">
        <w:rPr>
          <w:rFonts w:ascii="Liberation Serif" w:hAnsi="Liberation Serif"/>
          <w:b/>
          <w:i/>
          <w:iCs/>
          <w:sz w:val="24"/>
        </w:rPr>
        <w:lastRenderedPageBreak/>
        <w:t xml:space="preserve">INSPECTION </w:t>
      </w:r>
      <w:r w:rsidR="00AE5620" w:rsidRPr="00EA6DA3">
        <w:rPr>
          <w:rFonts w:ascii="Liberation Serif" w:hAnsi="Liberation Serif"/>
          <w:b/>
          <w:i/>
          <w:iCs/>
          <w:sz w:val="24"/>
        </w:rPr>
        <w:t xml:space="preserve">COMMUNE </w:t>
      </w:r>
      <w:r w:rsidRPr="00EA6DA3">
        <w:rPr>
          <w:rFonts w:ascii="Liberation Serif" w:hAnsi="Liberation Serif"/>
          <w:b/>
          <w:i/>
          <w:iCs/>
          <w:sz w:val="24"/>
        </w:rPr>
        <w:t>PREALABLE</w:t>
      </w:r>
      <w:r w:rsidR="00C50C75">
        <w:rPr>
          <w:rFonts w:ascii="Liberation Serif" w:hAnsi="Liberation Serif"/>
          <w:b/>
          <w:i/>
          <w:iCs/>
          <w:sz w:val="24"/>
        </w:rPr>
        <w:t xml:space="preserve"> AUX TRAVAUX</w:t>
      </w:r>
    </w:p>
    <w:p w14:paraId="0D1CD53B" w14:textId="77777777" w:rsidR="003072A8" w:rsidRPr="003072A8" w:rsidRDefault="003072A8" w:rsidP="003072A8">
      <w:pPr>
        <w:spacing w:before="0" w:after="0"/>
        <w:jc w:val="center"/>
        <w:rPr>
          <w:rFonts w:ascii="Liberation Serif" w:hAnsi="Liberation Serif" w:cs="Liberation Serif"/>
          <w:b/>
          <w:bCs/>
        </w:rPr>
      </w:pPr>
    </w:p>
    <w:tbl>
      <w:tblPr>
        <w:tblW w:w="0" w:type="auto"/>
        <w:tblInd w:w="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1"/>
      </w:tblGrid>
      <w:tr w:rsidR="003072A8" w:rsidRPr="002E05F3" w14:paraId="272AB197" w14:textId="77777777" w:rsidTr="006340FC">
        <w:trPr>
          <w:trHeight w:val="330"/>
        </w:trPr>
        <w:tc>
          <w:tcPr>
            <w:tcW w:w="9521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6FD05A72" w14:textId="237C6B5B" w:rsidR="003072A8" w:rsidRPr="00233D10" w:rsidRDefault="003072A8" w:rsidP="00C50C75">
            <w:pPr>
              <w:pStyle w:val="m-CopieA2"/>
              <w:ind w:left="0"/>
              <w:jc w:val="center"/>
              <w:rPr>
                <w:rFonts w:ascii="Liberation Serif" w:hAnsi="Liberation Serif"/>
                <w:b/>
                <w:bCs/>
              </w:rPr>
            </w:pPr>
            <w:bookmarkStart w:id="0" w:name="_Hlk117693103"/>
            <w:r w:rsidRPr="00C50C75">
              <w:rPr>
                <w:b/>
                <w:bCs/>
                <w:lang w:val="x-none"/>
              </w:rPr>
              <w:t>DATE DE L’INSPECTION</w:t>
            </w:r>
            <w:r w:rsidR="00AE5620" w:rsidRPr="00C50C75">
              <w:rPr>
                <w:b/>
                <w:bCs/>
                <w:lang w:val="x-none"/>
              </w:rPr>
              <w:t xml:space="preserve"> COMMUNE</w:t>
            </w:r>
            <w:r w:rsidRPr="00C50C75">
              <w:rPr>
                <w:b/>
                <w:bCs/>
                <w:lang w:val="x-none"/>
              </w:rPr>
              <w:t xml:space="preserve"> PREALABLE</w:t>
            </w:r>
          </w:p>
        </w:tc>
      </w:tr>
      <w:tr w:rsidR="003072A8" w:rsidRPr="002E05F3" w14:paraId="19D2DFF7" w14:textId="77777777" w:rsidTr="006340FC">
        <w:trPr>
          <w:trHeight w:val="511"/>
        </w:trPr>
        <w:tc>
          <w:tcPr>
            <w:tcW w:w="95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D231F3" w14:textId="691D51CC" w:rsidR="003072A8" w:rsidRPr="003072A8" w:rsidRDefault="003072A8" w:rsidP="006340FC">
            <w:pPr>
              <w:pStyle w:val="m-CopieA2"/>
              <w:ind w:left="0"/>
              <w:rPr>
                <w:rFonts w:ascii="Liberation Serif" w:hAnsi="Liberation Serif"/>
                <w:szCs w:val="20"/>
              </w:rPr>
            </w:pPr>
          </w:p>
        </w:tc>
      </w:tr>
      <w:bookmarkEnd w:id="0"/>
    </w:tbl>
    <w:p w14:paraId="19CF1925" w14:textId="507EA230" w:rsidR="003072A8" w:rsidRDefault="003072A8" w:rsidP="003072A8">
      <w:pPr>
        <w:spacing w:before="0" w:after="0"/>
      </w:pPr>
    </w:p>
    <w:p w14:paraId="2520EB20" w14:textId="77777777" w:rsidR="00367CC0" w:rsidRDefault="00367CC0" w:rsidP="003072A8">
      <w:pPr>
        <w:spacing w:before="0" w:after="0"/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7"/>
      </w:tblGrid>
      <w:tr w:rsidR="003072A8" w:rsidRPr="00F232D5" w14:paraId="71D2AF91" w14:textId="77777777" w:rsidTr="003072A8">
        <w:trPr>
          <w:trHeight w:val="330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69DD820A" w14:textId="77777777" w:rsidR="003072A8" w:rsidRPr="00F232D5" w:rsidRDefault="003072A8" w:rsidP="006340FC">
            <w:pPr>
              <w:pStyle w:val="m-CopieA2"/>
              <w:rPr>
                <w:b/>
                <w:bCs/>
                <w:lang w:val="x-none"/>
              </w:rPr>
            </w:pPr>
            <w:r w:rsidRPr="00F232D5">
              <w:rPr>
                <w:lang w:val="x-none"/>
              </w:rPr>
              <w:br w:type="page"/>
            </w:r>
            <w:r w:rsidRPr="00F232D5">
              <w:rPr>
                <w:lang w:val="x-none"/>
              </w:rPr>
              <w:br w:type="page"/>
            </w:r>
            <w:r w:rsidRPr="00F232D5">
              <w:rPr>
                <w:lang w:val="x-none"/>
              </w:rPr>
              <w:br w:type="page"/>
            </w:r>
            <w:r w:rsidRPr="00F232D5">
              <w:rPr>
                <w:b/>
                <w:bCs/>
                <w:lang w:val="x-none"/>
              </w:rPr>
              <w:t xml:space="preserve">PERSONNES ET ENTREPRISES PARTICIPANT A CETTE INSPECTION </w:t>
            </w:r>
          </w:p>
        </w:tc>
      </w:tr>
      <w:tr w:rsidR="003072A8" w:rsidRPr="00F232D5" w14:paraId="0BB56B5C" w14:textId="77777777" w:rsidTr="003072A8">
        <w:trPr>
          <w:trHeight w:val="398"/>
        </w:trPr>
        <w:tc>
          <w:tcPr>
            <w:tcW w:w="94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585"/>
              <w:gridCol w:w="2972"/>
              <w:gridCol w:w="2800"/>
            </w:tblGrid>
            <w:tr w:rsidR="003072A8" w:rsidRPr="00F232D5" w14:paraId="6E1648BF" w14:textId="77777777" w:rsidTr="00370955">
              <w:trPr>
                <w:trHeight w:val="80"/>
              </w:trPr>
              <w:tc>
                <w:tcPr>
                  <w:tcW w:w="3585" w:type="dxa"/>
                  <w:tcBorders>
                    <w:top w:val="nil"/>
                    <w:left w:val="nil"/>
                    <w:bottom w:val="single" w:sz="4" w:space="0" w:color="auto"/>
                  </w:tcBorders>
                  <w:shd w:val="clear" w:color="auto" w:fill="auto"/>
                </w:tcPr>
                <w:p w14:paraId="3AA64A22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  <w:r w:rsidRPr="00F232D5">
                    <w:rPr>
                      <w:b/>
                    </w:rPr>
                    <w:t>NOM Prénom</w:t>
                  </w:r>
                </w:p>
              </w:tc>
              <w:tc>
                <w:tcPr>
                  <w:tcW w:w="2972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</w:tcPr>
                <w:p w14:paraId="1876C8F4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  <w:r w:rsidRPr="00F232D5">
                    <w:rPr>
                      <w:b/>
                    </w:rPr>
                    <w:t>Entreprise</w:t>
                  </w:r>
                </w:p>
              </w:tc>
              <w:tc>
                <w:tcPr>
                  <w:tcW w:w="2800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200800E0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  <w:r w:rsidRPr="00F232D5">
                    <w:rPr>
                      <w:b/>
                    </w:rPr>
                    <w:t>Signature</w:t>
                  </w:r>
                </w:p>
              </w:tc>
            </w:tr>
            <w:tr w:rsidR="003072A8" w:rsidRPr="00F232D5" w14:paraId="23AECDA5" w14:textId="77777777" w:rsidTr="00370955">
              <w:trPr>
                <w:trHeight w:val="555"/>
              </w:trPr>
              <w:tc>
                <w:tcPr>
                  <w:tcW w:w="3585" w:type="dxa"/>
                  <w:tcBorders>
                    <w:top w:val="single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67F1AA24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972" w:type="dxa"/>
                  <w:tcBorders>
                    <w:top w:val="single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3D191081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00" w:type="dxa"/>
                  <w:tcBorders>
                    <w:top w:val="single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059AEE26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32F62F53" w14:textId="77777777" w:rsidTr="00370955">
              <w:trPr>
                <w:trHeight w:val="548"/>
              </w:trPr>
              <w:tc>
                <w:tcPr>
                  <w:tcW w:w="3585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0414025F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972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0EAB984F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00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67FEBF1A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0A040D81" w14:textId="77777777" w:rsidTr="00370955">
              <w:trPr>
                <w:trHeight w:val="550"/>
              </w:trPr>
              <w:tc>
                <w:tcPr>
                  <w:tcW w:w="3585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298245B1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972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05B8562B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00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0BCE7250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79491D27" w14:textId="77777777" w:rsidTr="00370955">
              <w:trPr>
                <w:trHeight w:val="558"/>
              </w:trPr>
              <w:tc>
                <w:tcPr>
                  <w:tcW w:w="3585" w:type="dxa"/>
                  <w:tcBorders>
                    <w:top w:val="dotted" w:sz="4" w:space="0" w:color="auto"/>
                    <w:left w:val="nil"/>
                    <w:bottom w:val="dotted" w:sz="4" w:space="0" w:color="auto"/>
                  </w:tcBorders>
                  <w:shd w:val="clear" w:color="auto" w:fill="auto"/>
                </w:tcPr>
                <w:p w14:paraId="5886C84E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972" w:type="dxa"/>
                  <w:tcBorders>
                    <w:top w:val="dotted" w:sz="4" w:space="0" w:color="auto"/>
                    <w:bottom w:val="dotted" w:sz="4" w:space="0" w:color="auto"/>
                  </w:tcBorders>
                  <w:shd w:val="clear" w:color="auto" w:fill="auto"/>
                </w:tcPr>
                <w:p w14:paraId="45BF4C40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00" w:type="dxa"/>
                  <w:tcBorders>
                    <w:top w:val="dotted" w:sz="4" w:space="0" w:color="auto"/>
                    <w:bottom w:val="dotted" w:sz="4" w:space="0" w:color="auto"/>
                    <w:right w:val="nil"/>
                  </w:tcBorders>
                  <w:shd w:val="clear" w:color="auto" w:fill="auto"/>
                </w:tcPr>
                <w:p w14:paraId="56DD0D03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  <w:tr w:rsidR="003072A8" w:rsidRPr="00F232D5" w14:paraId="11D9B465" w14:textId="77777777" w:rsidTr="00370955">
              <w:trPr>
                <w:trHeight w:val="552"/>
              </w:trPr>
              <w:tc>
                <w:tcPr>
                  <w:tcW w:w="3585" w:type="dxa"/>
                  <w:tcBorders>
                    <w:top w:val="dotted" w:sz="4" w:space="0" w:color="auto"/>
                    <w:left w:val="nil"/>
                    <w:bottom w:val="nil"/>
                  </w:tcBorders>
                  <w:shd w:val="clear" w:color="auto" w:fill="auto"/>
                </w:tcPr>
                <w:p w14:paraId="04F0650C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972" w:type="dxa"/>
                  <w:tcBorders>
                    <w:top w:val="dotted" w:sz="4" w:space="0" w:color="auto"/>
                    <w:bottom w:val="nil"/>
                  </w:tcBorders>
                  <w:shd w:val="clear" w:color="auto" w:fill="auto"/>
                </w:tcPr>
                <w:p w14:paraId="156124D9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  <w:tc>
                <w:tcPr>
                  <w:tcW w:w="2800" w:type="dxa"/>
                  <w:tcBorders>
                    <w:top w:val="dotted" w:sz="4" w:space="0" w:color="auto"/>
                    <w:bottom w:val="nil"/>
                    <w:right w:val="nil"/>
                  </w:tcBorders>
                  <w:shd w:val="clear" w:color="auto" w:fill="auto"/>
                </w:tcPr>
                <w:p w14:paraId="4ACF681B" w14:textId="77777777" w:rsidR="003072A8" w:rsidRPr="00F232D5" w:rsidRDefault="003072A8" w:rsidP="006340FC">
                  <w:pPr>
                    <w:pStyle w:val="m-CopieA2"/>
                    <w:rPr>
                      <w:b/>
                    </w:rPr>
                  </w:pPr>
                </w:p>
              </w:tc>
            </w:tr>
          </w:tbl>
          <w:p w14:paraId="602F2543" w14:textId="77777777" w:rsidR="003072A8" w:rsidRPr="00F232D5" w:rsidRDefault="003072A8" w:rsidP="006340FC">
            <w:pPr>
              <w:pStyle w:val="m-CopieA2"/>
              <w:rPr>
                <w:lang w:val="x-none"/>
              </w:rPr>
            </w:pPr>
          </w:p>
        </w:tc>
      </w:tr>
    </w:tbl>
    <w:p w14:paraId="09F586ED" w14:textId="6DCE30DE" w:rsidR="00665613" w:rsidRDefault="00665613" w:rsidP="003072A8">
      <w:pPr>
        <w:spacing w:before="0" w:after="0"/>
      </w:pPr>
    </w:p>
    <w:p w14:paraId="1A35ADBC" w14:textId="77777777" w:rsidR="00370955" w:rsidRDefault="00370955" w:rsidP="003072A8">
      <w:pPr>
        <w:spacing w:before="0" w:after="0"/>
      </w:pPr>
    </w:p>
    <w:tbl>
      <w:tblPr>
        <w:tblStyle w:val="Grilledutableau"/>
        <w:tblW w:w="0" w:type="auto"/>
        <w:tblInd w:w="279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19"/>
      </w:tblGrid>
      <w:tr w:rsidR="00665613" w14:paraId="01142765" w14:textId="77777777" w:rsidTr="00665613">
        <w:tc>
          <w:tcPr>
            <w:tcW w:w="9519" w:type="dxa"/>
            <w:shd w:val="clear" w:color="auto" w:fill="BFBFBF" w:themeFill="background1" w:themeFillShade="BF"/>
          </w:tcPr>
          <w:p w14:paraId="2BA2012F" w14:textId="57A61304" w:rsidR="00665613" w:rsidRDefault="00665613" w:rsidP="00665613">
            <w:pPr>
              <w:pStyle w:val="m-CopieA2"/>
              <w:ind w:left="0"/>
              <w:jc w:val="center"/>
            </w:pPr>
            <w:r w:rsidRPr="00665613">
              <w:rPr>
                <w:b/>
                <w:bCs/>
                <w:lang w:val="x-none"/>
              </w:rPr>
              <w:t>DEFINITION DES PHASES D’ACTIVITE, DES INSTALLATIONS ET MATERIELS DANGEREUX ET DES MESURES DE PREVENTION SPECIFIQUES CORRESPONDANTES</w:t>
            </w:r>
          </w:p>
        </w:tc>
      </w:tr>
    </w:tbl>
    <w:p w14:paraId="1E6C9C78" w14:textId="1856CD28" w:rsidR="00367CC0" w:rsidRDefault="00367CC0" w:rsidP="003072A8">
      <w:pPr>
        <w:spacing w:before="0" w:after="0"/>
      </w:pPr>
    </w:p>
    <w:p w14:paraId="5509326D" w14:textId="77777777" w:rsidR="00370955" w:rsidRDefault="00370955" w:rsidP="003072A8">
      <w:pPr>
        <w:spacing w:before="0" w:after="0"/>
      </w:pP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E83554" w:rsidRPr="002E05F3" w14:paraId="4B215985" w14:textId="77777777" w:rsidTr="00665613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698FEDC3" w14:textId="77777777" w:rsidR="00425C3E" w:rsidRPr="00BD06C1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  <w:bookmarkStart w:id="1" w:name="_Hlk117690715"/>
            <w:r w:rsidRPr="001A0DD3">
              <w:rPr>
                <w:rFonts w:ascii="Liberation Serif" w:hAnsi="Liberation Serif"/>
                <w:b/>
              </w:rPr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51A144A1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32D2B8D2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59090C15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14622A" w:rsidRPr="002E05F3" w14:paraId="41A2F2F3" w14:textId="77777777" w:rsidTr="00665613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59741FA0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56EE34EF" w14:textId="77777777" w:rsidR="00425C3E" w:rsidRPr="001A0DD3" w:rsidRDefault="00425C3E" w:rsidP="005F0B64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0B719FAD" w14:textId="77777777" w:rsidR="00425C3E" w:rsidRPr="001C1E96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21076413" w14:textId="77777777" w:rsidR="00425C3E" w:rsidRPr="001C1E96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3396F788" w14:textId="77777777" w:rsidR="00425C3E" w:rsidRPr="00E15553" w:rsidRDefault="00425C3E" w:rsidP="005F0B64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bookmarkEnd w:id="1"/>
      <w:tr w:rsidR="00370955" w:rsidRPr="002E05F3" w14:paraId="561FD8B3" w14:textId="77777777" w:rsidTr="00665613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234F2640" w14:textId="77777777" w:rsidR="00370955" w:rsidRPr="00370955" w:rsidRDefault="00370955" w:rsidP="00370955">
            <w:pPr>
              <w:spacing w:beforeLines="60" w:before="144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E7B3427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>Circulation/accès au chantier</w:t>
            </w:r>
          </w:p>
        </w:tc>
        <w:tc>
          <w:tcPr>
            <w:tcW w:w="2115" w:type="dxa"/>
            <w:shd w:val="clear" w:color="auto" w:fill="auto"/>
          </w:tcPr>
          <w:p w14:paraId="478C79E9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>Rayonnement de certaines installations</w:t>
            </w:r>
          </w:p>
        </w:tc>
        <w:tc>
          <w:tcPr>
            <w:tcW w:w="1675" w:type="dxa"/>
            <w:shd w:val="clear" w:color="auto" w:fill="auto"/>
          </w:tcPr>
          <w:p w14:paraId="732DACE5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>Respecter les zones de servitude des installations</w:t>
            </w:r>
          </w:p>
        </w:tc>
        <w:tc>
          <w:tcPr>
            <w:tcW w:w="924" w:type="dxa"/>
            <w:shd w:val="clear" w:color="auto" w:fill="auto"/>
          </w:tcPr>
          <w:p w14:paraId="3A4EB172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77FA3DC0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</w:tr>
      <w:tr w:rsidR="00370955" w:rsidRPr="002E05F3" w14:paraId="5E3027A1" w14:textId="77777777" w:rsidTr="00665613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1EC91EE0" w14:textId="77777777" w:rsidR="00370955" w:rsidRPr="00370955" w:rsidRDefault="00370955" w:rsidP="00370955">
            <w:pPr>
              <w:spacing w:beforeLines="60" w:before="144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4B234AB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>Circulation au sol sur chantier et dans les locaux</w:t>
            </w:r>
          </w:p>
        </w:tc>
        <w:tc>
          <w:tcPr>
            <w:tcW w:w="2115" w:type="dxa"/>
            <w:shd w:val="clear" w:color="auto" w:fill="auto"/>
          </w:tcPr>
          <w:p w14:paraId="639B4DEC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>Collision, chutes, chocs, heurts, encombrements, avec engins, établis de travail, machines-outils, stockage, matériaux, etc.</w:t>
            </w:r>
          </w:p>
        </w:tc>
        <w:tc>
          <w:tcPr>
            <w:tcW w:w="1675" w:type="dxa"/>
            <w:shd w:val="clear" w:color="auto" w:fill="auto"/>
          </w:tcPr>
          <w:p w14:paraId="580953B7" w14:textId="25E6E636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 xml:space="preserve">-Baliser la zone de travail </w:t>
            </w:r>
          </w:p>
          <w:p w14:paraId="6F2CAAA4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 xml:space="preserve">-Respecter les consignes de sécurité </w:t>
            </w:r>
          </w:p>
          <w:p w14:paraId="78DD6C6B" w14:textId="1F9B35F0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t>-Etablir et faire respecter le phasage travaux</w:t>
            </w:r>
          </w:p>
        </w:tc>
        <w:tc>
          <w:tcPr>
            <w:tcW w:w="924" w:type="dxa"/>
            <w:shd w:val="clear" w:color="auto" w:fill="auto"/>
          </w:tcPr>
          <w:p w14:paraId="61953603" w14:textId="20710272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2A77831E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445F5B8" w14:textId="2495DAAA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23F26CF3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03BE390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7AF06B82" w14:textId="45EDD61D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1" w:type="dxa"/>
            <w:shd w:val="clear" w:color="auto" w:fill="auto"/>
          </w:tcPr>
          <w:p w14:paraId="745947FE" w14:textId="264A5ACE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0D8A50FA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02BDF86" w14:textId="0E514CE2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5FFF2735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E2AE215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37095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</w:tr>
      <w:tr w:rsidR="00CB69DD" w:rsidRPr="002E05F3" w14:paraId="3282D74B" w14:textId="77777777" w:rsidTr="00665613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3003E6CB" w14:textId="77777777" w:rsidR="00CB69DD" w:rsidRDefault="00CB69DD" w:rsidP="00CB69DD">
            <w:pPr>
              <w:spacing w:before="6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98693DF" w14:textId="68982658" w:rsidR="00CB69DD" w:rsidRPr="00370955" w:rsidRDefault="00CB69DD" w:rsidP="00CB69DD">
            <w:pPr>
              <w:spacing w:beforeLines="60" w:before="144"/>
              <w:jc w:val="lef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1AE3AB7B" w14:textId="28440639" w:rsidR="00CB69DD" w:rsidRPr="00370955" w:rsidRDefault="00CB69DD" w:rsidP="00CB69DD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2E05F3">
              <w:rPr>
                <w:rFonts w:ascii="Liberation Serif" w:hAnsi="Liberation Serif"/>
                <w:sz w:val="18"/>
              </w:rPr>
              <w:t>Accès aux chantiers d’autres entreprises</w:t>
            </w:r>
          </w:p>
        </w:tc>
        <w:tc>
          <w:tcPr>
            <w:tcW w:w="2115" w:type="dxa"/>
            <w:shd w:val="clear" w:color="auto" w:fill="auto"/>
          </w:tcPr>
          <w:p w14:paraId="2B363C84" w14:textId="54AF740D" w:rsidR="00CB69DD" w:rsidRPr="00370955" w:rsidRDefault="00CB69DD" w:rsidP="00CB69DD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2E05F3">
              <w:rPr>
                <w:rFonts w:ascii="Liberation Serif" w:hAnsi="Liberation Serif"/>
                <w:sz w:val="18"/>
              </w:rPr>
              <w:t>Risques liés à la nature de chaque chantier</w:t>
            </w:r>
          </w:p>
        </w:tc>
        <w:tc>
          <w:tcPr>
            <w:tcW w:w="1675" w:type="dxa"/>
            <w:shd w:val="clear" w:color="auto" w:fill="auto"/>
          </w:tcPr>
          <w:p w14:paraId="6A03EB2A" w14:textId="71FEF030" w:rsidR="00CB69DD" w:rsidRPr="002E05F3" w:rsidRDefault="00CB69DD" w:rsidP="00CB69DD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Interdit</w:t>
            </w:r>
          </w:p>
          <w:p w14:paraId="5ABC5B95" w14:textId="5C5156D9" w:rsidR="00CB69DD" w:rsidRPr="00370955" w:rsidRDefault="00CB69DD" w:rsidP="00CB69DD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Respecter les périmètres de sécurité et le balisage</w:t>
            </w:r>
          </w:p>
        </w:tc>
        <w:tc>
          <w:tcPr>
            <w:tcW w:w="924" w:type="dxa"/>
            <w:shd w:val="clear" w:color="auto" w:fill="auto"/>
          </w:tcPr>
          <w:p w14:paraId="4328F5CF" w14:textId="77777777" w:rsidR="00CB69DD" w:rsidRDefault="00CB69DD" w:rsidP="00CB69DD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C939A41" w14:textId="77777777" w:rsidR="00CB69DD" w:rsidRDefault="00CB69DD" w:rsidP="00CB69DD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71255D9" w14:textId="377DB4F3" w:rsidR="00CB69DD" w:rsidRPr="00370955" w:rsidRDefault="00CB69DD" w:rsidP="00CB69DD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7F16B6C0" w14:textId="77777777" w:rsidR="00CB69DD" w:rsidRDefault="00CB69DD" w:rsidP="00CB69DD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C612CBA" w14:textId="77777777" w:rsidR="00CB69DD" w:rsidRDefault="00CB69DD" w:rsidP="00CB69DD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53EC8D6" w14:textId="7591907E" w:rsidR="00CB69DD" w:rsidRDefault="00CB69DD" w:rsidP="00CB69DD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5741CD4" w14:textId="256DED8C" w:rsidR="00CB69DD" w:rsidRPr="00370955" w:rsidRDefault="00CB69DD" w:rsidP="00CB69DD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14:paraId="00B590BF" w14:textId="77777777" w:rsidR="00367CC0" w:rsidRDefault="00367CC0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367CC0" w:rsidRPr="001A0DD3" w14:paraId="2CD252F7" w14:textId="77777777" w:rsidTr="00367CC0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3D14B91C" w14:textId="77777777" w:rsidR="00367CC0" w:rsidRPr="00BD06C1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bookmarkStart w:id="4" w:name="_Hlk117690896"/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5F0E38FE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3FAD4F9A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76D38CED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367CC0" w:rsidRPr="00E15553" w14:paraId="1296A72E" w14:textId="77777777" w:rsidTr="00367CC0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1BC592BE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059B41AB" w14:textId="77777777" w:rsidR="00367CC0" w:rsidRPr="001A0DD3" w:rsidRDefault="00367CC0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3032EAE7" w14:textId="77777777" w:rsidR="00367CC0" w:rsidRPr="001C1E96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2C6A7916" w14:textId="77777777" w:rsidR="00367CC0" w:rsidRPr="001C1E96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0BB3FA51" w14:textId="77777777" w:rsidR="00367CC0" w:rsidRPr="00E15553" w:rsidRDefault="00367CC0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bookmarkEnd w:id="4"/>
      <w:tr w:rsidR="00352E07" w:rsidRPr="002E05F3" w14:paraId="1EBFDCA3" w14:textId="77777777" w:rsidTr="00367CC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5B763D2F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786D29D2" w14:textId="2627AF21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4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5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0473CC6C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EEA516E" w14:textId="621616C1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Circulation au sol sur le chantier, terrain inondable, boueux.</w:t>
            </w:r>
          </w:p>
        </w:tc>
        <w:tc>
          <w:tcPr>
            <w:tcW w:w="2115" w:type="dxa"/>
            <w:shd w:val="clear" w:color="auto" w:fill="auto"/>
          </w:tcPr>
          <w:p w14:paraId="4E42B16B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Glissade, basculage des engins utilisés pour effectuer le chargement/déchargement du matériel</w:t>
            </w:r>
          </w:p>
        </w:tc>
        <w:tc>
          <w:tcPr>
            <w:tcW w:w="1675" w:type="dxa"/>
            <w:shd w:val="clear" w:color="auto" w:fill="auto"/>
          </w:tcPr>
          <w:p w14:paraId="59378DDA" w14:textId="66FDDE9E" w:rsidR="000959DC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-Sabler/C</w:t>
            </w:r>
            <w:r w:rsidRPr="002E05F3">
              <w:rPr>
                <w:rFonts w:ascii="Liberation Serif" w:hAnsi="Liberation Serif"/>
                <w:sz w:val="18"/>
              </w:rPr>
              <w:t>onsolider le sol de la zone de travail</w:t>
            </w:r>
            <w:r>
              <w:rPr>
                <w:rFonts w:ascii="Liberation Serif" w:hAnsi="Liberation Serif"/>
                <w:sz w:val="18"/>
              </w:rPr>
              <w:t xml:space="preserve"> </w:t>
            </w:r>
          </w:p>
          <w:p w14:paraId="345247C3" w14:textId="77777777" w:rsidR="00CB69DD" w:rsidRDefault="00CB69D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F9D2225" w14:textId="50549DD3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Porter les EPI appropriés, </w:t>
            </w:r>
          </w:p>
          <w:p w14:paraId="7A33E232" w14:textId="13689908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</w:p>
        </w:tc>
        <w:tc>
          <w:tcPr>
            <w:tcW w:w="924" w:type="dxa"/>
            <w:shd w:val="clear" w:color="auto" w:fill="auto"/>
          </w:tcPr>
          <w:p w14:paraId="12ACE6BE" w14:textId="77777777" w:rsidR="00CB69DD" w:rsidRDefault="00CB69DD" w:rsidP="00CB69DD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C2D85AD" w14:textId="77777777" w:rsidR="00DF065D" w:rsidRDefault="00DF065D" w:rsidP="00CB69DD">
            <w:pPr>
              <w:spacing w:before="60"/>
              <w:rPr>
                <w:rFonts w:ascii="Liberation Serif" w:hAnsi="Liberation Serif"/>
              </w:rPr>
            </w:pPr>
          </w:p>
          <w:p w14:paraId="0E79686D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7958566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376E2216" w14:textId="77777777" w:rsidR="00CB69DD" w:rsidRDefault="00CB69DD" w:rsidP="00CB69DD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E2B8042" w14:textId="0D3D85A9" w:rsidR="00352E07" w:rsidRDefault="00352E07" w:rsidP="00CB69DD">
            <w:pPr>
              <w:spacing w:before="60"/>
              <w:rPr>
                <w:rFonts w:ascii="Liberation Serif" w:hAnsi="Liberation Serif"/>
              </w:rPr>
            </w:pPr>
          </w:p>
          <w:p w14:paraId="5BD00EC7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5E43487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5AB83A66" w14:textId="77777777" w:rsidTr="00367CC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1801888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6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6A39DF89" w14:textId="604550DE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Circulation de niveau, travaux en hauteur (</w:t>
            </w:r>
            <w:r w:rsidR="000959DC" w:rsidRPr="00AE5620">
              <w:rPr>
                <w:rFonts w:ascii="Liberation Serif" w:hAnsi="Liberation Serif"/>
                <w:sz w:val="18"/>
              </w:rPr>
              <w:t xml:space="preserve">dénivellation </w:t>
            </w:r>
            <w:r w:rsidRPr="00AE5620">
              <w:rPr>
                <w:rFonts w:ascii="Liberation Serif" w:hAnsi="Liberation Serif"/>
                <w:sz w:val="18"/>
              </w:rPr>
              <w:t xml:space="preserve">fouilles, escaliers, </w:t>
            </w:r>
            <w:r w:rsidR="000959DC" w:rsidRPr="00AE5620">
              <w:rPr>
                <w:rFonts w:ascii="Liberation Serif" w:hAnsi="Liberation Serif"/>
                <w:sz w:val="18"/>
              </w:rPr>
              <w:t xml:space="preserve">charpentes, </w:t>
            </w:r>
            <w:r w:rsidRPr="00AE5620">
              <w:rPr>
                <w:rFonts w:ascii="Liberation Serif" w:hAnsi="Liberation Serif"/>
                <w:sz w:val="18"/>
              </w:rPr>
              <w:t>toitures, plafonds, échelles, échafaudage etc</w:t>
            </w:r>
            <w:r w:rsidR="000959DC" w:rsidRPr="00AE5620">
              <w:rPr>
                <w:rFonts w:ascii="Liberation Serif" w:hAnsi="Liberation Serif"/>
                <w:sz w:val="18"/>
              </w:rPr>
              <w:t>…</w:t>
            </w:r>
            <w:r w:rsidRPr="00AE5620">
              <w:rPr>
                <w:rFonts w:ascii="Liberation Serif" w:hAnsi="Liberation Serif"/>
                <w:sz w:val="18"/>
              </w:rPr>
              <w:t>)</w:t>
            </w:r>
          </w:p>
        </w:tc>
        <w:tc>
          <w:tcPr>
            <w:tcW w:w="2115" w:type="dxa"/>
            <w:shd w:val="clear" w:color="auto" w:fill="auto"/>
          </w:tcPr>
          <w:p w14:paraId="49418B92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Chute</w:t>
            </w:r>
          </w:p>
        </w:tc>
        <w:tc>
          <w:tcPr>
            <w:tcW w:w="1675" w:type="dxa"/>
            <w:shd w:val="clear" w:color="auto" w:fill="auto"/>
          </w:tcPr>
          <w:p w14:paraId="72944317" w14:textId="5E3C457D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</w:t>
            </w:r>
            <w:r w:rsidR="00352E07">
              <w:rPr>
                <w:rFonts w:ascii="Liberation Serif" w:hAnsi="Liberation Serif"/>
                <w:sz w:val="18"/>
              </w:rPr>
              <w:t xml:space="preserve"> 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adéquats, </w:t>
            </w:r>
          </w:p>
          <w:p w14:paraId="3CDECE81" w14:textId="34768615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Définir préalablement les chemins de circulation,</w:t>
            </w:r>
          </w:p>
          <w:p w14:paraId="4AA4FC29" w14:textId="42029EC8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Marcher avec précaution sur les toitures et les charpentes,</w:t>
            </w:r>
          </w:p>
          <w:p w14:paraId="5BA52766" w14:textId="77777777" w:rsidR="00352E07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Blinder les fouilles</w:t>
            </w:r>
          </w:p>
          <w:p w14:paraId="366A8DCE" w14:textId="241F30F0" w:rsidR="00DF065D" w:rsidRPr="002E05F3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30CEFAAB" w14:textId="3476E485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0298873" w14:textId="64647E3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E4AE708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3677EC4" w14:textId="77777777" w:rsidR="000959DC" w:rsidRDefault="000959DC" w:rsidP="000959DC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93EFBF5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F733C01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5CF0700" w14:textId="77777777" w:rsidR="000959DC" w:rsidRDefault="000959DC" w:rsidP="00DF065D">
            <w:pPr>
              <w:spacing w:before="60"/>
              <w:rPr>
                <w:rFonts w:ascii="Liberation Serif" w:hAnsi="Liberation Serif"/>
              </w:rPr>
            </w:pPr>
          </w:p>
          <w:p w14:paraId="1C092C38" w14:textId="6B4356BB" w:rsidR="00352E07" w:rsidRPr="002E05F3" w:rsidRDefault="00352E07" w:rsidP="000959DC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26F21AF1" w14:textId="0CB30984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B80C96B" w14:textId="26BBFE1E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5107C20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10044AD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257725E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1FCB71F8" w14:textId="4942BB61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E87CFFF" w14:textId="77777777" w:rsidR="000959DC" w:rsidRDefault="000959DC" w:rsidP="00DF065D">
            <w:pPr>
              <w:spacing w:before="60"/>
              <w:rPr>
                <w:rFonts w:ascii="Liberation Serif" w:hAnsi="Liberation Serif"/>
              </w:rPr>
            </w:pPr>
          </w:p>
          <w:p w14:paraId="5ADFE745" w14:textId="224C91F3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31729B28" w14:textId="77777777" w:rsidTr="00367CC0">
        <w:trPr>
          <w:trHeight w:val="133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68A55051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eACocher6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7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9071788" w14:textId="77777777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Mécanismes en mouvement (machines, appareils, etc.)</w:t>
            </w:r>
          </w:p>
        </w:tc>
        <w:tc>
          <w:tcPr>
            <w:tcW w:w="2115" w:type="dxa"/>
            <w:shd w:val="clear" w:color="auto" w:fill="auto"/>
          </w:tcPr>
          <w:p w14:paraId="101E89A9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Liée à l’utilisation spécifique de la machine</w:t>
            </w:r>
          </w:p>
        </w:tc>
        <w:tc>
          <w:tcPr>
            <w:tcW w:w="1675" w:type="dxa"/>
            <w:shd w:val="clear" w:color="auto" w:fill="auto"/>
          </w:tcPr>
          <w:p w14:paraId="7E93D648" w14:textId="11632FC2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089089B6" w14:textId="252BE7A4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Respecter des consignes d’utilisation du constructeur du mécanisme,</w:t>
            </w:r>
          </w:p>
          <w:p w14:paraId="2BFFC0D8" w14:textId="206240F8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 adéquats</w:t>
            </w:r>
          </w:p>
        </w:tc>
        <w:tc>
          <w:tcPr>
            <w:tcW w:w="924" w:type="dxa"/>
            <w:shd w:val="clear" w:color="auto" w:fill="auto"/>
          </w:tcPr>
          <w:p w14:paraId="526A388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D95DB04" w14:textId="290F7E3A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8FFD2F0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63668741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94C1AA8" w14:textId="313BEFAD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F1CB113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BF0968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7A74DDD" w14:textId="7AC1E810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747CAA59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862DEEC" w14:textId="50089659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40EA9B9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38066F5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191FB91" w14:textId="6F5FA66C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B306A0D" w14:textId="3B6165DD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28DB3EA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0BE4FC4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86CCFF3" w14:textId="69E56771" w:rsidR="00DF065D" w:rsidRPr="002E05F3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</w:tc>
      </w:tr>
      <w:tr w:rsidR="00352E07" w:rsidRPr="002E05F3" w14:paraId="143EABA1" w14:textId="77777777" w:rsidTr="00367CC0">
        <w:trPr>
          <w:trHeight w:val="1211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14B72D5E" w14:textId="77777777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7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8"/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52542ED6" w14:textId="77777777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Outils portatifs, électriques, pneumatiques (perceuses, meuleuses, marteaux-piqueurs, tronçonneuses, …)</w:t>
            </w:r>
          </w:p>
        </w:tc>
        <w:tc>
          <w:tcPr>
            <w:tcW w:w="2115" w:type="dxa"/>
            <w:shd w:val="clear" w:color="auto" w:fill="auto"/>
          </w:tcPr>
          <w:p w14:paraId="0295B0B9" w14:textId="77777777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Liée à l’utilisation spécifique de l’outillage, projections, éclatements</w:t>
            </w:r>
          </w:p>
        </w:tc>
        <w:tc>
          <w:tcPr>
            <w:tcW w:w="1675" w:type="dxa"/>
            <w:shd w:val="clear" w:color="auto" w:fill="auto"/>
          </w:tcPr>
          <w:p w14:paraId="43A948AD" w14:textId="2FFAAA3C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5055F9C7" w14:textId="4F3A40C8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Respecter les consignes d’utilisation du constructeur,</w:t>
            </w:r>
          </w:p>
          <w:p w14:paraId="0D5C2B7A" w14:textId="65964273" w:rsidR="00352E07" w:rsidRPr="00FF5CA9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>
              <w:rPr>
                <w:rFonts w:ascii="Liberation Serif" w:hAnsi="Liberation Serif"/>
                <w:sz w:val="18"/>
              </w:rPr>
              <w:t>Porter les EPI adéquats,</w:t>
            </w:r>
          </w:p>
        </w:tc>
        <w:tc>
          <w:tcPr>
            <w:tcW w:w="924" w:type="dxa"/>
            <w:shd w:val="clear" w:color="auto" w:fill="auto"/>
          </w:tcPr>
          <w:p w14:paraId="23FC952E" w14:textId="044E98CC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64889D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BF3BF7B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105AD3F" w14:textId="6DF2525D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E293D87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3AE8C1A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1D42261" w14:textId="1F2A453A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1237AA93" w14:textId="37DE1FF5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F7CBBB7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C9779E1" w14:textId="77777777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A2B9A95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ED5B4E2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5AAD40F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5D62B0E" w14:textId="7789345D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0B25046E" w14:textId="77777777" w:rsidR="00DF065D" w:rsidRDefault="00DF065D">
      <w:r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203"/>
        <w:gridCol w:w="2607"/>
        <w:gridCol w:w="1675"/>
        <w:gridCol w:w="924"/>
        <w:gridCol w:w="911"/>
      </w:tblGrid>
      <w:tr w:rsidR="00DF065D" w:rsidRPr="001A0DD3" w14:paraId="623A502D" w14:textId="77777777" w:rsidTr="00665613">
        <w:tc>
          <w:tcPr>
            <w:tcW w:w="3404" w:type="dxa"/>
            <w:gridSpan w:val="2"/>
            <w:vMerge w:val="restart"/>
            <w:shd w:val="clear" w:color="auto" w:fill="BDD6EE"/>
            <w:vAlign w:val="center"/>
          </w:tcPr>
          <w:p w14:paraId="7A77432F" w14:textId="77777777" w:rsidR="00DF065D" w:rsidRPr="00BD06C1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bookmarkStart w:id="9" w:name="_Hlk142300552"/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607" w:type="dxa"/>
            <w:vMerge w:val="restart"/>
            <w:shd w:val="clear" w:color="auto" w:fill="BDD6EE"/>
            <w:vAlign w:val="center"/>
          </w:tcPr>
          <w:p w14:paraId="4C5964F9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1C838AE3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7D73E58D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DF065D" w:rsidRPr="00E15553" w14:paraId="3116632A" w14:textId="77777777" w:rsidTr="00665613">
        <w:tc>
          <w:tcPr>
            <w:tcW w:w="3404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7222B539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607" w:type="dxa"/>
            <w:vMerge/>
            <w:shd w:val="clear" w:color="auto" w:fill="BDD6EE"/>
            <w:vAlign w:val="center"/>
          </w:tcPr>
          <w:p w14:paraId="388F349B" w14:textId="77777777" w:rsidR="00DF065D" w:rsidRPr="001A0DD3" w:rsidRDefault="00DF065D" w:rsidP="004C2E77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68E20389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41AE87D2" w14:textId="77777777" w:rsidR="00DF065D" w:rsidRPr="001C1E96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5F9D5017" w14:textId="77777777" w:rsidR="00DF065D" w:rsidRPr="00E15553" w:rsidRDefault="00DF065D" w:rsidP="004C2E77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bookmarkEnd w:id="9"/>
      <w:tr w:rsidR="00352E07" w:rsidRPr="002E05F3" w14:paraId="636AC6FC" w14:textId="77777777" w:rsidTr="00665613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0274B0D6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033BF5FD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434AF669" w14:textId="51B0B5D1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203" w:type="dxa"/>
            <w:tcBorders>
              <w:left w:val="nil"/>
            </w:tcBorders>
            <w:shd w:val="clear" w:color="auto" w:fill="auto"/>
          </w:tcPr>
          <w:p w14:paraId="1C874A9D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A1BED15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2DDBF974" w14:textId="0D463996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Chutes d’objets en stockage (manutention, travaux en hauteur)</w:t>
            </w:r>
          </w:p>
        </w:tc>
        <w:tc>
          <w:tcPr>
            <w:tcW w:w="2607" w:type="dxa"/>
            <w:shd w:val="clear" w:color="auto" w:fill="auto"/>
          </w:tcPr>
          <w:p w14:paraId="1FD426F7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5A60BA6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AFDB2C7" w14:textId="28E78A01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Chutes, chocs</w:t>
            </w:r>
          </w:p>
        </w:tc>
        <w:tc>
          <w:tcPr>
            <w:tcW w:w="1675" w:type="dxa"/>
            <w:shd w:val="clear" w:color="auto" w:fill="auto"/>
          </w:tcPr>
          <w:p w14:paraId="21C05BC1" w14:textId="50803169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6B8CBE79" w14:textId="60F457BE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Manipuler les objets avec précaution,</w:t>
            </w:r>
          </w:p>
          <w:p w14:paraId="11740D1D" w14:textId="18D7029F" w:rsidR="00352E07" w:rsidRPr="002E05F3" w:rsidRDefault="000959DC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 adéquats</w:t>
            </w:r>
          </w:p>
        </w:tc>
        <w:tc>
          <w:tcPr>
            <w:tcW w:w="924" w:type="dxa"/>
            <w:shd w:val="clear" w:color="auto" w:fill="auto"/>
          </w:tcPr>
          <w:p w14:paraId="1F450C1C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C27CD68" w14:textId="4271DF1B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588E44E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DFFC748" w14:textId="0FAB417B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7FBC78D" w14:textId="77777777" w:rsidR="000959DC" w:rsidRPr="002E05F3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88CC6FC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6FA97455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BBA835F" w14:textId="52E0DBB0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758BDB1" w14:textId="77777777" w:rsidR="000959DC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D4E9479" w14:textId="51234B15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2043CD2" w14:textId="77777777" w:rsidR="000959DC" w:rsidRPr="002E05F3" w:rsidRDefault="000959DC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AA2D24E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352E07" w:rsidRPr="002E05F3" w14:paraId="1BCE9603" w14:textId="77777777" w:rsidTr="00665613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71A9E6EA" w14:textId="77777777" w:rsidR="00DF065D" w:rsidRDefault="00DF065D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1260AAC9" w14:textId="3146514E" w:rsidR="00352E07" w:rsidRPr="002E05F3" w:rsidRDefault="00352E07" w:rsidP="00352E07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9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0"/>
          </w:p>
        </w:tc>
        <w:tc>
          <w:tcPr>
            <w:tcW w:w="2203" w:type="dxa"/>
            <w:tcBorders>
              <w:left w:val="nil"/>
            </w:tcBorders>
            <w:shd w:val="clear" w:color="auto" w:fill="auto"/>
          </w:tcPr>
          <w:p w14:paraId="20066B12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1A71601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21849074" w14:textId="1E0C8716" w:rsidR="00352E07" w:rsidRPr="00AE5620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Emploi de produits chimiques</w:t>
            </w:r>
          </w:p>
        </w:tc>
        <w:tc>
          <w:tcPr>
            <w:tcW w:w="2607" w:type="dxa"/>
            <w:shd w:val="clear" w:color="auto" w:fill="auto"/>
          </w:tcPr>
          <w:p w14:paraId="529A1041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6ABB17E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87B05A0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75A664CA" w14:textId="13C505C5" w:rsidR="00352E07" w:rsidRPr="002E05F3" w:rsidRDefault="00352E07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Projections dangereuses, brûlures, explosion, inhalation, pollution</w:t>
            </w:r>
          </w:p>
        </w:tc>
        <w:tc>
          <w:tcPr>
            <w:tcW w:w="1675" w:type="dxa"/>
            <w:shd w:val="clear" w:color="auto" w:fill="auto"/>
          </w:tcPr>
          <w:p w14:paraId="17317F9E" w14:textId="77777777" w:rsidR="00DF065D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B75917F" w14:textId="2E5893F9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Porter les EPI adéquats,</w:t>
            </w:r>
          </w:p>
          <w:p w14:paraId="385B6F35" w14:textId="724F170C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Respecter les temps d’exposition aux produits dangereux,</w:t>
            </w:r>
          </w:p>
          <w:p w14:paraId="26C61554" w14:textId="5F342F0E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Interdire le rejet des produits toxiques dans les égouts ou la nature,</w:t>
            </w:r>
          </w:p>
          <w:p w14:paraId="182CFF86" w14:textId="1DC1F0C4" w:rsidR="00352E07" w:rsidRPr="002E05F3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>Connaitre l’emplacement des points d’eau,</w:t>
            </w:r>
          </w:p>
          <w:p w14:paraId="624197A5" w14:textId="77777777" w:rsidR="00352E07" w:rsidRDefault="00383C08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bCs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52E07" w:rsidRPr="002E05F3">
              <w:rPr>
                <w:rFonts w:ascii="Liberation Serif" w:hAnsi="Liberation Serif"/>
                <w:sz w:val="18"/>
              </w:rPr>
              <w:t xml:space="preserve">Fournir les </w:t>
            </w:r>
            <w:r w:rsidR="003D52AF" w:rsidRPr="003D52AF">
              <w:rPr>
                <w:rFonts w:ascii="Liberation Serif" w:hAnsi="Liberation Serif"/>
                <w:b/>
                <w:bCs/>
                <w:sz w:val="18"/>
              </w:rPr>
              <w:t>f</w:t>
            </w:r>
            <w:r w:rsidR="00352E07" w:rsidRPr="003D52AF">
              <w:rPr>
                <w:rFonts w:ascii="Liberation Serif" w:hAnsi="Liberation Serif"/>
                <w:b/>
                <w:bCs/>
                <w:sz w:val="18"/>
              </w:rPr>
              <w:t>ic</w:t>
            </w:r>
            <w:r w:rsidR="00352E07" w:rsidRPr="002E05F3">
              <w:rPr>
                <w:rFonts w:ascii="Liberation Serif" w:hAnsi="Liberation Serif"/>
                <w:b/>
                <w:sz w:val="18"/>
              </w:rPr>
              <w:t xml:space="preserve">hes de sécurité </w:t>
            </w:r>
            <w:r w:rsidR="00352E07" w:rsidRPr="003D52AF">
              <w:rPr>
                <w:rFonts w:ascii="Liberation Serif" w:hAnsi="Liberation Serif"/>
                <w:bCs/>
                <w:sz w:val="18"/>
              </w:rPr>
              <w:t>(FDS)</w:t>
            </w:r>
          </w:p>
          <w:p w14:paraId="11538083" w14:textId="60F997CE" w:rsidR="00DF065D" w:rsidRPr="002E05F3" w:rsidRDefault="00DF065D" w:rsidP="00352E07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48FF24E9" w14:textId="77777777" w:rsidR="00DF065D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B75EA58" w14:textId="09637EAB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EF129DF" w14:textId="77777777" w:rsidR="00383C08" w:rsidRDefault="00383C08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5AC1A1F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74041F4" w14:textId="77777777" w:rsidR="00383C08" w:rsidRDefault="00383C08" w:rsidP="00383C08">
            <w:pPr>
              <w:rPr>
                <w:rFonts w:ascii="Liberation Serif" w:hAnsi="Liberation Serif"/>
              </w:rPr>
            </w:pPr>
          </w:p>
          <w:p w14:paraId="6F9BA684" w14:textId="6CB502FB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150055F" w14:textId="7936B3D4" w:rsidR="00352E07" w:rsidRDefault="00352E07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29DBD28" w14:textId="386E8C29" w:rsidR="00383C08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0403D891" w14:textId="77777777" w:rsidR="00383C08" w:rsidRPr="002E05F3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5EAEB3F" w14:textId="77777777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485C7C0" w14:textId="77777777" w:rsidR="00383C08" w:rsidRDefault="00383C08" w:rsidP="00DF065D">
            <w:pPr>
              <w:rPr>
                <w:rFonts w:ascii="Liberation Serif" w:hAnsi="Liberation Serif"/>
              </w:rPr>
            </w:pPr>
          </w:p>
          <w:p w14:paraId="5C8526DA" w14:textId="2EB302F9" w:rsidR="00352E07" w:rsidRPr="002E05F3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1DB5107F" w14:textId="77777777" w:rsidR="00DF065D" w:rsidRDefault="00DF065D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B305AE6" w14:textId="7F37E0B9" w:rsidR="00352E07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9F9BC2E" w14:textId="77777777" w:rsidR="00383C08" w:rsidRDefault="00383C08" w:rsidP="00352E07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91C245E" w14:textId="77777777" w:rsidR="00352E07" w:rsidRPr="002E05F3" w:rsidRDefault="00352E07" w:rsidP="00352E07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712D3D1" w14:textId="77777777" w:rsidR="00383C08" w:rsidRDefault="00383C08" w:rsidP="00383C08">
            <w:pPr>
              <w:rPr>
                <w:rFonts w:ascii="Liberation Serif" w:hAnsi="Liberation Serif"/>
              </w:rPr>
            </w:pPr>
          </w:p>
          <w:p w14:paraId="35B8A7F0" w14:textId="772F27B2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80F77AF" w14:textId="2297D3B9" w:rsidR="00352E07" w:rsidRDefault="00352E07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5A217A8" w14:textId="26724B65" w:rsidR="00383C08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09C3207C" w14:textId="77777777" w:rsidR="00383C08" w:rsidRPr="002E05F3" w:rsidRDefault="00383C08" w:rsidP="00352E07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46F31B7" w14:textId="77777777" w:rsidR="00352E07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E695035" w14:textId="77777777" w:rsidR="00383C08" w:rsidRDefault="00383C08" w:rsidP="00DF065D">
            <w:pPr>
              <w:rPr>
                <w:rFonts w:ascii="Liberation Serif" w:hAnsi="Liberation Serif"/>
              </w:rPr>
            </w:pPr>
          </w:p>
          <w:p w14:paraId="65DAF3F9" w14:textId="3B4CDA8E" w:rsidR="00352E07" w:rsidRPr="002E05F3" w:rsidRDefault="00352E07" w:rsidP="00352E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ED19EF" w14:paraId="308BC4F3" w14:textId="77777777" w:rsidTr="00665613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24AD74AC" w14:textId="77777777" w:rsidR="00ED19EF" w:rsidRDefault="00ED19EF" w:rsidP="00336856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2D61B02B" w14:textId="77777777" w:rsidR="00ED19EF" w:rsidRDefault="00ED19EF" w:rsidP="00336856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203" w:type="dxa"/>
            <w:tcBorders>
              <w:left w:val="nil"/>
            </w:tcBorders>
            <w:shd w:val="clear" w:color="auto" w:fill="auto"/>
          </w:tcPr>
          <w:p w14:paraId="17B0389E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E78B474" w14:textId="77777777" w:rsidR="00ED19EF" w:rsidRPr="00AE5620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Ambiance physique (bruit, éclairage, chaleur, froid, poussière, rayonnement, etc.)</w:t>
            </w:r>
          </w:p>
        </w:tc>
        <w:tc>
          <w:tcPr>
            <w:tcW w:w="2607" w:type="dxa"/>
            <w:shd w:val="clear" w:color="auto" w:fill="auto"/>
          </w:tcPr>
          <w:p w14:paraId="57AFA2AD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0800AD34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Fort niveau sonore possible lors du fonctionnement groupe électrogène, de machines, d’outils, d’engins de terrassement ou pendant démolition</w:t>
            </w:r>
          </w:p>
          <w:p w14:paraId="1D015C04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Insuffisance d’éclairage</w:t>
            </w:r>
          </w:p>
          <w:p w14:paraId="5833BACD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39230E6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Locaux à haute ou basse température</w:t>
            </w:r>
          </w:p>
        </w:tc>
        <w:tc>
          <w:tcPr>
            <w:tcW w:w="1675" w:type="dxa"/>
            <w:shd w:val="clear" w:color="auto" w:fill="auto"/>
          </w:tcPr>
          <w:p w14:paraId="2A6ACD02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5E479D51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Porter un casque antibruit selon la durée de l’exposition en fonction de la réglementation en vigueur,</w:t>
            </w:r>
          </w:p>
          <w:p w14:paraId="7C6B1339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Exécuter les travaux la nuit</w:t>
            </w:r>
          </w:p>
          <w:p w14:paraId="32CD7A01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Mettre en place des éclairages d’appoint</w:t>
            </w:r>
          </w:p>
          <w:p w14:paraId="0FCE3B6D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 xml:space="preserve">-Porter les </w:t>
            </w:r>
            <w:r w:rsidRPr="00AE5620">
              <w:rPr>
                <w:rFonts w:ascii="Liberation Serif" w:hAnsi="Liberation Serif"/>
                <w:b/>
                <w:bCs/>
                <w:sz w:val="18"/>
              </w:rPr>
              <w:t>EPI adéquats</w:t>
            </w:r>
          </w:p>
        </w:tc>
        <w:tc>
          <w:tcPr>
            <w:tcW w:w="924" w:type="dxa"/>
            <w:shd w:val="clear" w:color="auto" w:fill="auto"/>
          </w:tcPr>
          <w:p w14:paraId="75CA8DE0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6B1BCF0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BAA390D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C5B76EB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BEE155A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7B5DA76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68AC69F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4F28EDD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85F8A9A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4551960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FBB5324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407148B2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4FEAC7B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92BC007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E72A21D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EC1F6A4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21FF60C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F2F2FF5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04F9EBF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989EFEF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BC688E6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A7EE108" w14:textId="53C6575B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</w:tbl>
    <w:p w14:paraId="08E713FF" w14:textId="7D0F7E55" w:rsidR="00DF065D" w:rsidRDefault="00ED19EF">
      <w:r>
        <w:t xml:space="preserve"> </w:t>
      </w:r>
      <w:r w:rsidR="00DF065D">
        <w:br w:type="page"/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345"/>
        <w:gridCol w:w="2465"/>
        <w:gridCol w:w="1675"/>
        <w:gridCol w:w="924"/>
        <w:gridCol w:w="911"/>
      </w:tblGrid>
      <w:tr w:rsidR="00ED19EF" w:rsidRPr="001A0DD3" w14:paraId="17FC8F91" w14:textId="77777777" w:rsidTr="00665613">
        <w:tc>
          <w:tcPr>
            <w:tcW w:w="3546" w:type="dxa"/>
            <w:gridSpan w:val="2"/>
            <w:vMerge w:val="restart"/>
            <w:shd w:val="clear" w:color="auto" w:fill="BDD6EE"/>
            <w:vAlign w:val="center"/>
          </w:tcPr>
          <w:p w14:paraId="39852418" w14:textId="77777777" w:rsidR="00ED19EF" w:rsidRPr="00BD06C1" w:rsidRDefault="00ED19EF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  <w:bookmarkStart w:id="11" w:name="_Hlk142302768"/>
            <w:bookmarkStart w:id="12" w:name="_Hlk142303290"/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465" w:type="dxa"/>
            <w:vMerge w:val="restart"/>
            <w:shd w:val="clear" w:color="auto" w:fill="BDD6EE"/>
            <w:vAlign w:val="center"/>
          </w:tcPr>
          <w:p w14:paraId="43C69099" w14:textId="77777777" w:rsidR="00ED19EF" w:rsidRPr="001A0DD3" w:rsidRDefault="00ED19EF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33A61C4B" w14:textId="77777777" w:rsidR="00ED19EF" w:rsidRPr="001A0DD3" w:rsidRDefault="00ED19EF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06983381" w14:textId="77777777" w:rsidR="00ED19EF" w:rsidRPr="001A0DD3" w:rsidRDefault="00ED19EF" w:rsidP="00336856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ED19EF" w:rsidRPr="00E15553" w14:paraId="7564F834" w14:textId="77777777" w:rsidTr="00665613">
        <w:tc>
          <w:tcPr>
            <w:tcW w:w="354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4F1C6DE4" w14:textId="77777777" w:rsidR="00ED19EF" w:rsidRPr="001A0DD3" w:rsidRDefault="00ED19EF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465" w:type="dxa"/>
            <w:vMerge/>
            <w:shd w:val="clear" w:color="auto" w:fill="BDD6EE"/>
            <w:vAlign w:val="center"/>
          </w:tcPr>
          <w:p w14:paraId="10B090DC" w14:textId="77777777" w:rsidR="00ED19EF" w:rsidRPr="001A0DD3" w:rsidRDefault="00ED19EF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60B1F0E8" w14:textId="77777777" w:rsidR="00ED19EF" w:rsidRPr="001C1E96" w:rsidRDefault="00ED19EF" w:rsidP="00336856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2573DBD6" w14:textId="77777777" w:rsidR="00ED19EF" w:rsidRPr="001C1E96" w:rsidRDefault="00ED19EF" w:rsidP="00336856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68C55544" w14:textId="77777777" w:rsidR="00ED19EF" w:rsidRPr="00E15553" w:rsidRDefault="00ED19EF" w:rsidP="00336856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bookmarkEnd w:id="11"/>
      <w:tr w:rsidR="003D52AF" w:rsidRPr="002E05F3" w14:paraId="2F522237" w14:textId="77777777" w:rsidTr="00665613">
        <w:trPr>
          <w:trHeight w:val="219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24971EE3" w14:textId="77777777" w:rsidR="00DF065D" w:rsidRDefault="00DF065D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08A2BA0E" w14:textId="70DB3542" w:rsidR="003D52AF" w:rsidRPr="002E05F3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2345" w:type="dxa"/>
            <w:tcBorders>
              <w:left w:val="nil"/>
            </w:tcBorders>
            <w:shd w:val="clear" w:color="auto" w:fill="auto"/>
          </w:tcPr>
          <w:p w14:paraId="6D4450C3" w14:textId="77777777" w:rsidR="00DF065D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65C86B73" w14:textId="23A78920" w:rsidR="003D52AF" w:rsidRPr="00AE5620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Manutention manuelle</w:t>
            </w:r>
          </w:p>
        </w:tc>
        <w:tc>
          <w:tcPr>
            <w:tcW w:w="2465" w:type="dxa"/>
            <w:shd w:val="clear" w:color="auto" w:fill="auto"/>
          </w:tcPr>
          <w:p w14:paraId="54CEF5BD" w14:textId="77777777" w:rsidR="003D52AF" w:rsidRPr="002E05F3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Port de charges</w:t>
            </w:r>
          </w:p>
        </w:tc>
        <w:tc>
          <w:tcPr>
            <w:tcW w:w="1675" w:type="dxa"/>
            <w:shd w:val="clear" w:color="auto" w:fill="auto"/>
          </w:tcPr>
          <w:p w14:paraId="22B64122" w14:textId="4A70EB5A" w:rsidR="003D52AF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>
              <w:rPr>
                <w:rFonts w:ascii="Liberation Serif" w:hAnsi="Liberation Serif"/>
                <w:sz w:val="18"/>
              </w:rPr>
              <w:t>Formation gestes et postures/PRAP</w:t>
            </w:r>
          </w:p>
          <w:p w14:paraId="1F259EE2" w14:textId="77777777" w:rsidR="003D52AF" w:rsidRDefault="00AE5620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="003D52AF">
              <w:rPr>
                <w:rFonts w:ascii="Liberation Serif" w:hAnsi="Liberation Serif"/>
                <w:sz w:val="18"/>
              </w:rPr>
              <w:t>Adapter la charge /port à plusieurs</w:t>
            </w:r>
          </w:p>
          <w:p w14:paraId="44ED774A" w14:textId="14B5D7D4" w:rsidR="00DF065D" w:rsidRPr="002E05F3" w:rsidRDefault="00DF065D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650625BA" w14:textId="009B6616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4A80047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7E2343A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7BFA5EDF" w14:textId="1C1F9D08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3D7F6CE" w14:textId="77777777" w:rsidR="00AE5620" w:rsidRDefault="00AE5620" w:rsidP="003D52A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F168DFE" w14:textId="77777777" w:rsidR="003D52AF" w:rsidRPr="002E05F3" w:rsidRDefault="003D52AF" w:rsidP="003D52A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ED19EF" w:rsidRPr="002E05F3" w14:paraId="32C3C9AA" w14:textId="77777777" w:rsidTr="00665613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350377AE" w14:textId="6F73E88B" w:rsidR="00ED19EF" w:rsidRPr="002E05F3" w:rsidRDefault="00ED19EF" w:rsidP="00ED19EF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4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3"/>
          </w:p>
        </w:tc>
        <w:tc>
          <w:tcPr>
            <w:tcW w:w="2345" w:type="dxa"/>
            <w:tcBorders>
              <w:left w:val="nil"/>
            </w:tcBorders>
            <w:shd w:val="clear" w:color="auto" w:fill="auto"/>
          </w:tcPr>
          <w:p w14:paraId="61130D73" w14:textId="25FC8A54" w:rsidR="00ED19EF" w:rsidRPr="00AE5620" w:rsidRDefault="00ED19EF" w:rsidP="00ED19E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AE5620">
              <w:rPr>
                <w:rFonts w:ascii="Liberation Serif" w:hAnsi="Liberation Serif"/>
                <w:sz w:val="18"/>
              </w:rPr>
              <w:t>Accès aux véhicules spéciaux</w:t>
            </w:r>
          </w:p>
        </w:tc>
        <w:tc>
          <w:tcPr>
            <w:tcW w:w="2465" w:type="dxa"/>
            <w:shd w:val="clear" w:color="auto" w:fill="auto"/>
          </w:tcPr>
          <w:p w14:paraId="32F7DA4E" w14:textId="7256BEEE" w:rsidR="00ED19EF" w:rsidRPr="002E05F3" w:rsidRDefault="00ED19EF" w:rsidP="00ED19EF">
            <w:pPr>
              <w:spacing w:beforeLines="20" w:before="48" w:afterLines="20" w:after="48"/>
              <w:jc w:val="left"/>
              <w:rPr>
                <w:rFonts w:ascii="Liberation Serif" w:hAnsi="Liberation Serif"/>
              </w:rPr>
            </w:pPr>
            <w:r w:rsidRPr="002E05F3">
              <w:rPr>
                <w:rFonts w:ascii="Liberation Serif" w:hAnsi="Liberation Serif"/>
                <w:sz w:val="18"/>
              </w:rPr>
              <w:t>Collision et dangers spécifiques liés à chaque véhicule, incendie</w:t>
            </w:r>
            <w:r>
              <w:rPr>
                <w:rFonts w:ascii="Liberation Serif" w:hAnsi="Liberation Serif"/>
                <w:sz w:val="18"/>
              </w:rPr>
              <w:t>.</w:t>
            </w:r>
          </w:p>
        </w:tc>
        <w:tc>
          <w:tcPr>
            <w:tcW w:w="1675" w:type="dxa"/>
            <w:shd w:val="clear" w:color="auto" w:fill="auto"/>
          </w:tcPr>
          <w:p w14:paraId="45ED2CE3" w14:textId="77777777" w:rsidR="00ED19EF" w:rsidRPr="002E05F3" w:rsidRDefault="00ED19EF" w:rsidP="00ED19E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Interdit</w:t>
            </w:r>
          </w:p>
          <w:p w14:paraId="36DFED1D" w14:textId="77777777" w:rsidR="00ED19EF" w:rsidRDefault="00ED19EF" w:rsidP="00ED19E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Respecter les périmètres de sécurité et le balisage</w:t>
            </w:r>
          </w:p>
          <w:p w14:paraId="3EA1ADEC" w14:textId="04E7A68D" w:rsidR="00ED19EF" w:rsidRPr="002E05F3" w:rsidRDefault="00ED19EF" w:rsidP="00ED19EF">
            <w:pPr>
              <w:jc w:val="left"/>
              <w:rPr>
                <w:rFonts w:ascii="Liberation Serif" w:hAnsi="Liberation Serif"/>
                <w:sz w:val="18"/>
              </w:rPr>
            </w:pPr>
          </w:p>
        </w:tc>
        <w:tc>
          <w:tcPr>
            <w:tcW w:w="924" w:type="dxa"/>
            <w:shd w:val="clear" w:color="auto" w:fill="auto"/>
          </w:tcPr>
          <w:p w14:paraId="34FE5CAC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D361205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65F884F" w14:textId="3E5E13FF" w:rsidR="00ED19EF" w:rsidRPr="002E05F3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28ED20A2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C09B381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93D6120" w14:textId="0B382EBD" w:rsidR="00ED19EF" w:rsidRPr="002E05F3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665613" w:rsidRPr="00FF5CA9" w14:paraId="7EB7E9D9" w14:textId="77777777" w:rsidTr="00665613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080D681" w14:textId="77777777" w:rsidR="00ED19EF" w:rsidRDefault="00ED19EF" w:rsidP="00336856">
            <w:pPr>
              <w:spacing w:beforeLines="60" w:before="144"/>
              <w:jc w:val="left"/>
              <w:rPr>
                <w:rFonts w:ascii="Liberation Serif" w:hAnsi="Liberation Serif"/>
              </w:rPr>
            </w:pPr>
          </w:p>
          <w:p w14:paraId="29B1F758" w14:textId="77777777" w:rsidR="00ED19EF" w:rsidRPr="002E05F3" w:rsidRDefault="00ED19EF" w:rsidP="00336856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2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4"/>
          </w:p>
        </w:tc>
        <w:tc>
          <w:tcPr>
            <w:tcW w:w="23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B6AB4B3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37A306AD" w14:textId="77777777" w:rsidR="00ED19EF" w:rsidRP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Electricité, intervention sur basse et haute tension, tout organe d’ordre électrique et à proximité des lignes électriques</w:t>
            </w:r>
          </w:p>
        </w:tc>
        <w:tc>
          <w:tcPr>
            <w:tcW w:w="2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43F7EA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</w:p>
          <w:p w14:paraId="3E8A700C" w14:textId="77777777" w:rsidR="00ED19EF" w:rsidRP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Electrisation, électrocution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FF9645C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 xml:space="preserve">Respecter la signalisation, </w:t>
            </w:r>
          </w:p>
          <w:p w14:paraId="7D8BFBC1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 xml:space="preserve">Respecter la réglementation en matière de sécurité du travail, </w:t>
            </w:r>
          </w:p>
          <w:p w14:paraId="7E460F40" w14:textId="77777777" w:rsidR="00ED19EF" w:rsidRPr="002E05F3" w:rsidRDefault="00ED19EF" w:rsidP="00ED19E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Raccordement de l’outillage portatif sur des PC protégées par différentiel 30 mA,</w:t>
            </w:r>
          </w:p>
          <w:p w14:paraId="60C3F911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 xml:space="preserve">Posséder </w:t>
            </w:r>
            <w:r w:rsidRPr="00ED19EF">
              <w:rPr>
                <w:rFonts w:ascii="Liberation Serif" w:hAnsi="Liberation Serif"/>
                <w:sz w:val="18"/>
              </w:rPr>
              <w:t>l’habilitation adéquate</w:t>
            </w:r>
            <w:r w:rsidRPr="002E05F3">
              <w:rPr>
                <w:rFonts w:ascii="Liberation Serif" w:hAnsi="Liberation Serif"/>
                <w:sz w:val="18"/>
              </w:rPr>
              <w:t xml:space="preserve"> selon la norme UTE 18510,</w:t>
            </w:r>
          </w:p>
          <w:p w14:paraId="5936F3E4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 xml:space="preserve">Porter les </w:t>
            </w:r>
            <w:r w:rsidRPr="00ED19EF">
              <w:rPr>
                <w:rFonts w:ascii="Liberation Serif" w:hAnsi="Liberation Serif"/>
                <w:sz w:val="18"/>
              </w:rPr>
              <w:t>EPI adéquats</w:t>
            </w:r>
          </w:p>
          <w:p w14:paraId="2C374F31" w14:textId="77777777" w:rsidR="00ED19EF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Travailler à deux sur haute tension</w:t>
            </w:r>
          </w:p>
          <w:p w14:paraId="60E5CAB7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-Signaler tout problème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9EA5FF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3530778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3526CA6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0C1EDEEB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75AA336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B33FDD1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49CEFC9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3A7E4B2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AFD6DC3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3768974D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281270F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FC44C3A" w14:textId="77777777" w:rsidR="00ED19EF" w:rsidRPr="002E05F3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8AD4ED8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0BB6A564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78F39689" w14:textId="77777777" w:rsidR="00ED19EF" w:rsidRPr="00FF5CA9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E3023A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6D939AC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68643B6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7E0A138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1F959DD0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9D3FE71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64D512A2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D38CC08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6F8406C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CCC5031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52D434A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547B3F67" w14:textId="77777777" w:rsidR="00ED19EF" w:rsidRPr="002E05F3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173C443D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7E128843" w14:textId="77777777" w:rsidR="00ED19EF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280263B5" w14:textId="77777777" w:rsidR="00ED19EF" w:rsidRPr="00FF5CA9" w:rsidRDefault="00ED19EF" w:rsidP="00ED19EF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tr w:rsidR="00665613" w:rsidRPr="002E05F3" w14:paraId="36C70219" w14:textId="77777777" w:rsidTr="00665613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1A810C8" w14:textId="77777777" w:rsidR="00ED19EF" w:rsidRPr="002E05F3" w:rsidRDefault="00ED19EF" w:rsidP="00336856">
            <w:pPr>
              <w:spacing w:beforeLines="60" w:before="144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13"/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  <w:bookmarkEnd w:id="15"/>
          </w:p>
        </w:tc>
        <w:tc>
          <w:tcPr>
            <w:tcW w:w="23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7989E99" w14:textId="77777777" w:rsidR="00ED19EF" w:rsidRPr="00AE5620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AE5620">
              <w:rPr>
                <w:rFonts w:ascii="Liberation Serif" w:hAnsi="Liberation Serif"/>
                <w:sz w:val="18"/>
              </w:rPr>
              <w:t>Chargement, déchargement des véhicules</w:t>
            </w:r>
          </w:p>
        </w:tc>
        <w:tc>
          <w:tcPr>
            <w:tcW w:w="2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093A89" w14:textId="77777777" w:rsidR="00ED19EF" w:rsidRPr="009649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 w:rsidRPr="002E05F3">
              <w:rPr>
                <w:rFonts w:ascii="Liberation Serif" w:hAnsi="Liberation Serif"/>
                <w:sz w:val="18"/>
              </w:rPr>
              <w:t>Chutes d’objets, écrasement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176347" w14:textId="77777777" w:rsidR="00ED19EF" w:rsidRPr="002E05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Respect de la réglementation en matière de sécurité du travail</w:t>
            </w:r>
          </w:p>
          <w:p w14:paraId="3248558A" w14:textId="77777777" w:rsidR="00ED19EF" w:rsidRPr="009649F3" w:rsidRDefault="00ED19EF" w:rsidP="00336856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</w:rPr>
            </w:pPr>
            <w:r>
              <w:rPr>
                <w:rFonts w:ascii="Liberation Serif" w:hAnsi="Liberation Serif"/>
                <w:sz w:val="18"/>
              </w:rPr>
              <w:t>-</w:t>
            </w:r>
            <w:r w:rsidRPr="002E05F3">
              <w:rPr>
                <w:rFonts w:ascii="Liberation Serif" w:hAnsi="Liberation Serif"/>
                <w:sz w:val="18"/>
              </w:rPr>
              <w:t>Etablir des protocoles de chargement et déchargement avec les sous-traitants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C065232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398C1172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4D860E9E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AEB92D3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A6C70CF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308BF8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6A76699B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  <w:p w14:paraId="5BBE4835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2DE4FE7C" w14:textId="77777777" w:rsidR="00ED19EF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</w:p>
          <w:p w14:paraId="45039DBC" w14:textId="77777777" w:rsidR="00ED19EF" w:rsidRPr="002E05F3" w:rsidRDefault="00ED19EF" w:rsidP="00336856">
            <w:pPr>
              <w:spacing w:before="6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Liberation Serif" w:hAnsi="Liberation Serif"/>
              </w:rPr>
              <w:instrText xml:space="preserve"> FORMCHECKBOX </w:instrText>
            </w:r>
            <w:r w:rsidR="00092050">
              <w:rPr>
                <w:rFonts w:ascii="Liberation Serif" w:hAnsi="Liberation Serif"/>
              </w:rPr>
            </w:r>
            <w:r w:rsidR="00092050">
              <w:rPr>
                <w:rFonts w:ascii="Liberation Serif" w:hAnsi="Liberation Serif"/>
              </w:rPr>
              <w:fldChar w:fldCharType="separate"/>
            </w:r>
            <w:r>
              <w:rPr>
                <w:rFonts w:ascii="Liberation Serif" w:hAnsi="Liberation Serif"/>
              </w:rPr>
              <w:fldChar w:fldCharType="end"/>
            </w:r>
          </w:p>
        </w:tc>
      </w:tr>
      <w:bookmarkEnd w:id="12"/>
    </w:tbl>
    <w:p w14:paraId="32F4D076" w14:textId="4409A455" w:rsidR="00DF065D" w:rsidRDefault="00DF065D"/>
    <w:p w14:paraId="40F22925" w14:textId="59E83CA4" w:rsidR="00ED19EF" w:rsidRDefault="00ED19EF"/>
    <w:p w14:paraId="3D6B58AA" w14:textId="5A35399D" w:rsidR="00ED19EF" w:rsidRDefault="00ED19EF"/>
    <w:p w14:paraId="46F01D4B" w14:textId="04A0973F" w:rsidR="00ED19EF" w:rsidRDefault="00ED19EF"/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665613" w:rsidRPr="001A0DD3" w14:paraId="36AE01E8" w14:textId="77777777" w:rsidTr="00336856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49D4087B" w14:textId="77777777" w:rsidR="00665613" w:rsidRPr="00BD06C1" w:rsidRDefault="00665613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lastRenderedPageBreak/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66563DB5" w14:textId="77777777" w:rsidR="00665613" w:rsidRPr="001A0DD3" w:rsidRDefault="00665613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158A3F98" w14:textId="77777777" w:rsidR="00665613" w:rsidRPr="001A0DD3" w:rsidRDefault="00665613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73B660D7" w14:textId="77777777" w:rsidR="00665613" w:rsidRPr="001A0DD3" w:rsidRDefault="00665613" w:rsidP="00336856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665613" w:rsidRPr="00E15553" w14:paraId="4A6229C7" w14:textId="77777777" w:rsidTr="00336856">
        <w:tc>
          <w:tcPr>
            <w:tcW w:w="3896" w:type="dxa"/>
            <w:gridSpan w:val="2"/>
            <w:vMerge/>
            <w:tcBorders>
              <w:bottom w:val="single" w:sz="2" w:space="0" w:color="auto"/>
            </w:tcBorders>
            <w:shd w:val="clear" w:color="auto" w:fill="BDD6EE"/>
            <w:vAlign w:val="center"/>
          </w:tcPr>
          <w:p w14:paraId="4C8BE70A" w14:textId="77777777" w:rsidR="00665613" w:rsidRPr="001A0DD3" w:rsidRDefault="00665613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2E2B4898" w14:textId="77777777" w:rsidR="00665613" w:rsidRPr="001A0DD3" w:rsidRDefault="00665613" w:rsidP="00336856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4D8CC084" w14:textId="77777777" w:rsidR="00665613" w:rsidRPr="001C1E96" w:rsidRDefault="00665613" w:rsidP="00336856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2BC264DE" w14:textId="77777777" w:rsidR="00665613" w:rsidRPr="001C1E96" w:rsidRDefault="00665613" w:rsidP="00336856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5BA4551D" w14:textId="77777777" w:rsidR="00665613" w:rsidRPr="00E15553" w:rsidRDefault="00665613" w:rsidP="00336856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tr w:rsidR="00665613" w:rsidRPr="002E05F3" w14:paraId="0851E720" w14:textId="77777777" w:rsidTr="00336856">
        <w:trPr>
          <w:trHeight w:val="219"/>
        </w:trPr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601508F" w14:textId="733444B6" w:rsidR="00665613" w:rsidRPr="00370955" w:rsidRDefault="00665613" w:rsidP="00665613">
            <w:pPr>
              <w:spacing w:beforeLines="60" w:before="144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br w:type="pag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A0D4B67" w14:textId="3559BBC8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Utilisation de chalumeaux oxyacétyléniques, bouteilles gaz comprimés et soudure à l’arc</w:t>
            </w:r>
          </w:p>
        </w:tc>
        <w:tc>
          <w:tcPr>
            <w:tcW w:w="2115" w:type="dxa"/>
            <w:shd w:val="clear" w:color="auto" w:fill="auto"/>
          </w:tcPr>
          <w:p w14:paraId="5B1289E7" w14:textId="7AA52A98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Brûlures et explosions</w:t>
            </w:r>
          </w:p>
        </w:tc>
        <w:tc>
          <w:tcPr>
            <w:tcW w:w="1675" w:type="dxa"/>
            <w:shd w:val="clear" w:color="auto" w:fill="auto"/>
          </w:tcPr>
          <w:p w14:paraId="2D5FF352" w14:textId="77777777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-Interdire de travailler à proximité des réservoirs et alimentations carburant de groupes électrogènes,</w:t>
            </w:r>
          </w:p>
          <w:p w14:paraId="55064C0E" w14:textId="77777777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 xml:space="preserve">-Rédiger obligatoirement un </w:t>
            </w:r>
            <w:r w:rsidRPr="00370955">
              <w:rPr>
                <w:rFonts w:ascii="Liberation Serif" w:hAnsi="Liberation Serif"/>
                <w:b/>
                <w:bCs/>
                <w:sz w:val="16"/>
                <w:szCs w:val="16"/>
              </w:rPr>
              <w:t>permis de feu</w:t>
            </w:r>
            <w:r w:rsidRPr="00370955">
              <w:rPr>
                <w:rFonts w:ascii="Liberation Serif" w:hAnsi="Liberation Serif"/>
                <w:sz w:val="16"/>
                <w:szCs w:val="16"/>
              </w:rPr>
              <w:t>,</w:t>
            </w:r>
          </w:p>
          <w:p w14:paraId="46F2596D" w14:textId="6DA0A8EC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-Connaitre l’emplacement des extincteurs</w:t>
            </w:r>
          </w:p>
        </w:tc>
        <w:tc>
          <w:tcPr>
            <w:tcW w:w="924" w:type="dxa"/>
            <w:shd w:val="clear" w:color="auto" w:fill="auto"/>
          </w:tcPr>
          <w:p w14:paraId="2FAE4618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BC3C476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3054B01F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BF55327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D83DA5B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65CB112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D01DB7A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0B4DAC4B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06FD3430" w14:textId="3DD76BF9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5B845C38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7FD2C12F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534A170B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C62DB49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78354A3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6452D83D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93E92FF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509A1D9F" w14:textId="77777777" w:rsidR="00665613" w:rsidRPr="00370955" w:rsidRDefault="00665613" w:rsidP="00665613">
            <w:pPr>
              <w:spacing w:before="60"/>
              <w:rPr>
                <w:rFonts w:ascii="Liberation Serif" w:hAnsi="Liberation Serif"/>
                <w:sz w:val="16"/>
                <w:szCs w:val="16"/>
              </w:rPr>
            </w:pPr>
          </w:p>
          <w:p w14:paraId="3DC6A26C" w14:textId="436F4690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</w:tr>
      <w:tr w:rsidR="00665613" w:rsidRPr="002E05F3" w14:paraId="0F5DDD8A" w14:textId="77777777" w:rsidTr="00336856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91C5A97" w14:textId="78EB97AD" w:rsidR="00665613" w:rsidRPr="00370955" w:rsidRDefault="00665613" w:rsidP="00665613">
            <w:pPr>
              <w:spacing w:beforeLines="60" w:before="144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5FCC33E3" w14:textId="4659FD8A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Accès aux chantiers d’autres entreprises</w:t>
            </w:r>
          </w:p>
        </w:tc>
        <w:tc>
          <w:tcPr>
            <w:tcW w:w="2115" w:type="dxa"/>
            <w:shd w:val="clear" w:color="auto" w:fill="auto"/>
          </w:tcPr>
          <w:p w14:paraId="37EF6DEC" w14:textId="61DD6671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Risques liés à la nature de chaque chantier</w:t>
            </w:r>
          </w:p>
        </w:tc>
        <w:tc>
          <w:tcPr>
            <w:tcW w:w="1675" w:type="dxa"/>
            <w:shd w:val="clear" w:color="auto" w:fill="auto"/>
          </w:tcPr>
          <w:p w14:paraId="05AFEC06" w14:textId="77777777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-Interdit</w:t>
            </w:r>
          </w:p>
          <w:p w14:paraId="17912D72" w14:textId="48FE5608" w:rsidR="00665613" w:rsidRPr="00370955" w:rsidRDefault="00665613" w:rsidP="00665613">
            <w:pPr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-Respecter les périmètres de sécurité et le balisage</w:t>
            </w:r>
          </w:p>
        </w:tc>
        <w:tc>
          <w:tcPr>
            <w:tcW w:w="924" w:type="dxa"/>
            <w:shd w:val="clear" w:color="auto" w:fill="auto"/>
          </w:tcPr>
          <w:p w14:paraId="427AE73C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0005B8E6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85B9EA0" w14:textId="769309B2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39F1B449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089E34E2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70BFF66E" w14:textId="385F7CD9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</w:tr>
      <w:tr w:rsidR="00665613" w:rsidRPr="00FF5CA9" w14:paraId="5C1C4F22" w14:textId="77777777" w:rsidTr="00336856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2A4C76EF" w14:textId="3DF1EA51" w:rsidR="00665613" w:rsidRPr="00370955" w:rsidRDefault="00665613" w:rsidP="00665613">
            <w:pPr>
              <w:spacing w:beforeLines="60" w:before="144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402C97" w14:textId="791B8003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Manutention mécanisée (ponts roulants, chariots, grues, engins élingage levage, monte-charge, etc.)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2D0CE3C" w14:textId="77777777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Circulation de chariots élévateurs à proximité du chantier, renversement de piétons, accrochage de l’échafaudage</w:t>
            </w:r>
          </w:p>
          <w:p w14:paraId="5FB73D4C" w14:textId="2F0AF7CA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E70CA20" w14:textId="77777777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-Baliser les chantiers par des barrières rigides et de la rubalise,</w:t>
            </w:r>
          </w:p>
          <w:p w14:paraId="739C5A0C" w14:textId="1806E646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-Posséder l’</w:t>
            </w:r>
            <w:r w:rsidRPr="00370955">
              <w:rPr>
                <w:rFonts w:ascii="Liberation Serif" w:hAnsi="Liberation Serif"/>
                <w:b/>
                <w:bCs/>
                <w:sz w:val="16"/>
                <w:szCs w:val="16"/>
              </w:rPr>
              <w:t>autorisation de conduite</w:t>
            </w:r>
            <w:r w:rsidRPr="00370955">
              <w:rPr>
                <w:rFonts w:ascii="Liberation Serif" w:hAnsi="Liberation Serif"/>
                <w:sz w:val="16"/>
                <w:szCs w:val="16"/>
              </w:rPr>
              <w:t xml:space="preserve"> adéquate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4CC06BE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22B8F19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6C1D9775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85B0E50" w14:textId="46485A7D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77D966F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8010D32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3B640E15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7CBC3A7A" w14:textId="087D0A15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</w:tr>
      <w:tr w:rsidR="00665613" w:rsidRPr="002E05F3" w14:paraId="643F6DEE" w14:textId="77777777" w:rsidTr="00336856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4514AC16" w14:textId="755C0452" w:rsidR="00665613" w:rsidRPr="00370955" w:rsidRDefault="00665613" w:rsidP="00665613">
            <w:pPr>
              <w:spacing w:beforeLines="60" w:before="144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1A8E93" w14:textId="41E1E840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Travaux en hauteur (charpentes, toitures, bardages, etc…) 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6DC7B4A" w14:textId="5E76FDA0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Chutes et tous dommages liés à la chute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85627AB" w14:textId="77777777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-Utiliser un échafaudage/nacelle conforme à la réglementation, échelles en état,</w:t>
            </w:r>
          </w:p>
          <w:p w14:paraId="0D1348A7" w14:textId="5C3C960C" w:rsidR="00665613" w:rsidRPr="00370955" w:rsidRDefault="00665613" w:rsidP="00665613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-Porter un harnais de sécurité et fournir l’</w:t>
            </w:r>
            <w:r w:rsidRPr="00370955">
              <w:rPr>
                <w:rFonts w:ascii="Liberation Serif" w:hAnsi="Liberation Serif"/>
                <w:b/>
                <w:bCs/>
                <w:sz w:val="16"/>
                <w:szCs w:val="16"/>
              </w:rPr>
              <w:t>attestation de formation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0095FC8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72AC4C0D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56EE8B1A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185B525E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7BC168B4" w14:textId="0273A589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EAD715E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6EE31530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18B0BDD0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F6E9347" w14:textId="7777777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62334734" w14:textId="6014E5E7" w:rsidR="00665613" w:rsidRPr="00370955" w:rsidRDefault="00665613" w:rsidP="00665613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</w:tr>
      <w:tr w:rsidR="00370955" w:rsidRPr="002E05F3" w14:paraId="092EE58D" w14:textId="77777777" w:rsidTr="00336856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0687AF09" w14:textId="04E04FCB" w:rsidR="00370955" w:rsidRPr="00370955" w:rsidRDefault="00370955" w:rsidP="00370955">
            <w:pPr>
              <w:spacing w:beforeLines="60" w:before="144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529FF9" w14:textId="2C61DE36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Incendie (explosion, fumées, radiations etc…)</w:t>
            </w: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2CFD3AB" w14:textId="419691B0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Inflammation et explosion de poussières</w:t>
            </w: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F83A82" w14:textId="485FDF22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-Interdiction de fumer sur le site excepté dans les zones dédiées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0FFFF29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22E982F1" w14:textId="17EC7946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F540CD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735118BC" w14:textId="0CC3F88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</w:tr>
      <w:tr w:rsidR="00370955" w:rsidRPr="002E05F3" w14:paraId="6F5D996A" w14:textId="77777777" w:rsidTr="00336856">
        <w:tc>
          <w:tcPr>
            <w:tcW w:w="1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</w:tcPr>
          <w:p w14:paraId="55219CD3" w14:textId="74D35B9C" w:rsidR="00370955" w:rsidRPr="00370955" w:rsidRDefault="00370955" w:rsidP="00370955">
            <w:pPr>
              <w:spacing w:beforeLines="60" w:before="144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2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6E6349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Travaux de nuit/travailleur isolé</w:t>
            </w:r>
          </w:p>
          <w:p w14:paraId="058A3581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E3CBDA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Fatigue, isolement, risques liés à la méconnaissance des lieux</w:t>
            </w:r>
          </w:p>
          <w:p w14:paraId="22334A17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2102610" w14:textId="77777777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-Faire respecter les périodes de travail et les périodes de repos,</w:t>
            </w:r>
          </w:p>
          <w:p w14:paraId="24AE1EFC" w14:textId="309112AC" w:rsidR="00370955" w:rsidRPr="00370955" w:rsidRDefault="00370955" w:rsidP="00370955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t>-Donner des consignes appropriées au travailleur isolé</w:t>
            </w:r>
          </w:p>
        </w:tc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88628AD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DD346AB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0D4AF573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0FB702C3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46E78017" w14:textId="7AF1BF5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74657E8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50A716F4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  <w:p w14:paraId="352866E8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6A00AB12" w14:textId="77777777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</w:p>
          <w:p w14:paraId="3A29C454" w14:textId="36AFB4BF" w:rsidR="00370955" w:rsidRPr="00370955" w:rsidRDefault="00370955" w:rsidP="00370955">
            <w:pPr>
              <w:spacing w:before="6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0955">
              <w:rPr>
                <w:rFonts w:ascii="Liberation Serif" w:hAnsi="Liberation Serif"/>
                <w:sz w:val="16"/>
                <w:szCs w:val="16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6"/>
                <w:szCs w:val="16"/>
              </w:rPr>
            </w:r>
            <w:r w:rsidR="00092050">
              <w:rPr>
                <w:rFonts w:ascii="Liberation Serif" w:hAnsi="Liberation Serif"/>
                <w:sz w:val="16"/>
                <w:szCs w:val="16"/>
              </w:rPr>
              <w:fldChar w:fldCharType="separate"/>
            </w:r>
            <w:r w:rsidRPr="00370955">
              <w:rPr>
                <w:rFonts w:ascii="Liberation Serif" w:hAnsi="Liberation Serif"/>
                <w:sz w:val="16"/>
                <w:szCs w:val="16"/>
              </w:rPr>
              <w:fldChar w:fldCharType="end"/>
            </w:r>
          </w:p>
        </w:tc>
      </w:tr>
    </w:tbl>
    <w:p w14:paraId="12096D5F" w14:textId="77777777" w:rsidR="00370955" w:rsidRDefault="00370955"/>
    <w:p w14:paraId="64DC6903" w14:textId="77777777" w:rsidR="00370955" w:rsidRDefault="00370955">
      <w:pPr>
        <w:spacing w:before="0" w:after="0" w:line="240" w:lineRule="auto"/>
        <w:jc w:val="left"/>
      </w:pPr>
      <w:r>
        <w:br w:type="page"/>
      </w:r>
    </w:p>
    <w:p w14:paraId="070E1D10" w14:textId="0EB585D8" w:rsidR="00DF065D" w:rsidRDefault="00665613">
      <w:r>
        <w:lastRenderedPageBreak/>
        <w:t xml:space="preserve"> </w:t>
      </w:r>
    </w:p>
    <w:tbl>
      <w:tblPr>
        <w:tblW w:w="0" w:type="auto"/>
        <w:tblInd w:w="2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201"/>
        <w:gridCol w:w="2695"/>
        <w:gridCol w:w="2115"/>
        <w:gridCol w:w="1675"/>
        <w:gridCol w:w="924"/>
        <w:gridCol w:w="911"/>
      </w:tblGrid>
      <w:tr w:rsidR="003D52AF" w:rsidRPr="001A0DD3" w14:paraId="01953E98" w14:textId="77777777" w:rsidTr="00AE5620">
        <w:tc>
          <w:tcPr>
            <w:tcW w:w="3896" w:type="dxa"/>
            <w:gridSpan w:val="2"/>
            <w:vMerge w:val="restart"/>
            <w:shd w:val="clear" w:color="auto" w:fill="BDD6EE"/>
            <w:vAlign w:val="center"/>
          </w:tcPr>
          <w:p w14:paraId="2728B3A1" w14:textId="77777777" w:rsidR="003D52AF" w:rsidRPr="00BD06C1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Domaine des risques</w:t>
            </w:r>
          </w:p>
        </w:tc>
        <w:tc>
          <w:tcPr>
            <w:tcW w:w="2115" w:type="dxa"/>
            <w:vMerge w:val="restart"/>
            <w:shd w:val="clear" w:color="auto" w:fill="BDD6EE"/>
            <w:vAlign w:val="center"/>
          </w:tcPr>
          <w:p w14:paraId="5F7FFFFA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Nature des risques</w:t>
            </w:r>
          </w:p>
        </w:tc>
        <w:tc>
          <w:tcPr>
            <w:tcW w:w="1675" w:type="dxa"/>
            <w:vMerge w:val="restart"/>
            <w:shd w:val="clear" w:color="auto" w:fill="BDD6EE"/>
            <w:vAlign w:val="center"/>
          </w:tcPr>
          <w:p w14:paraId="4C8C0784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  <w:r w:rsidRPr="001A0DD3">
              <w:rPr>
                <w:rFonts w:ascii="Liberation Serif" w:hAnsi="Liberation Serif"/>
                <w:b/>
              </w:rPr>
              <w:t>Mesures de prévention</w:t>
            </w:r>
          </w:p>
        </w:tc>
        <w:tc>
          <w:tcPr>
            <w:tcW w:w="1835" w:type="dxa"/>
            <w:gridSpan w:val="2"/>
            <w:shd w:val="clear" w:color="auto" w:fill="BDD6EE"/>
            <w:vAlign w:val="center"/>
          </w:tcPr>
          <w:p w14:paraId="330929CC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</w:rPr>
            </w:pPr>
            <w:r w:rsidRPr="001A0DD3">
              <w:rPr>
                <w:rFonts w:ascii="Liberation Serif" w:hAnsi="Liberation Serif"/>
                <w:b/>
              </w:rPr>
              <w:t xml:space="preserve">Action réalisée par : </w:t>
            </w:r>
          </w:p>
        </w:tc>
      </w:tr>
      <w:tr w:rsidR="003D52AF" w:rsidRPr="00E15553" w14:paraId="052F4908" w14:textId="77777777" w:rsidTr="00AE5620">
        <w:tc>
          <w:tcPr>
            <w:tcW w:w="3896" w:type="dxa"/>
            <w:gridSpan w:val="2"/>
            <w:vMerge/>
            <w:shd w:val="clear" w:color="auto" w:fill="BDD6EE"/>
            <w:vAlign w:val="center"/>
          </w:tcPr>
          <w:p w14:paraId="558F0BA2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5" w:type="dxa"/>
            <w:vMerge/>
            <w:shd w:val="clear" w:color="auto" w:fill="BDD6EE"/>
            <w:vAlign w:val="center"/>
          </w:tcPr>
          <w:p w14:paraId="6BBE2B74" w14:textId="77777777" w:rsidR="003D52AF" w:rsidRPr="001A0DD3" w:rsidRDefault="003D52AF" w:rsidP="003D52AF">
            <w:pPr>
              <w:spacing w:before="60" w:after="6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75" w:type="dxa"/>
            <w:vMerge/>
            <w:shd w:val="clear" w:color="auto" w:fill="BDD6EE"/>
          </w:tcPr>
          <w:p w14:paraId="7995F221" w14:textId="77777777" w:rsidR="003D52AF" w:rsidRPr="001C1E9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clear" w:color="auto" w:fill="BDD6EE"/>
            <w:vAlign w:val="center"/>
          </w:tcPr>
          <w:p w14:paraId="0876D8E6" w14:textId="77777777" w:rsidR="003D52AF" w:rsidRPr="001C1E9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1C1E96">
              <w:rPr>
                <w:rFonts w:ascii="Liberation Serif" w:hAnsi="Liberation Serif"/>
                <w:b/>
                <w:sz w:val="18"/>
                <w:szCs w:val="18"/>
              </w:rPr>
              <w:t>EU</w:t>
            </w:r>
          </w:p>
        </w:tc>
        <w:tc>
          <w:tcPr>
            <w:tcW w:w="911" w:type="dxa"/>
            <w:shd w:val="clear" w:color="auto" w:fill="BDD6EE"/>
            <w:vAlign w:val="center"/>
          </w:tcPr>
          <w:p w14:paraId="526B9B3D" w14:textId="77777777" w:rsidR="003D52AF" w:rsidRPr="00E15553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E15553">
              <w:rPr>
                <w:rFonts w:ascii="Liberation Serif" w:hAnsi="Liberation Serif"/>
                <w:b/>
                <w:sz w:val="18"/>
                <w:szCs w:val="18"/>
              </w:rPr>
              <w:t>EE</w:t>
            </w:r>
          </w:p>
        </w:tc>
      </w:tr>
      <w:tr w:rsidR="003D52AF" w:rsidRPr="00F40CE6" w14:paraId="3770B9F7" w14:textId="77777777" w:rsidTr="00AE5620">
        <w:trPr>
          <w:trHeight w:val="1961"/>
        </w:trPr>
        <w:tc>
          <w:tcPr>
            <w:tcW w:w="3896" w:type="dxa"/>
            <w:gridSpan w:val="2"/>
            <w:shd w:val="clear" w:color="auto" w:fill="FFFFFF"/>
          </w:tcPr>
          <w:p w14:paraId="02117188" w14:textId="0C8722C4" w:rsidR="003D52AF" w:rsidRPr="00F40CE6" w:rsidRDefault="003D52AF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  <w:r w:rsidRPr="00F40CE6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r>
              <w:rPr>
                <w:rFonts w:ascii="Liberation Serif" w:hAnsi="Liberation Serif"/>
                <w:sz w:val="18"/>
                <w:szCs w:val="18"/>
              </w:rPr>
              <w:t xml:space="preserve">                    </w:t>
            </w:r>
            <w:r w:rsidRPr="00F40CE6">
              <w:rPr>
                <w:rFonts w:ascii="Liberation Serif" w:hAnsi="Liberation Serif"/>
                <w:sz w:val="18"/>
                <w:szCs w:val="18"/>
              </w:rPr>
              <w:t>Circulation liée à l’évacuation</w:t>
            </w:r>
          </w:p>
        </w:tc>
        <w:tc>
          <w:tcPr>
            <w:tcW w:w="2115" w:type="dxa"/>
            <w:shd w:val="clear" w:color="auto" w:fill="FFFFFF"/>
          </w:tcPr>
          <w:p w14:paraId="723D15AA" w14:textId="77777777" w:rsidR="003D52AF" w:rsidRPr="00F40CE6" w:rsidRDefault="003D52AF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t>Stockage, encombrement des cheminements d’évacuation Empêchement d’une évacuation fluide</w:t>
            </w:r>
          </w:p>
        </w:tc>
        <w:tc>
          <w:tcPr>
            <w:tcW w:w="1675" w:type="dxa"/>
            <w:shd w:val="clear" w:color="auto" w:fill="FFFFFF"/>
          </w:tcPr>
          <w:p w14:paraId="2C7521DB" w14:textId="18F00344" w:rsidR="003D52AF" w:rsidRPr="00F40CE6" w:rsidRDefault="00AE5620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F40CE6">
              <w:rPr>
                <w:rFonts w:ascii="Liberation Serif" w:hAnsi="Liberation Serif"/>
                <w:sz w:val="18"/>
                <w:szCs w:val="18"/>
              </w:rPr>
              <w:t>Étudier la possibilité d’effectuer les travaux en dehors des heures d’ouverture</w:t>
            </w:r>
          </w:p>
          <w:p w14:paraId="24A0AC25" w14:textId="4ABA00CC" w:rsidR="003D52AF" w:rsidRPr="00F40CE6" w:rsidRDefault="00AE5620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F40CE6">
              <w:rPr>
                <w:rFonts w:ascii="Liberation Serif" w:hAnsi="Liberation Serif"/>
                <w:sz w:val="18"/>
                <w:szCs w:val="18"/>
              </w:rPr>
              <w:t>Stocker le matériel en dehors des chemins d’évacuation</w:t>
            </w:r>
          </w:p>
          <w:p w14:paraId="42F8DC43" w14:textId="5CBD7BAF" w:rsidR="003D52AF" w:rsidRPr="00F40CE6" w:rsidRDefault="00AE5620" w:rsidP="003D52AF">
            <w:pPr>
              <w:spacing w:before="60" w:after="60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F40CE6">
              <w:rPr>
                <w:rFonts w:ascii="Liberation Serif" w:hAnsi="Liberation Serif"/>
                <w:sz w:val="18"/>
                <w:szCs w:val="18"/>
              </w:rPr>
              <w:t>Laisser les issues de secours vacantes</w:t>
            </w:r>
          </w:p>
        </w:tc>
        <w:tc>
          <w:tcPr>
            <w:tcW w:w="924" w:type="dxa"/>
            <w:shd w:val="clear" w:color="auto" w:fill="FFFFFF"/>
          </w:tcPr>
          <w:p w14:paraId="3D3BC072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026C17E" w14:textId="3418FA01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9D9DFBB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668E46C" w14:textId="67C6B68F" w:rsidR="003D52AF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D5674B3" w14:textId="08C7CE53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442EAB7" w14:textId="77777777" w:rsidR="00AE5620" w:rsidRPr="00F40CE6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10FD4C2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1761E1EF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754B19A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1253DEE" w14:textId="76EB98E0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911" w:type="dxa"/>
            <w:shd w:val="clear" w:color="auto" w:fill="FFFFFF"/>
          </w:tcPr>
          <w:p w14:paraId="5598F39D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CC59E77" w14:textId="3852A53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345D0E41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0F890FA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C19191E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150E199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ADEBDF6" w14:textId="29E56B44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1E2A32A7" w14:textId="77777777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1A398EF" w14:textId="77777777" w:rsidR="00AE5620" w:rsidRDefault="00AE5620" w:rsidP="003D52AF">
            <w:pPr>
              <w:spacing w:before="60" w:after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3E5F18E" w14:textId="172E2DE6" w:rsidR="003D52AF" w:rsidRPr="00F40CE6" w:rsidRDefault="003D52AF" w:rsidP="003D52AF">
            <w:pPr>
              <w:spacing w:before="60" w:after="60"/>
              <w:jc w:val="center"/>
              <w:rPr>
                <w:rFonts w:ascii="Liberation Serif" w:hAnsi="Liberation Serif"/>
                <w:b/>
                <w:sz w:val="18"/>
                <w:szCs w:val="18"/>
              </w:rPr>
            </w:pP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0CE6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F40CE6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</w:tr>
      <w:tr w:rsidR="003D52AF" w:rsidRPr="00DF4CC5" w14:paraId="71B85BC7" w14:textId="77777777" w:rsidTr="00AE562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7A9B095A" w14:textId="77777777" w:rsidR="003D52AF" w:rsidRPr="00DF4CC5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28C2AC9F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Psycho-sociaux</w:t>
            </w:r>
          </w:p>
        </w:tc>
        <w:tc>
          <w:tcPr>
            <w:tcW w:w="2115" w:type="dxa"/>
            <w:shd w:val="clear" w:color="auto" w:fill="auto"/>
          </w:tcPr>
          <w:p w14:paraId="4F650B08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Violences sexuelles et sexistes, Harcèlement</w:t>
            </w:r>
          </w:p>
        </w:tc>
        <w:tc>
          <w:tcPr>
            <w:tcW w:w="1675" w:type="dxa"/>
            <w:shd w:val="clear" w:color="auto" w:fill="auto"/>
          </w:tcPr>
          <w:p w14:paraId="7264FF61" w14:textId="28E8B01E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 xml:space="preserve">Procédure DGAC </w:t>
            </w:r>
          </w:p>
          <w:p w14:paraId="27A62566" w14:textId="01B946F1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Sensibilisation</w:t>
            </w:r>
          </w:p>
        </w:tc>
        <w:tc>
          <w:tcPr>
            <w:tcW w:w="924" w:type="dxa"/>
            <w:shd w:val="clear" w:color="auto" w:fill="auto"/>
          </w:tcPr>
          <w:p w14:paraId="2BF588F5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0593DCC0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911" w:type="dxa"/>
            <w:shd w:val="clear" w:color="auto" w:fill="auto"/>
          </w:tcPr>
          <w:p w14:paraId="148858A4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DBD4978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</w:tr>
      <w:tr w:rsidR="003D52AF" w:rsidRPr="00DF4CC5" w14:paraId="0090390D" w14:textId="77777777" w:rsidTr="00AE5620">
        <w:tc>
          <w:tcPr>
            <w:tcW w:w="1201" w:type="dxa"/>
            <w:tcBorders>
              <w:right w:val="nil"/>
            </w:tcBorders>
            <w:shd w:val="clear" w:color="auto" w:fill="auto"/>
          </w:tcPr>
          <w:p w14:paraId="48A5E3AB" w14:textId="77777777" w:rsidR="003D52AF" w:rsidRPr="00DF4CC5" w:rsidRDefault="003D52AF" w:rsidP="003D52AF">
            <w:pPr>
              <w:spacing w:beforeLines="60" w:before="144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</w:tc>
        <w:tc>
          <w:tcPr>
            <w:tcW w:w="2695" w:type="dxa"/>
            <w:tcBorders>
              <w:left w:val="nil"/>
            </w:tcBorders>
            <w:shd w:val="clear" w:color="auto" w:fill="auto"/>
          </w:tcPr>
          <w:p w14:paraId="1F1BF30F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Biologique (bactérie, virus, champignons…)</w:t>
            </w:r>
          </w:p>
        </w:tc>
        <w:tc>
          <w:tcPr>
            <w:tcW w:w="2115" w:type="dxa"/>
            <w:shd w:val="clear" w:color="auto" w:fill="auto"/>
          </w:tcPr>
          <w:p w14:paraId="0E485B6C" w14:textId="77777777" w:rsidR="003D52AF" w:rsidRPr="00DF4CC5" w:rsidRDefault="003D52AF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t>Épidémie, pandémie, stockage de DASRI (déchets d’activité de soins à risque infectieux)</w:t>
            </w:r>
          </w:p>
        </w:tc>
        <w:tc>
          <w:tcPr>
            <w:tcW w:w="1675" w:type="dxa"/>
            <w:shd w:val="clear" w:color="auto" w:fill="auto"/>
          </w:tcPr>
          <w:p w14:paraId="08E7F0F7" w14:textId="3BE34F70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Organisation de l’espace de travail</w:t>
            </w:r>
          </w:p>
          <w:p w14:paraId="4513E615" w14:textId="1A6B44E6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Organisation du travail : privilégier les réunions à distance, limiter le nombre d’intervenants dans un même lieu</w:t>
            </w:r>
          </w:p>
          <w:p w14:paraId="276E8FDE" w14:textId="203EE16E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Mesures préventives d’hygiène : aération (filtration), dératisation, désinsectisation</w:t>
            </w:r>
          </w:p>
          <w:p w14:paraId="57920220" w14:textId="275B0371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 xml:space="preserve">Respecter les gestes barrières en fonction de l’agent biologique, (ex : lavage des mains) </w:t>
            </w:r>
          </w:p>
          <w:p w14:paraId="17687499" w14:textId="699FCEA7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Porter les EPI adéquats : le port du masque a minima « grand public » est obligatoire (sauf contrainte particulière et justifiée)</w:t>
            </w:r>
          </w:p>
          <w:p w14:paraId="1D4DC56F" w14:textId="1F90776C" w:rsidR="003D52AF" w:rsidRPr="00DF4CC5" w:rsidRDefault="003F11B3" w:rsidP="003D52AF">
            <w:pPr>
              <w:spacing w:beforeLines="20" w:before="48" w:afterLines="20" w:after="48"/>
              <w:jc w:val="left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-</w:t>
            </w:r>
            <w:r w:rsidR="003D52AF" w:rsidRPr="00DF4CC5">
              <w:rPr>
                <w:rFonts w:ascii="Liberation Serif" w:hAnsi="Liberation Serif"/>
                <w:sz w:val="18"/>
                <w:szCs w:val="18"/>
              </w:rPr>
              <w:t>Nettoyer la zone de l’opération avant le départ</w:t>
            </w:r>
          </w:p>
        </w:tc>
        <w:tc>
          <w:tcPr>
            <w:tcW w:w="924" w:type="dxa"/>
            <w:shd w:val="clear" w:color="auto" w:fill="auto"/>
          </w:tcPr>
          <w:p w14:paraId="4B9C0179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F2881FC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AF16A1B" w14:textId="13E18E9B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5A805DE8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99F6DCB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3F993F1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B56332A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443B66C" w14:textId="38AD4C55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74BA377B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C87FD25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6342CCD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6EF5941" w14:textId="58072C1D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73FD7EC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BC5CC60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BBE2C0C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74B533F" w14:textId="04422E59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79F8C413" w14:textId="57871280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3DD8D3E" w14:textId="15806E13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B0B8DC4" w14:textId="054A8142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64D6791" w14:textId="328AEE0F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6DB7AC3" w14:textId="7D013EFD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AB90090" w14:textId="77777777" w:rsidR="003F11B3" w:rsidRPr="00DF4CC5" w:rsidRDefault="003F11B3" w:rsidP="003F11B3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60D9DA12" w14:textId="77777777" w:rsidR="003D52AF" w:rsidRPr="00DF4CC5" w:rsidRDefault="003D52AF" w:rsidP="003F11B3">
            <w:pPr>
              <w:spacing w:before="60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1" w:type="dxa"/>
            <w:shd w:val="clear" w:color="auto" w:fill="auto"/>
          </w:tcPr>
          <w:p w14:paraId="208FC533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F4C7D50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68CF524" w14:textId="600F8ACB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28A54816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7CB3DF2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4E2B2B0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AE0CB22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7B145177" w14:textId="47EDDA69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5586394A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8E3268B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0652053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950BDDA" w14:textId="4D4A8F3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4990123C" w14:textId="77777777" w:rsidR="003D52AF" w:rsidRPr="00DF4CC5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404CFF63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60DF8F5" w14:textId="7777777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371870EC" w14:textId="35FDB3AA" w:rsidR="003D52AF" w:rsidRDefault="003D52AF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60E24FBB" w14:textId="6519A401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23B5A9DC" w14:textId="0B421B31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0219D81C" w14:textId="34844B37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52465ACB" w14:textId="7015F81B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15DC2643" w14:textId="39B494F5" w:rsidR="003F11B3" w:rsidRDefault="003F11B3" w:rsidP="003D52AF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14:paraId="634D17A1" w14:textId="77777777" w:rsidR="003F11B3" w:rsidRPr="00DF4CC5" w:rsidRDefault="003F11B3" w:rsidP="003F11B3">
            <w:pPr>
              <w:spacing w:before="6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4CC5">
              <w:rPr>
                <w:rFonts w:ascii="Liberation Serif" w:hAnsi="Liberation Serif"/>
                <w:sz w:val="18"/>
                <w:szCs w:val="18"/>
              </w:rPr>
              <w:instrText xml:space="preserve"> FORMCHECKBOX </w:instrText>
            </w:r>
            <w:r w:rsidR="00092050">
              <w:rPr>
                <w:rFonts w:ascii="Liberation Serif" w:hAnsi="Liberation Serif"/>
                <w:sz w:val="18"/>
                <w:szCs w:val="18"/>
              </w:rPr>
            </w:r>
            <w:r w:rsidR="00092050">
              <w:rPr>
                <w:rFonts w:ascii="Liberation Serif" w:hAnsi="Liberation Serif"/>
                <w:sz w:val="18"/>
                <w:szCs w:val="18"/>
              </w:rPr>
              <w:fldChar w:fldCharType="separate"/>
            </w:r>
            <w:r w:rsidRPr="00DF4CC5">
              <w:rPr>
                <w:rFonts w:ascii="Liberation Serif" w:hAnsi="Liberation Serif"/>
                <w:sz w:val="18"/>
                <w:szCs w:val="18"/>
              </w:rPr>
              <w:fldChar w:fldCharType="end"/>
            </w:r>
          </w:p>
          <w:p w14:paraId="34176526" w14:textId="4A80E34E" w:rsidR="003D52AF" w:rsidRPr="00DF4CC5" w:rsidRDefault="003D52AF" w:rsidP="003F11B3">
            <w:pPr>
              <w:spacing w:before="60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14:paraId="5583F0B4" w14:textId="77777777" w:rsidR="00227C36" w:rsidRDefault="00227C36" w:rsidP="00C87FD6"/>
    <w:tbl>
      <w:tblPr>
        <w:tblW w:w="9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4"/>
      </w:tblGrid>
      <w:tr w:rsidR="00227C36" w:rsidRPr="00412D94" w14:paraId="0169E04C" w14:textId="77777777" w:rsidTr="00602FE6">
        <w:trPr>
          <w:trHeight w:val="424"/>
          <w:jc w:val="center"/>
        </w:trPr>
        <w:tc>
          <w:tcPr>
            <w:tcW w:w="9784" w:type="dxa"/>
            <w:shd w:val="clear" w:color="auto" w:fill="CCCCCC"/>
            <w:vAlign w:val="center"/>
          </w:tcPr>
          <w:p w14:paraId="41B615AA" w14:textId="77777777" w:rsidR="00227C36" w:rsidRPr="005E468B" w:rsidRDefault="00227C36" w:rsidP="00C50C75">
            <w:pPr>
              <w:spacing w:before="0" w:after="0"/>
              <w:jc w:val="center"/>
              <w:rPr>
                <w:rFonts w:ascii="Liberation Serif" w:hAnsi="Liberation Serif"/>
                <w:b/>
                <w:lang w:val="x-none"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t>DOCUMENTS REMIS ET EXPLIQUES A L’ENTREPRISE EXTERIEURE</w:t>
            </w:r>
          </w:p>
        </w:tc>
      </w:tr>
    </w:tbl>
    <w:p w14:paraId="55CE664D" w14:textId="77777777" w:rsidR="00227C36" w:rsidRPr="005E468B" w:rsidRDefault="00227C36" w:rsidP="00C50C75">
      <w:pPr>
        <w:spacing w:before="0" w:after="0"/>
        <w:jc w:val="center"/>
        <w:rPr>
          <w:rFonts w:ascii="Liberation Serif" w:hAnsi="Liberation Serif"/>
          <w:sz w:val="16"/>
          <w:szCs w:val="16"/>
        </w:rPr>
      </w:pPr>
    </w:p>
    <w:p w14:paraId="6D79CC71" w14:textId="6B75CE70" w:rsidR="007D4BD6" w:rsidRDefault="007D4BD6" w:rsidP="007D4BD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 xml:space="preserve">DICT </w:t>
      </w:r>
    </w:p>
    <w:p w14:paraId="217D9467" w14:textId="1A884CE8" w:rsidR="007D4BD6" w:rsidRPr="00A644DD" w:rsidRDefault="007D4BD6" w:rsidP="007D4BD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Document technique amiante (DTA)</w:t>
      </w:r>
    </w:p>
    <w:p w14:paraId="4E5348B9" w14:textId="58CF866B" w:rsidR="007D4BD6" w:rsidRPr="007D4BD6" w:rsidRDefault="007D4BD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Repérage avant travaux amiante (RAAT)</w:t>
      </w:r>
    </w:p>
    <w:p w14:paraId="6A3775A2" w14:textId="3E0134FC" w:rsidR="00227C36" w:rsidRDefault="00227C36" w:rsidP="00227C36">
      <w:pPr>
        <w:spacing w:before="0" w:after="0"/>
        <w:rPr>
          <w:rFonts w:ascii="Liberation Serif" w:hAnsi="Liberation Serif" w:cs="Arial"/>
          <w:lang w:val="x-none"/>
        </w:rPr>
      </w:pPr>
      <w:r w:rsidRPr="002E05F3">
        <w:rPr>
          <w:rFonts w:ascii="Liberation Serif" w:hAnsi="Liberation Serif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r w:rsidRPr="002E05F3">
        <w:rPr>
          <w:rFonts w:ascii="Liberation Serif" w:hAnsi="Liberation Serif"/>
        </w:rPr>
        <w:instrText xml:space="preserve"> FORMCHECKBOX </w:instrText>
      </w:r>
      <w:r w:rsidR="00092050">
        <w:rPr>
          <w:rFonts w:ascii="Liberation Serif" w:hAnsi="Liberation Serif"/>
        </w:rPr>
      </w:r>
      <w:r w:rsidR="00092050">
        <w:rPr>
          <w:rFonts w:ascii="Liberation Serif" w:hAnsi="Liberation Serif"/>
        </w:rPr>
        <w:fldChar w:fldCharType="separate"/>
      </w:r>
      <w:r w:rsidRPr="002E05F3">
        <w:rPr>
          <w:rFonts w:ascii="Liberation Serif" w:hAnsi="Liberation Serif"/>
        </w:rPr>
        <w:fldChar w:fldCharType="end"/>
      </w:r>
      <w:r w:rsidRPr="002E05F3">
        <w:rPr>
          <w:rFonts w:ascii="Liberation Serif" w:hAnsi="Liberation Serif"/>
          <w:sz w:val="24"/>
          <w:lang w:val="x-none"/>
        </w:rPr>
        <w:t xml:space="preserve"> </w:t>
      </w:r>
      <w:r w:rsidRPr="002E05F3">
        <w:rPr>
          <w:rFonts w:ascii="Liberation Serif" w:hAnsi="Liberation Serif"/>
          <w:sz w:val="24"/>
        </w:rPr>
        <w:t xml:space="preserve"> </w:t>
      </w:r>
      <w:r w:rsidRPr="001C1E96">
        <w:rPr>
          <w:rFonts w:ascii="Liberation Serif" w:hAnsi="Liberation Serif" w:cs="Arial"/>
          <w:lang w:val="x-none"/>
        </w:rPr>
        <w:t>Plan</w:t>
      </w:r>
      <w:r w:rsidR="00602FE6">
        <w:rPr>
          <w:rFonts w:ascii="Liberation Serif" w:hAnsi="Liberation Serif" w:cs="Arial"/>
        </w:rPr>
        <w:t xml:space="preserve"> </w:t>
      </w:r>
      <w:r w:rsidRPr="001C1E96">
        <w:rPr>
          <w:rFonts w:ascii="Liberation Serif" w:hAnsi="Liberation Serif" w:cs="Arial"/>
        </w:rPr>
        <w:t xml:space="preserve">et repérage </w:t>
      </w:r>
      <w:r w:rsidRPr="001C1E96">
        <w:rPr>
          <w:rFonts w:ascii="Liberation Serif" w:hAnsi="Liberation Serif" w:cs="Arial"/>
          <w:lang w:val="x-none"/>
        </w:rPr>
        <w:t xml:space="preserve">des voies de circulation, lieux de stationnement et </w:t>
      </w:r>
      <w:r w:rsidR="00602FE6">
        <w:rPr>
          <w:rFonts w:ascii="Liberation Serif" w:hAnsi="Liberation Serif" w:cs="Arial"/>
        </w:rPr>
        <w:t xml:space="preserve">de </w:t>
      </w:r>
      <w:r w:rsidRPr="001C1E96">
        <w:rPr>
          <w:rFonts w:ascii="Liberation Serif" w:hAnsi="Liberation Serif" w:cs="Arial"/>
          <w:lang w:val="x-none"/>
        </w:rPr>
        <w:t>stockage du matériel, lieu et secteur de l’opération</w:t>
      </w:r>
    </w:p>
    <w:p w14:paraId="0954C4CC" w14:textId="5D424EB9" w:rsidR="00DD3332" w:rsidRPr="00DD3332" w:rsidRDefault="00DD3332" w:rsidP="00227C36">
      <w:pPr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 xml:space="preserve">Tous les </w:t>
      </w:r>
      <w:r w:rsidR="00602FE6">
        <w:rPr>
          <w:rFonts w:ascii="Liberation Serif" w:hAnsi="Liberation Serif" w:cs="Arial"/>
        </w:rPr>
        <w:t>l</w:t>
      </w:r>
      <w:r>
        <w:rPr>
          <w:rFonts w:ascii="Liberation Serif" w:hAnsi="Liberation Serif" w:cs="Arial"/>
        </w:rPr>
        <w:t>ieux cités ont été repérés au cours de la visite</w:t>
      </w:r>
    </w:p>
    <w:p w14:paraId="6CA8AF1A" w14:textId="77777777" w:rsidR="00227C36" w:rsidRPr="001C1E96" w:rsidRDefault="00227C36" w:rsidP="00227C36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</w:rPr>
        <w:instrText xml:space="preserve"> FORMCHECKBOX </w:instrText>
      </w:r>
      <w:r w:rsidR="00092050">
        <w:rPr>
          <w:rFonts w:ascii="Liberation Serif" w:hAnsi="Liberation Serif"/>
        </w:rPr>
      </w:r>
      <w:r w:rsidR="00092050">
        <w:rPr>
          <w:rFonts w:ascii="Liberation Serif" w:hAnsi="Liberation Serif"/>
        </w:rPr>
        <w:fldChar w:fldCharType="separate"/>
      </w:r>
      <w:r>
        <w:rPr>
          <w:rFonts w:ascii="Liberation Serif" w:hAnsi="Liberation Serif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</w:t>
      </w:r>
      <w:r w:rsidRPr="001C1E96">
        <w:rPr>
          <w:rFonts w:ascii="Liberation Serif" w:hAnsi="Liberation Serif"/>
        </w:rPr>
        <w:t xml:space="preserve"> </w:t>
      </w:r>
      <w:r w:rsidRPr="001C1E96">
        <w:rPr>
          <w:rFonts w:ascii="Liberation Serif" w:hAnsi="Liberation Serif" w:cs="Arial"/>
          <w:lang w:val="x-none"/>
        </w:rPr>
        <w:t>Organisation des secours en cas d’urgence  (VOIR PREMIERS SECOURS) </w:t>
      </w:r>
    </w:p>
    <w:p w14:paraId="1E525DD3" w14:textId="7FA3B0FD" w:rsidR="00227C36" w:rsidRDefault="00227C3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Règle</w:t>
      </w:r>
      <w:r w:rsidR="00C50C75">
        <w:rPr>
          <w:rFonts w:ascii="Liberation Serif" w:hAnsi="Liberation Serif" w:cs="Arial"/>
        </w:rPr>
        <w:t xml:space="preserve"> de sûreté sur site</w:t>
      </w:r>
    </w:p>
    <w:p w14:paraId="45C9C6A2" w14:textId="46FC1A64" w:rsidR="00DD3332" w:rsidRPr="00C50C75" w:rsidRDefault="00DD3332" w:rsidP="00227C36">
      <w:pPr>
        <w:spacing w:before="0" w:after="0"/>
        <w:rPr>
          <w:rFonts w:ascii="Liberation Serif" w:hAnsi="Liberation Serif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Attestation de consignation pour travaux</w:t>
      </w:r>
    </w:p>
    <w:p w14:paraId="58E63859" w14:textId="48212077" w:rsidR="00227C36" w:rsidRPr="001C1E96" w:rsidRDefault="00227C36" w:rsidP="00227C36">
      <w:pPr>
        <w:spacing w:before="0" w:after="0"/>
        <w:rPr>
          <w:rFonts w:ascii="Liberation Serif" w:hAnsi="Liberation Serif" w:cs="Arial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  <w:lang w:val="x-none"/>
        </w:rPr>
        <w:t>P</w:t>
      </w:r>
      <w:r w:rsidR="00DD3332">
        <w:rPr>
          <w:rFonts w:ascii="Liberation Serif" w:hAnsi="Liberation Serif" w:cs="Arial"/>
        </w:rPr>
        <w:t xml:space="preserve">rocédure </w:t>
      </w:r>
      <w:r w:rsidR="00602FE6" w:rsidRPr="001C1E96">
        <w:rPr>
          <w:rFonts w:ascii="Liberation Serif" w:hAnsi="Liberation Serif" w:cs="Arial"/>
          <w:lang w:val="x-none"/>
        </w:rPr>
        <w:t>permis</w:t>
      </w:r>
      <w:r w:rsidRPr="001C1E96">
        <w:rPr>
          <w:rFonts w:ascii="Liberation Serif" w:hAnsi="Liberation Serif" w:cs="Arial"/>
          <w:lang w:val="x-none"/>
        </w:rPr>
        <w:t xml:space="preserve"> feu </w:t>
      </w:r>
    </w:p>
    <w:p w14:paraId="130CA03A" w14:textId="77777777" w:rsidR="00227C36" w:rsidRPr="001C1E96" w:rsidRDefault="00227C3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aseACocher24"/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bookmarkEnd w:id="16"/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</w:rPr>
        <w:t>Protocole chargement/ déchargement </w:t>
      </w:r>
    </w:p>
    <w:p w14:paraId="4652BA53" w14:textId="0AB8A058" w:rsidR="00227C36" w:rsidRPr="003F11B3" w:rsidRDefault="00227C36" w:rsidP="00227C36">
      <w:pPr>
        <w:spacing w:before="0" w:after="0"/>
        <w:rPr>
          <w:rFonts w:ascii="Liberation Serif" w:hAnsi="Liberation Serif" w:cs="Arial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</w:rPr>
        <w:t>Liste des sauveteurs / secouristes au travail</w:t>
      </w:r>
    </w:p>
    <w:bookmarkStart w:id="17" w:name="_Hlk117671935"/>
    <w:p w14:paraId="6EC2D58C" w14:textId="06576CE2" w:rsidR="00227C36" w:rsidRPr="00A644DD" w:rsidRDefault="00227C36" w:rsidP="00227C36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_Hlk117672491"/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Autre :</w:t>
      </w:r>
      <w:r>
        <w:rPr>
          <w:rFonts w:ascii="Liberation Serif" w:hAnsi="Liberation Serif" w:cs="Arial"/>
        </w:rPr>
        <w:t xml:space="preserve"> </w:t>
      </w:r>
    </w:p>
    <w:bookmarkEnd w:id="17"/>
    <w:p w14:paraId="43873C11" w14:textId="77777777" w:rsidR="00227C36" w:rsidRDefault="00227C36" w:rsidP="006336B7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8"/>
      </w:tblGrid>
      <w:tr w:rsidR="00FC4CDB" w:rsidRPr="001C1E96" w14:paraId="5A91061F" w14:textId="77777777" w:rsidTr="00602FE6">
        <w:trPr>
          <w:trHeight w:val="482"/>
        </w:trPr>
        <w:tc>
          <w:tcPr>
            <w:tcW w:w="10346" w:type="dxa"/>
            <w:shd w:val="clear" w:color="auto" w:fill="CCCCCC"/>
            <w:vAlign w:val="center"/>
          </w:tcPr>
          <w:bookmarkEnd w:id="18"/>
          <w:p w14:paraId="36183AB5" w14:textId="77777777" w:rsidR="00FC4CDB" w:rsidRPr="001C1E96" w:rsidRDefault="00FC4CDB" w:rsidP="00C50C75">
            <w:pPr>
              <w:spacing w:before="0" w:after="0"/>
              <w:jc w:val="center"/>
              <w:rPr>
                <w:rFonts w:ascii="Liberation Serif" w:hAnsi="Liberation Serif"/>
                <w:b/>
                <w:bCs/>
                <w:lang w:val="x-none"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t>DOCUMENTS RECUEILLIS AUPRES DE L’ENTREPRISE EXTERIEURE</w:t>
            </w:r>
          </w:p>
        </w:tc>
      </w:tr>
    </w:tbl>
    <w:p w14:paraId="08A4C156" w14:textId="77777777" w:rsidR="00FC4CDB" w:rsidRPr="001C1E96" w:rsidRDefault="00FC4CDB" w:rsidP="00FC4CDB">
      <w:pPr>
        <w:spacing w:before="0" w:after="0"/>
        <w:rPr>
          <w:rFonts w:ascii="Liberation Serif" w:hAnsi="Liberation Serif"/>
          <w:lang w:val="x-none"/>
        </w:rPr>
      </w:pPr>
    </w:p>
    <w:p w14:paraId="3399AD33" w14:textId="55FB3612" w:rsidR="00FC4CDB" w:rsidRPr="007D4BD6" w:rsidRDefault="00FC4CDB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Habilitation(s) électrique(s) </w:t>
      </w:r>
      <w:r w:rsidR="007D4BD6">
        <w:rPr>
          <w:rFonts w:ascii="Liberation Serif" w:hAnsi="Liberation Serif" w:cs="Arial"/>
        </w:rPr>
        <w:t xml:space="preserve">adaptée </w:t>
      </w:r>
    </w:p>
    <w:p w14:paraId="6D208693" w14:textId="1FC14EDD" w:rsidR="003F11B3" w:rsidRDefault="003F11B3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 w:cs="Arial"/>
        </w:rPr>
        <w:t>Habilitat</w:t>
      </w:r>
      <w:r w:rsidR="007D4BD6">
        <w:rPr>
          <w:rFonts w:ascii="Liberation Serif" w:hAnsi="Liberation Serif" w:cs="Arial"/>
        </w:rPr>
        <w:t>i</w:t>
      </w:r>
      <w:r>
        <w:rPr>
          <w:rFonts w:ascii="Liberation Serif" w:hAnsi="Liberation Serif" w:cs="Arial"/>
        </w:rPr>
        <w:t>on</w:t>
      </w:r>
      <w:r w:rsidR="007D4BD6">
        <w:rPr>
          <w:rFonts w:ascii="Liberation Serif" w:hAnsi="Liberation Serif" w:cs="Arial"/>
        </w:rPr>
        <w:t xml:space="preserve"> (s)</w:t>
      </w:r>
      <w:r>
        <w:rPr>
          <w:rFonts w:ascii="Liberation Serif" w:hAnsi="Liberation Serif" w:cs="Arial"/>
        </w:rPr>
        <w:t xml:space="preserve"> travaux en hauteur</w:t>
      </w:r>
      <w:r w:rsidRPr="001C1E96">
        <w:rPr>
          <w:rFonts w:ascii="Liberation Serif" w:hAnsi="Liberation Serif" w:cs="Arial"/>
          <w:lang w:val="x-none"/>
        </w:rPr>
        <w:t> </w:t>
      </w:r>
      <w:r w:rsidR="007D4BD6">
        <w:rPr>
          <w:rFonts w:ascii="Liberation Serif" w:hAnsi="Liberation Serif" w:cs="Arial"/>
        </w:rPr>
        <w:t xml:space="preserve">adaptée </w:t>
      </w:r>
    </w:p>
    <w:p w14:paraId="771BBAA5" w14:textId="060481AA" w:rsidR="007D4BD6" w:rsidRPr="007D4BD6" w:rsidRDefault="007D4BD6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</w:t>
      </w:r>
      <w:r>
        <w:rPr>
          <w:rFonts w:ascii="Liberation Serif" w:hAnsi="Liberation Serif"/>
        </w:rPr>
        <w:t xml:space="preserve"> Habilitation (s) travaux amiante</w:t>
      </w:r>
      <w:r>
        <w:rPr>
          <w:rFonts w:ascii="Liberation Serif" w:hAnsi="Liberation Serif" w:cs="Arial"/>
        </w:rPr>
        <w:t xml:space="preserve"> </w:t>
      </w:r>
      <w:r w:rsidR="00DD3332">
        <w:rPr>
          <w:rFonts w:ascii="Liberation Serif" w:hAnsi="Liberation Serif" w:cs="Arial"/>
        </w:rPr>
        <w:t>adaptée</w:t>
      </w:r>
    </w:p>
    <w:p w14:paraId="299656C5" w14:textId="77777777" w:rsidR="00FC4CDB" w:rsidRPr="001C1E96" w:rsidRDefault="00FC4CDB" w:rsidP="00FC4CDB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CACES/autorisation(s) de conduite </w:t>
      </w:r>
    </w:p>
    <w:p w14:paraId="078B83DC" w14:textId="77777777" w:rsidR="00FC4CDB" w:rsidRPr="001C1E96" w:rsidRDefault="00FC4CDB" w:rsidP="00FC4CDB">
      <w:pPr>
        <w:spacing w:before="0" w:after="0"/>
        <w:rPr>
          <w:rFonts w:ascii="Liberation Serif" w:hAnsi="Liberation Serif" w:cs="Arial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 xml:space="preserve">Fiche(s) de Données de Sécurité (FDS) des </w:t>
      </w:r>
      <w:r w:rsidRPr="001C1E96">
        <w:rPr>
          <w:rFonts w:ascii="Liberation Serif" w:hAnsi="Liberation Serif" w:cs="Arial"/>
        </w:rPr>
        <w:t>agents chimiques</w:t>
      </w:r>
      <w:r w:rsidRPr="001C1E96">
        <w:rPr>
          <w:rFonts w:ascii="Liberation Serif" w:hAnsi="Liberation Serif" w:cs="Arial"/>
          <w:lang w:val="x-none"/>
        </w:rPr>
        <w:t xml:space="preserve"> utilisés </w:t>
      </w:r>
    </w:p>
    <w:p w14:paraId="0E4E3C8E" w14:textId="77777777" w:rsidR="00FC4CDB" w:rsidRPr="001C1E96" w:rsidRDefault="00FC4CDB" w:rsidP="00FC4CDB">
      <w:pPr>
        <w:spacing w:before="0" w:after="0"/>
        <w:rPr>
          <w:rFonts w:ascii="Liberation Serif" w:hAnsi="Liberation Serif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Document(s) de suivi des vérifications périodiques obligatoires du matériel de levage </w:t>
      </w:r>
    </w:p>
    <w:p w14:paraId="6A75DED0" w14:textId="45B6C3E5" w:rsidR="00FC4CDB" w:rsidRDefault="00FC4CDB" w:rsidP="00FC4CDB">
      <w:pPr>
        <w:spacing w:before="0" w:after="0"/>
        <w:rPr>
          <w:rFonts w:ascii="Liberation Serif" w:hAnsi="Liberation Serif" w:cs="Arial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Liste des postes occupés relevant d’une sur</w:t>
      </w:r>
      <w:r>
        <w:rPr>
          <w:rFonts w:ascii="Liberation Serif" w:hAnsi="Liberation Serif" w:cs="Arial"/>
          <w:lang w:val="x-none"/>
        </w:rPr>
        <w:t>veillance médicale particulière</w:t>
      </w:r>
    </w:p>
    <w:p w14:paraId="0F860721" w14:textId="06B856B1" w:rsidR="003F11B3" w:rsidRPr="003F11B3" w:rsidRDefault="003F11B3" w:rsidP="00FC4CDB">
      <w:pPr>
        <w:spacing w:before="0" w:after="0"/>
        <w:rPr>
          <w:rFonts w:ascii="Liberation Serif" w:hAnsi="Liberation Serif" w:cs="Arial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 xml:space="preserve">Liste des </w:t>
      </w:r>
      <w:r>
        <w:rPr>
          <w:rFonts w:ascii="Liberation Serif" w:hAnsi="Liberation Serif" w:cs="Arial"/>
        </w:rPr>
        <w:t>véhicules utilisés</w:t>
      </w:r>
    </w:p>
    <w:p w14:paraId="46F1B97D" w14:textId="6CE75C8C" w:rsidR="00FC4CDB" w:rsidRPr="00553C92" w:rsidRDefault="00FC4CDB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>
        <w:rPr>
          <w:rFonts w:ascii="Liberation Serif" w:hAnsi="Liberation Serif"/>
        </w:rPr>
        <w:t xml:space="preserve"> </w:t>
      </w:r>
      <w:r w:rsidR="00D27A10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Feuille d’émargement du personnel de l’entreprise extérieure</w:t>
      </w:r>
    </w:p>
    <w:p w14:paraId="4265C7C7" w14:textId="09163F41" w:rsidR="00FC4CDB" w:rsidRDefault="00FC4CDB" w:rsidP="00FC4CDB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 w:rsidRPr="001C1E96">
        <w:rPr>
          <w:rFonts w:ascii="Liberation Serif" w:hAnsi="Liberation Serif" w:cs="Arial"/>
          <w:lang w:val="x-none"/>
        </w:rPr>
        <w:t>Autre :</w:t>
      </w:r>
      <w:r>
        <w:rPr>
          <w:rFonts w:ascii="Liberation Serif" w:hAnsi="Liberation Serif" w:cs="Arial"/>
        </w:rPr>
        <w:t xml:space="preserve"> </w:t>
      </w:r>
    </w:p>
    <w:p w14:paraId="35856566" w14:textId="77777777" w:rsidR="00C415E9" w:rsidRPr="00B211C0" w:rsidRDefault="00C415E9" w:rsidP="00FC4CDB">
      <w:pPr>
        <w:spacing w:before="0" w:after="0"/>
        <w:rPr>
          <w:rFonts w:ascii="Liberation Serif" w:hAnsi="Liberation Serif" w:cs="Arial"/>
        </w:rPr>
      </w:pPr>
    </w:p>
    <w:p w14:paraId="55ADEF30" w14:textId="55928A81" w:rsidR="00FC4CDB" w:rsidRDefault="00FC4CDB" w:rsidP="006336B7">
      <w:pPr>
        <w:spacing w:before="0" w:after="0"/>
      </w:pPr>
    </w:p>
    <w:p w14:paraId="71D84E60" w14:textId="77777777" w:rsidR="00602FE6" w:rsidRDefault="00602FE6" w:rsidP="006336B7">
      <w:pPr>
        <w:spacing w:before="0"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6"/>
      </w:tblGrid>
      <w:tr w:rsidR="00FC4CDB" w:rsidRPr="005E468B" w14:paraId="6E15D828" w14:textId="77777777" w:rsidTr="00602FE6">
        <w:trPr>
          <w:trHeight w:val="365"/>
        </w:trPr>
        <w:tc>
          <w:tcPr>
            <w:tcW w:w="9776" w:type="dxa"/>
            <w:shd w:val="clear" w:color="auto" w:fill="B8CCE4" w:themeFill="accent1" w:themeFillTint="66"/>
            <w:vAlign w:val="center"/>
          </w:tcPr>
          <w:p w14:paraId="0CBDF2BC" w14:textId="77777777" w:rsidR="00FC4CDB" w:rsidRPr="005E468B" w:rsidRDefault="00FC4CDB" w:rsidP="00C50C75">
            <w:pPr>
              <w:spacing w:before="0" w:after="0"/>
              <w:jc w:val="center"/>
              <w:rPr>
                <w:rFonts w:ascii="Liberation Serif" w:hAnsi="Liberation Serif"/>
                <w:b/>
                <w:lang w:val="x-none"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t>LOCAUX ET INSTALLATIONS A L'USAGE DES SALARIES DE L'ENTREPRISE EXTERIEURE</w:t>
            </w:r>
          </w:p>
        </w:tc>
      </w:tr>
    </w:tbl>
    <w:p w14:paraId="571269C5" w14:textId="77777777" w:rsidR="006336B7" w:rsidRDefault="006336B7" w:rsidP="006336B7">
      <w:pPr>
        <w:spacing w:before="0" w:after="0"/>
        <w:rPr>
          <w:rFonts w:ascii="Liberation Serif" w:hAnsi="Liberation Serif"/>
          <w:lang w:val="x-none"/>
        </w:rPr>
      </w:pPr>
    </w:p>
    <w:p w14:paraId="7870927D" w14:textId="77777777" w:rsidR="006336B7" w:rsidRPr="001C1E96" w:rsidRDefault="006336B7" w:rsidP="006336B7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/>
          <w:lang w:val="x-none"/>
        </w:rPr>
        <w:t>Réfectoire</w:t>
      </w:r>
    </w:p>
    <w:p w14:paraId="11B0C325" w14:textId="77777777" w:rsidR="006336B7" w:rsidRPr="001C1E96" w:rsidRDefault="006336B7" w:rsidP="006336B7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</w:t>
      </w:r>
      <w:r>
        <w:rPr>
          <w:rFonts w:ascii="Liberation Serif" w:hAnsi="Liberation Serif"/>
          <w:lang w:val="x-none"/>
        </w:rPr>
        <w:t>Sanitaires</w:t>
      </w:r>
    </w:p>
    <w:p w14:paraId="453B0E20" w14:textId="77777777" w:rsidR="006336B7" w:rsidRPr="001C1E96" w:rsidRDefault="006336B7" w:rsidP="006336B7">
      <w:pPr>
        <w:spacing w:before="0" w:after="0"/>
        <w:rPr>
          <w:rFonts w:ascii="Liberation Serif" w:hAnsi="Liberation Serif" w:cs="Arial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Aire de stockage</w:t>
      </w:r>
    </w:p>
    <w:p w14:paraId="0599B77F" w14:textId="77777777" w:rsidR="006336B7" w:rsidRPr="001C1E96" w:rsidRDefault="006336B7" w:rsidP="006336B7">
      <w:pPr>
        <w:spacing w:before="0" w:after="0"/>
        <w:rPr>
          <w:rFonts w:ascii="Liberation Serif" w:hAnsi="Liberation Serif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Vestiaires</w:t>
      </w:r>
    </w:p>
    <w:p w14:paraId="75213CC1" w14:textId="77777777" w:rsidR="006336B7" w:rsidRDefault="006336B7" w:rsidP="006336B7">
      <w:pPr>
        <w:spacing w:before="0" w:after="0"/>
        <w:rPr>
          <w:rFonts w:ascii="Liberation Serif" w:hAnsi="Liberation Serif" w:cs="Arial"/>
          <w:lang w:val="x-none"/>
        </w:rPr>
      </w:pPr>
      <w:r w:rsidRPr="001C1E96">
        <w:rPr>
          <w:rFonts w:ascii="Liberation Serif" w:hAnsi="Liberation Serif"/>
          <w:lang w:val="x-none"/>
        </w:rPr>
        <w:fldChar w:fldCharType="begin">
          <w:ffData>
            <w:name w:val="CaseACocher24"/>
            <w:enabled/>
            <w:calcOnExit w:val="0"/>
            <w:checkBox>
              <w:sizeAuto/>
              <w:default w:val="0"/>
            </w:checkBox>
          </w:ffData>
        </w:fldChar>
      </w:r>
      <w:r w:rsidRPr="001C1E96"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 w:rsidRPr="001C1E96"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Bureau </w:t>
      </w:r>
    </w:p>
    <w:p w14:paraId="1724AC1B" w14:textId="6CCEC359" w:rsidR="006336B7" w:rsidRPr="00553C92" w:rsidRDefault="006336B7" w:rsidP="006336B7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>
        <w:rPr>
          <w:rFonts w:ascii="Liberation Serif" w:hAnsi="Liberation Serif"/>
        </w:rPr>
        <w:t xml:space="preserve"> </w:t>
      </w:r>
      <w:r w:rsidR="00D27A10">
        <w:rPr>
          <w:rFonts w:ascii="Liberation Serif" w:hAnsi="Liberation Serif"/>
        </w:rPr>
        <w:t xml:space="preserve"> </w:t>
      </w:r>
      <w:r w:rsidRPr="001C1E96">
        <w:rPr>
          <w:rFonts w:ascii="Liberation Serif" w:hAnsi="Liberation Serif"/>
          <w:lang w:val="x-none"/>
        </w:rPr>
        <w:t>Energie (électricité et eau) </w:t>
      </w:r>
    </w:p>
    <w:p w14:paraId="74EB422D" w14:textId="2B3C79CA" w:rsidR="006336B7" w:rsidRDefault="006336B7" w:rsidP="006336B7">
      <w:pPr>
        <w:spacing w:before="0" w:after="0"/>
        <w:rPr>
          <w:rFonts w:ascii="Liberation Serif" w:hAnsi="Liberation Serif"/>
          <w:lang w:val="x-none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 Téléphone (en cas d’urgence) </w:t>
      </w:r>
    </w:p>
    <w:p w14:paraId="4A191485" w14:textId="532927C4" w:rsidR="00C415E9" w:rsidRPr="00C415E9" w:rsidRDefault="00C415E9" w:rsidP="006336B7">
      <w:pPr>
        <w:spacing w:before="0" w:after="0"/>
        <w:rPr>
          <w:rFonts w:ascii="Liberation Serif" w:hAnsi="Liberation Serif" w:cs="Arial"/>
        </w:rPr>
      </w:pPr>
      <w:r>
        <w:rPr>
          <w:rFonts w:ascii="Liberation Serif" w:hAnsi="Liberation Serif"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Liberation Serif" w:hAnsi="Liberation Serif"/>
          <w:lang w:val="x-none"/>
        </w:rPr>
        <w:instrText xml:space="preserve"> FORMCHECKBOX </w:instrText>
      </w:r>
      <w:r w:rsidR="00092050">
        <w:rPr>
          <w:rFonts w:ascii="Liberation Serif" w:hAnsi="Liberation Serif"/>
          <w:lang w:val="x-none"/>
        </w:rPr>
      </w:r>
      <w:r w:rsidR="00092050">
        <w:rPr>
          <w:rFonts w:ascii="Liberation Serif" w:hAnsi="Liberation Serif"/>
          <w:lang w:val="x-none"/>
        </w:rPr>
        <w:fldChar w:fldCharType="separate"/>
      </w:r>
      <w:r>
        <w:rPr>
          <w:rFonts w:ascii="Liberation Serif" w:hAnsi="Liberation Serif"/>
          <w:lang w:val="x-none"/>
        </w:rPr>
        <w:fldChar w:fldCharType="end"/>
      </w:r>
      <w:r w:rsidRPr="001C1E96">
        <w:rPr>
          <w:rFonts w:ascii="Liberation Serif" w:hAnsi="Liberation Serif"/>
          <w:lang w:val="x-none"/>
        </w:rPr>
        <w:t xml:space="preserve"> </w:t>
      </w:r>
      <w:r w:rsidR="00D27A10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Autres :</w:t>
      </w:r>
    </w:p>
    <w:p w14:paraId="0056A54C" w14:textId="77777777" w:rsidR="006336B7" w:rsidRDefault="006336B7" w:rsidP="006336B7">
      <w:pPr>
        <w:spacing w:before="0" w:after="0"/>
      </w:pPr>
    </w:p>
    <w:p w14:paraId="17100C49" w14:textId="67EC0192" w:rsidR="003F11B3" w:rsidRDefault="003F11B3">
      <w:pPr>
        <w:spacing w:before="0" w:after="0" w:line="240" w:lineRule="auto"/>
        <w:jc w:val="left"/>
      </w:pPr>
      <w:r>
        <w:br w:type="page"/>
      </w:r>
    </w:p>
    <w:tbl>
      <w:tblPr>
        <w:tblpPr w:leftFromText="141" w:rightFromText="141" w:vertAnchor="text" w:horzAnchor="margin" w:tblpX="-148" w:tblpY="86"/>
        <w:tblW w:w="100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4"/>
      </w:tblGrid>
      <w:tr w:rsidR="00C415E9" w:rsidRPr="001C1E96" w14:paraId="0E0B204C" w14:textId="77777777" w:rsidTr="00EE3207">
        <w:trPr>
          <w:cantSplit/>
        </w:trPr>
        <w:tc>
          <w:tcPr>
            <w:tcW w:w="10064" w:type="dxa"/>
            <w:shd w:val="clear" w:color="auto" w:fill="BDD6EE"/>
          </w:tcPr>
          <w:p w14:paraId="02F8636E" w14:textId="77777777" w:rsidR="00C415E9" w:rsidRPr="001C1E96" w:rsidRDefault="00C415E9" w:rsidP="00EE3207">
            <w:pPr>
              <w:spacing w:before="60" w:after="60"/>
              <w:jc w:val="center"/>
              <w:rPr>
                <w:rFonts w:ascii="Liberation Serif" w:hAnsi="Liberation Serif"/>
                <w:b/>
                <w:i/>
              </w:rPr>
            </w:pPr>
            <w:r>
              <w:rPr>
                <w:rFonts w:ascii="Liberation Serif" w:hAnsi="Liberation Serif"/>
                <w:b/>
                <w:i/>
              </w:rPr>
              <w:lastRenderedPageBreak/>
              <w:t>ORGANISATION DU COMMANDEMENT</w:t>
            </w:r>
          </w:p>
        </w:tc>
      </w:tr>
      <w:tr w:rsidR="00C415E9" w:rsidRPr="001C1E96" w14:paraId="38D1C050" w14:textId="77777777" w:rsidTr="00EE3207">
        <w:trPr>
          <w:cantSplit/>
          <w:trHeight w:val="1457"/>
        </w:trPr>
        <w:tc>
          <w:tcPr>
            <w:tcW w:w="100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B2F7" w14:textId="2B39C10E" w:rsidR="00C415E9" w:rsidRDefault="00C415E9" w:rsidP="00EE320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R</w:t>
            </w:r>
            <w:r w:rsidRPr="002E6B96">
              <w:rPr>
                <w:rFonts w:ascii="Liberation Serif" w:hAnsi="Liberation Serif"/>
              </w:rPr>
              <w:t xml:space="preserve">esponsable désigné du </w:t>
            </w:r>
            <w:r w:rsidR="009E0848">
              <w:rPr>
                <w:rFonts w:ascii="Liberation Serif" w:hAnsi="Liberation Serif"/>
              </w:rPr>
              <w:t xml:space="preserve">SEAC/PF pour </w:t>
            </w:r>
            <w:r w:rsidRPr="002E6B96">
              <w:rPr>
                <w:rFonts w:ascii="Liberation Serif" w:hAnsi="Liberation Serif"/>
              </w:rPr>
              <w:t xml:space="preserve">cette opération : </w:t>
            </w:r>
          </w:p>
          <w:p w14:paraId="22F896C8" w14:textId="77777777" w:rsidR="00C415E9" w:rsidRDefault="00C415E9" w:rsidP="00EE3207">
            <w:pPr>
              <w:rPr>
                <w:rFonts w:ascii="Liberation Serif" w:hAnsi="Liberation Serif"/>
              </w:rPr>
            </w:pPr>
            <w:r w:rsidRPr="002E6B96">
              <w:rPr>
                <w:rFonts w:ascii="Liberation Serif" w:hAnsi="Liberation Serif"/>
              </w:rPr>
              <w:t xml:space="preserve">Nom du responsable désigné de l'entreprise extérieure pour cette opération : </w:t>
            </w:r>
          </w:p>
          <w:p w14:paraId="35BD4375" w14:textId="77777777" w:rsidR="00C415E9" w:rsidRPr="001C1E96" w:rsidRDefault="00C415E9" w:rsidP="00EE3207">
            <w:pPr>
              <w:rPr>
                <w:rFonts w:ascii="Liberation Serif" w:hAnsi="Liberation Serif"/>
              </w:rPr>
            </w:pPr>
            <w:r w:rsidRPr="002E6B96">
              <w:rPr>
                <w:rFonts w:ascii="Liberation Serif" w:hAnsi="Liberation Serif"/>
              </w:rPr>
              <w:t>Nom du conseiller de prévention du SEAC/PF : Mme Karine SIMON</w:t>
            </w:r>
          </w:p>
        </w:tc>
      </w:tr>
    </w:tbl>
    <w:p w14:paraId="64052151" w14:textId="2D6AF5EE" w:rsidR="00AB7089" w:rsidRDefault="00AB7089" w:rsidP="006336B7">
      <w:pPr>
        <w:spacing w:before="0" w:after="0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8"/>
        <w:gridCol w:w="4599"/>
      </w:tblGrid>
      <w:tr w:rsidR="00C415E9" w:rsidRPr="00EA6DA3" w14:paraId="240B9D7D" w14:textId="77777777" w:rsidTr="00AA5D40">
        <w:trPr>
          <w:cantSplit/>
          <w:trHeight w:val="330"/>
          <w:jc w:val="center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16966E21" w14:textId="72FA8A2D" w:rsidR="00C415E9" w:rsidRPr="00EA6DA3" w:rsidRDefault="00C415E9" w:rsidP="00602FE6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19" w:name="_Hlk117693426"/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>
              <w:rPr>
                <w:rFonts w:ascii="Liberation Serif" w:hAnsi="Liberation Serif"/>
                <w:b/>
              </w:rPr>
              <w:t>NOMBRES DE SALARIES DES ENTREPRISES EXTERIEURES</w:t>
            </w:r>
          </w:p>
        </w:tc>
      </w:tr>
      <w:tr w:rsidR="00C415E9" w:rsidRPr="00EA6DA3" w14:paraId="3EB1D2D0" w14:textId="77777777" w:rsidTr="00AA5D40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5A4D9EEF" w14:textId="0472CDC9" w:rsidR="00C415E9" w:rsidRPr="00EA6DA3" w:rsidRDefault="00C415E9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Entreprises titulaires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2BFDB267" w14:textId="5FAB605E" w:rsidR="00C415E9" w:rsidRPr="00EA6DA3" w:rsidRDefault="00C415E9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Sous-traitants</w:t>
            </w:r>
          </w:p>
        </w:tc>
      </w:tr>
      <w:tr w:rsidR="00C415E9" w:rsidRPr="00EA6DA3" w14:paraId="2BCC5392" w14:textId="77777777" w:rsidTr="00AA5D40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6A017D82" w14:textId="77777777" w:rsidR="00C415E9" w:rsidRDefault="00C415E9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4599" w:type="dxa"/>
            <w:shd w:val="clear" w:color="auto" w:fill="auto"/>
            <w:vAlign w:val="center"/>
          </w:tcPr>
          <w:p w14:paraId="59EB1D35" w14:textId="3CCB9AE1" w:rsidR="00C415E9" w:rsidRDefault="00C415E9" w:rsidP="004C2E77">
            <w:pPr>
              <w:rPr>
                <w:rFonts w:ascii="Liberation Serif" w:hAnsi="Liberation Serif"/>
              </w:rPr>
            </w:pPr>
          </w:p>
        </w:tc>
      </w:tr>
      <w:bookmarkEnd w:id="19"/>
    </w:tbl>
    <w:p w14:paraId="7B697304" w14:textId="45562118" w:rsidR="00C415E9" w:rsidRDefault="00C415E9" w:rsidP="006336B7">
      <w:pPr>
        <w:spacing w:before="0" w:after="0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8"/>
        <w:gridCol w:w="4599"/>
      </w:tblGrid>
      <w:tr w:rsidR="00AA5D40" w:rsidRPr="00EA6DA3" w14:paraId="7D9A5D1C" w14:textId="77777777" w:rsidTr="004C2E77">
        <w:trPr>
          <w:cantSplit/>
          <w:trHeight w:val="330"/>
          <w:jc w:val="center"/>
        </w:trPr>
        <w:tc>
          <w:tcPr>
            <w:tcW w:w="10207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5D1B5BB7" w14:textId="2300CFF9" w:rsidR="00AA5D40" w:rsidRPr="00EA6DA3" w:rsidRDefault="00AA5D40" w:rsidP="00602FE6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>
              <w:rPr>
                <w:rFonts w:ascii="Liberation Serif" w:hAnsi="Liberation Serif"/>
                <w:b/>
              </w:rPr>
              <w:t>LISTE DES VEHICULES PARTICPANTS A L’OPERATION</w:t>
            </w:r>
          </w:p>
        </w:tc>
      </w:tr>
      <w:tr w:rsidR="00AA5D40" w:rsidRPr="00EA6DA3" w14:paraId="5E754B07" w14:textId="77777777" w:rsidTr="004C2E77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25F2EF03" w14:textId="77777777" w:rsidR="00AA5D40" w:rsidRPr="00EA6DA3" w:rsidRDefault="00AA5D40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Entreprises titulaires</w:t>
            </w:r>
          </w:p>
        </w:tc>
        <w:tc>
          <w:tcPr>
            <w:tcW w:w="4599" w:type="dxa"/>
            <w:shd w:val="clear" w:color="auto" w:fill="auto"/>
            <w:vAlign w:val="center"/>
          </w:tcPr>
          <w:p w14:paraId="73C81908" w14:textId="77777777" w:rsidR="00AA5D40" w:rsidRPr="00EA6DA3" w:rsidRDefault="00AA5D40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Sous-traitants</w:t>
            </w:r>
          </w:p>
        </w:tc>
      </w:tr>
      <w:tr w:rsidR="00AA5D40" w:rsidRPr="00EA6DA3" w14:paraId="6B0E8FD5" w14:textId="77777777" w:rsidTr="004C2E77">
        <w:trPr>
          <w:trHeight w:val="642"/>
          <w:jc w:val="center"/>
        </w:trPr>
        <w:tc>
          <w:tcPr>
            <w:tcW w:w="5608" w:type="dxa"/>
            <w:shd w:val="clear" w:color="auto" w:fill="auto"/>
            <w:vAlign w:val="center"/>
          </w:tcPr>
          <w:p w14:paraId="54CC46F3" w14:textId="77777777" w:rsidR="00AA5D40" w:rsidRDefault="00AA5D40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4599" w:type="dxa"/>
            <w:shd w:val="clear" w:color="auto" w:fill="auto"/>
            <w:vAlign w:val="center"/>
          </w:tcPr>
          <w:p w14:paraId="3BCAB856" w14:textId="77777777" w:rsidR="00AA5D40" w:rsidRDefault="00AA5D40" w:rsidP="004C2E77">
            <w:pPr>
              <w:rPr>
                <w:rFonts w:ascii="Liberation Serif" w:hAnsi="Liberation Serif"/>
              </w:rPr>
            </w:pPr>
          </w:p>
        </w:tc>
      </w:tr>
    </w:tbl>
    <w:p w14:paraId="14406D76" w14:textId="77777777" w:rsidR="00AA5D40" w:rsidRDefault="00AA5D40" w:rsidP="006336B7">
      <w:pPr>
        <w:spacing w:before="0" w:after="0"/>
      </w:pPr>
    </w:p>
    <w:p w14:paraId="7D6E2228" w14:textId="77777777" w:rsidR="00C415E9" w:rsidRDefault="00C415E9" w:rsidP="006336B7">
      <w:pPr>
        <w:spacing w:before="0" w:after="0"/>
      </w:pPr>
    </w:p>
    <w:tbl>
      <w:tblPr>
        <w:tblW w:w="10207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2472"/>
        <w:gridCol w:w="1995"/>
        <w:gridCol w:w="1985"/>
      </w:tblGrid>
      <w:tr w:rsidR="006336B7" w:rsidRPr="002E05F3" w14:paraId="5D345C64" w14:textId="77777777" w:rsidTr="006336B7">
        <w:trPr>
          <w:cantSplit/>
          <w:trHeight w:val="492"/>
        </w:trPr>
        <w:tc>
          <w:tcPr>
            <w:tcW w:w="10207" w:type="dxa"/>
            <w:gridSpan w:val="4"/>
            <w:shd w:val="clear" w:color="auto" w:fill="CCCCCC"/>
          </w:tcPr>
          <w:p w14:paraId="5DB3FE6C" w14:textId="77777777" w:rsidR="006336B7" w:rsidRPr="001C1E96" w:rsidRDefault="006336B7" w:rsidP="00C50C75">
            <w:pPr>
              <w:spacing w:after="180"/>
              <w:jc w:val="center"/>
              <w:rPr>
                <w:rFonts w:ascii="Liberation Serif" w:hAnsi="Liberation Serif"/>
                <w:b/>
              </w:rPr>
            </w:pPr>
            <w:r w:rsidRPr="001C1E96">
              <w:rPr>
                <w:rFonts w:ascii="Liberation Serif" w:hAnsi="Liberation Serif"/>
                <w:b/>
              </w:rPr>
              <w:t>PREMIERS SECOURS</w:t>
            </w:r>
          </w:p>
        </w:tc>
      </w:tr>
      <w:tr w:rsidR="006336B7" w:rsidRPr="002E05F3" w14:paraId="11D967D4" w14:textId="77777777" w:rsidTr="005F0B64">
        <w:trPr>
          <w:cantSplit/>
        </w:trPr>
        <w:tc>
          <w:tcPr>
            <w:tcW w:w="10207" w:type="dxa"/>
            <w:gridSpan w:val="4"/>
            <w:shd w:val="clear" w:color="auto" w:fill="BDD6EE"/>
          </w:tcPr>
          <w:p w14:paraId="3CC94E9B" w14:textId="77777777" w:rsidR="006336B7" w:rsidRPr="001C1E96" w:rsidRDefault="006336B7" w:rsidP="005F0B64">
            <w:pPr>
              <w:spacing w:before="60" w:after="60"/>
              <w:jc w:val="center"/>
              <w:rPr>
                <w:rFonts w:ascii="Liberation Serif" w:hAnsi="Liberation Serif"/>
                <w:b/>
                <w:i/>
              </w:rPr>
            </w:pPr>
            <w:r w:rsidRPr="001C1E96">
              <w:rPr>
                <w:rFonts w:ascii="Liberation Serif" w:hAnsi="Liberation Serif"/>
                <w:b/>
                <w:i/>
              </w:rPr>
              <w:t>SECOURS A PERSONNE :</w:t>
            </w:r>
          </w:p>
        </w:tc>
      </w:tr>
      <w:tr w:rsidR="006336B7" w:rsidRPr="002E05F3" w14:paraId="72BA2019" w14:textId="77777777" w:rsidTr="005F0B64">
        <w:trPr>
          <w:cantSplit/>
          <w:trHeight w:val="343"/>
        </w:trPr>
        <w:tc>
          <w:tcPr>
            <w:tcW w:w="10207" w:type="dxa"/>
            <w:gridSpan w:val="4"/>
          </w:tcPr>
          <w:p w14:paraId="5C70E97C" w14:textId="5CE6C0E8" w:rsidR="006336B7" w:rsidRPr="001C1E96" w:rsidRDefault="006336B7" w:rsidP="005F0B64">
            <w:pPr>
              <w:rPr>
                <w:rFonts w:ascii="Liberation Serif" w:hAnsi="Liberation Serif"/>
                <w:b/>
                <w:color w:val="FF0000"/>
              </w:rPr>
            </w:pPr>
            <w:r w:rsidRPr="001C1E96">
              <w:rPr>
                <w:rFonts w:ascii="Liberation Serif" w:hAnsi="Liberation Serif"/>
                <w:b/>
              </w:rPr>
              <w:t>SERVICE MEDICAL</w:t>
            </w:r>
            <w:r w:rsidR="003F11B3">
              <w:rPr>
                <w:rFonts w:ascii="Liberation Serif" w:hAnsi="Liberation Serif"/>
                <w:b/>
              </w:rPr>
              <w:t xml:space="preserve"> ou HOPITAL</w:t>
            </w:r>
            <w:r w:rsidRPr="001C1E96">
              <w:rPr>
                <w:rFonts w:ascii="Liberation Serif" w:hAnsi="Liberation Serif"/>
                <w:b/>
              </w:rPr>
              <w:t xml:space="preserve"> : </w:t>
            </w:r>
          </w:p>
        </w:tc>
      </w:tr>
      <w:tr w:rsidR="006336B7" w:rsidRPr="002E05F3" w14:paraId="46CF2D5B" w14:textId="77777777" w:rsidTr="005F0B64">
        <w:trPr>
          <w:cantSplit/>
        </w:trPr>
        <w:tc>
          <w:tcPr>
            <w:tcW w:w="10207" w:type="dxa"/>
            <w:gridSpan w:val="4"/>
          </w:tcPr>
          <w:p w14:paraId="696E480E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  <w:b/>
              </w:rPr>
              <w:t>SECOURISTES</w:t>
            </w:r>
            <w:r w:rsidRPr="001C1E96">
              <w:rPr>
                <w:rFonts w:ascii="Liberation Serif" w:hAnsi="Liberation Serif"/>
              </w:rPr>
              <w:t xml:space="preserve"> : Voir la liste </w:t>
            </w:r>
            <w:r>
              <w:rPr>
                <w:rFonts w:ascii="Liberation Serif" w:hAnsi="Liberation Serif"/>
              </w:rPr>
              <w:t>jointe</w:t>
            </w:r>
          </w:p>
        </w:tc>
      </w:tr>
      <w:tr w:rsidR="006336B7" w:rsidRPr="002E05F3" w14:paraId="0F38397A" w14:textId="77777777" w:rsidTr="005F0B64">
        <w:trPr>
          <w:cantSplit/>
        </w:trPr>
        <w:tc>
          <w:tcPr>
            <w:tcW w:w="3755" w:type="dxa"/>
          </w:tcPr>
          <w:p w14:paraId="150BE7F5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  <w:b/>
              </w:rPr>
              <w:t>SAMU</w:t>
            </w:r>
            <w:r w:rsidRPr="001C1E96">
              <w:rPr>
                <w:rFonts w:ascii="Liberation Serif" w:hAnsi="Liberation Serif"/>
              </w:rPr>
              <w:t xml:space="preserve"> :</w:t>
            </w:r>
            <w:r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2472" w:type="dxa"/>
          </w:tcPr>
          <w:p w14:paraId="04CE6B10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Composer le n° </w:t>
            </w:r>
            <w:r w:rsidRPr="001C1E96">
              <w:rPr>
                <w:rFonts w:ascii="Liberation Serif" w:hAnsi="Liberation Serif"/>
                <w:b/>
                <w:color w:val="0000FF"/>
              </w:rPr>
              <w:t>15</w:t>
            </w:r>
          </w:p>
        </w:tc>
        <w:tc>
          <w:tcPr>
            <w:tcW w:w="1995" w:type="dxa"/>
          </w:tcPr>
          <w:p w14:paraId="7DEDFC1B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  <w:b/>
              </w:rPr>
              <w:t>POMPIERS</w:t>
            </w:r>
            <w:r w:rsidRPr="001C1E96">
              <w:rPr>
                <w:rFonts w:ascii="Liberation Serif" w:hAnsi="Liberation Serif"/>
              </w:rPr>
              <w:t xml:space="preserve"> :</w:t>
            </w:r>
          </w:p>
        </w:tc>
        <w:tc>
          <w:tcPr>
            <w:tcW w:w="1985" w:type="dxa"/>
          </w:tcPr>
          <w:p w14:paraId="2DED99F6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Composer le n° </w:t>
            </w:r>
            <w:r w:rsidRPr="001C1E96">
              <w:rPr>
                <w:rFonts w:ascii="Liberation Serif" w:hAnsi="Liberation Serif"/>
                <w:b/>
                <w:color w:val="FF0000"/>
              </w:rPr>
              <w:t>18</w:t>
            </w:r>
          </w:p>
        </w:tc>
      </w:tr>
      <w:tr w:rsidR="006336B7" w:rsidRPr="002E05F3" w14:paraId="0ACF3303" w14:textId="77777777" w:rsidTr="005F0B64">
        <w:trPr>
          <w:cantSplit/>
        </w:trPr>
        <w:tc>
          <w:tcPr>
            <w:tcW w:w="3755" w:type="dxa"/>
          </w:tcPr>
          <w:p w14:paraId="54046697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ACCIDENT LEGER :</w:t>
            </w:r>
          </w:p>
        </w:tc>
        <w:tc>
          <w:tcPr>
            <w:tcW w:w="6452" w:type="dxa"/>
            <w:gridSpan w:val="3"/>
          </w:tcPr>
          <w:p w14:paraId="47E0815A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Utiliser la trousse de premiers secours qui doit obligatoirement faire partie de l'équipement de l'entreprise extérieure.</w:t>
            </w:r>
          </w:p>
        </w:tc>
      </w:tr>
      <w:tr w:rsidR="006336B7" w:rsidRPr="002E05F3" w14:paraId="5E59727D" w14:textId="77777777" w:rsidTr="005F0B64">
        <w:trPr>
          <w:cantSplit/>
          <w:trHeight w:val="857"/>
        </w:trPr>
        <w:tc>
          <w:tcPr>
            <w:tcW w:w="3755" w:type="dxa"/>
          </w:tcPr>
          <w:p w14:paraId="49E4C159" w14:textId="77777777" w:rsidR="006336B7" w:rsidRPr="001C1E96" w:rsidRDefault="006336B7" w:rsidP="005F0B64">
            <w:pPr>
              <w:spacing w:before="0" w:after="0"/>
              <w:jc w:val="left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ACCIDENT OU MALAISE SERIEUX OU GRAVE :</w:t>
            </w:r>
          </w:p>
        </w:tc>
        <w:tc>
          <w:tcPr>
            <w:tcW w:w="6452" w:type="dxa"/>
            <w:gridSpan w:val="3"/>
          </w:tcPr>
          <w:p w14:paraId="67DA4334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Eviter de manipuler le blessé (sauf cas de force majeure)</w:t>
            </w:r>
          </w:p>
          <w:p w14:paraId="3B5113DB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Alerter un secouriste et </w:t>
            </w:r>
            <w:r>
              <w:rPr>
                <w:rFonts w:ascii="Liberation Serif" w:hAnsi="Liberation Serif"/>
              </w:rPr>
              <w:t>le service médical</w:t>
            </w:r>
            <w:r w:rsidRPr="001C1E96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 xml:space="preserve">au poste </w:t>
            </w:r>
          </w:p>
          <w:p w14:paraId="30739CF7" w14:textId="77777777" w:rsidR="006336B7" w:rsidRPr="001C1E96" w:rsidRDefault="006336B7" w:rsidP="005F0B64">
            <w:pPr>
              <w:spacing w:before="0" w:after="0"/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 xml:space="preserve">Puis alerter en téléphonant au SAMU (n° </w:t>
            </w:r>
            <w:r w:rsidRPr="001C1E96">
              <w:rPr>
                <w:rFonts w:ascii="Liberation Serif" w:hAnsi="Liberation Serif"/>
                <w:b/>
                <w:color w:val="0000FF"/>
              </w:rPr>
              <w:t>15</w:t>
            </w:r>
            <w:r w:rsidRPr="001C1E96">
              <w:rPr>
                <w:rFonts w:ascii="Liberation Serif" w:hAnsi="Liberation Serif"/>
              </w:rPr>
              <w:t xml:space="preserve">) ou aux pompiers (n° </w:t>
            </w:r>
            <w:r w:rsidRPr="001C1E96">
              <w:rPr>
                <w:rFonts w:ascii="Liberation Serif" w:hAnsi="Liberation Serif"/>
                <w:b/>
                <w:color w:val="FF0000"/>
              </w:rPr>
              <w:t>18</w:t>
            </w:r>
            <w:r w:rsidRPr="001C1E96">
              <w:rPr>
                <w:rFonts w:ascii="Liberation Serif" w:hAnsi="Liberation Serif"/>
              </w:rPr>
              <w:t>)</w:t>
            </w:r>
          </w:p>
        </w:tc>
      </w:tr>
      <w:tr w:rsidR="006336B7" w:rsidRPr="002E05F3" w14:paraId="55E8F42E" w14:textId="77777777" w:rsidTr="005F0B64">
        <w:trPr>
          <w:cantSplit/>
        </w:trPr>
        <w:tc>
          <w:tcPr>
            <w:tcW w:w="10207" w:type="dxa"/>
            <w:gridSpan w:val="4"/>
            <w:shd w:val="clear" w:color="auto" w:fill="BDD6EE"/>
          </w:tcPr>
          <w:p w14:paraId="288A1F8C" w14:textId="77777777" w:rsidR="006336B7" w:rsidRPr="001C1E96" w:rsidRDefault="006336B7" w:rsidP="005F0B64">
            <w:pPr>
              <w:spacing w:before="60" w:after="60"/>
              <w:jc w:val="center"/>
              <w:rPr>
                <w:rFonts w:ascii="Liberation Serif" w:hAnsi="Liberation Serif"/>
                <w:b/>
                <w:i/>
              </w:rPr>
            </w:pPr>
            <w:bookmarkStart w:id="20" w:name="_Hlk117692118"/>
            <w:r w:rsidRPr="001C1E96">
              <w:rPr>
                <w:rFonts w:ascii="Liberation Serif" w:hAnsi="Liberation Serif"/>
                <w:b/>
                <w:i/>
              </w:rPr>
              <w:t>INCENDIE/EVACUATION</w:t>
            </w:r>
            <w:r>
              <w:rPr>
                <w:rFonts w:ascii="Liberation Serif" w:hAnsi="Liberation Serif"/>
                <w:b/>
                <w:i/>
              </w:rPr>
              <w:t xml:space="preserve"> </w:t>
            </w:r>
            <w:r w:rsidRPr="001C1E96">
              <w:rPr>
                <w:rFonts w:ascii="Liberation Serif" w:hAnsi="Liberation Serif"/>
                <w:b/>
                <w:i/>
              </w:rPr>
              <w:t>:</w:t>
            </w:r>
          </w:p>
        </w:tc>
      </w:tr>
      <w:tr w:rsidR="006336B7" w:rsidRPr="002E05F3" w14:paraId="5F843F3E" w14:textId="77777777" w:rsidTr="005F0B64">
        <w:trPr>
          <w:cantSplit/>
        </w:trPr>
        <w:tc>
          <w:tcPr>
            <w:tcW w:w="10207" w:type="dxa"/>
            <w:gridSpan w:val="4"/>
          </w:tcPr>
          <w:p w14:paraId="64EC7CFF" w14:textId="77777777" w:rsidR="006336B7" w:rsidRPr="001C1E96" w:rsidRDefault="006336B7" w:rsidP="005F0B64">
            <w:pPr>
              <w:ind w:right="289"/>
              <w:rPr>
                <w:rFonts w:ascii="Liberation Serif" w:hAnsi="Liberation Serif"/>
              </w:rPr>
            </w:pPr>
            <w:bookmarkStart w:id="21" w:name="_Hlk117673218"/>
            <w:r w:rsidRPr="001C1E96">
              <w:rPr>
                <w:rFonts w:ascii="Liberation Serif" w:hAnsi="Liberation Serif"/>
                <w:b/>
              </w:rPr>
              <w:t>CONSIGNES D'INCENDIE</w:t>
            </w:r>
            <w:r w:rsidRPr="001C1E96">
              <w:rPr>
                <w:rFonts w:ascii="Liberation Serif" w:hAnsi="Liberation Serif"/>
              </w:rPr>
              <w:t xml:space="preserve"> : Voir les panneaux dans les couloirs / consignes en annexe</w:t>
            </w:r>
          </w:p>
        </w:tc>
      </w:tr>
      <w:tr w:rsidR="006336B7" w:rsidRPr="002E05F3" w14:paraId="14E07825" w14:textId="77777777" w:rsidTr="005F0B64">
        <w:trPr>
          <w:cantSplit/>
        </w:trPr>
        <w:tc>
          <w:tcPr>
            <w:tcW w:w="10207" w:type="dxa"/>
            <w:gridSpan w:val="4"/>
          </w:tcPr>
          <w:p w14:paraId="6F7B09FB" w14:textId="77777777" w:rsidR="006336B7" w:rsidRPr="001C1E96" w:rsidRDefault="006336B7" w:rsidP="005F0B64">
            <w:pPr>
              <w:rPr>
                <w:rFonts w:ascii="Liberation Serif" w:hAnsi="Liberation Serif"/>
              </w:rPr>
            </w:pPr>
            <w:bookmarkStart w:id="22" w:name="_Hlk117693920"/>
            <w:r w:rsidRPr="001C1E96">
              <w:rPr>
                <w:rFonts w:ascii="Liberation Serif" w:hAnsi="Liberation Serif"/>
              </w:rPr>
              <w:t xml:space="preserve">Donner l'alarme en téléphonant au n° </w:t>
            </w:r>
            <w:r w:rsidRPr="001C1E96">
              <w:rPr>
                <w:rFonts w:ascii="Liberation Serif" w:hAnsi="Liberation Serif"/>
                <w:b/>
                <w:color w:val="FF0000"/>
              </w:rPr>
              <w:t>18</w:t>
            </w:r>
            <w:r w:rsidRPr="001C1E96">
              <w:rPr>
                <w:rFonts w:ascii="Liberation Serif" w:hAnsi="Liberation Serif"/>
              </w:rPr>
              <w:t xml:space="preserve"> (Pompiers).</w:t>
            </w:r>
          </w:p>
          <w:p w14:paraId="5E3AE7EE" w14:textId="24DED75C" w:rsidR="006336B7" w:rsidRPr="001C1E96" w:rsidRDefault="006336B7" w:rsidP="005F0B64">
            <w:pPr>
              <w:rPr>
                <w:rFonts w:ascii="Liberation Serif" w:hAnsi="Liberation Serif"/>
              </w:rPr>
            </w:pPr>
            <w:r w:rsidRPr="001C1E96">
              <w:rPr>
                <w:rFonts w:ascii="Liberation Serif" w:hAnsi="Liberation Serif"/>
              </w:rPr>
              <w:t>Evacuer le bâtiment sur ordre des guides/serre-files ou à l’audition de l’alarme sonore et rejoindre les points de rassemblement </w:t>
            </w:r>
            <w:bookmarkStart w:id="23" w:name="_Hlk117510984"/>
            <w:bookmarkEnd w:id="22"/>
          </w:p>
        </w:tc>
      </w:tr>
    </w:tbl>
    <w:p w14:paraId="026DDF63" w14:textId="77777777" w:rsidR="006336B7" w:rsidRPr="00FC4CDB" w:rsidRDefault="006336B7" w:rsidP="009863BA">
      <w:pPr>
        <w:spacing w:before="0" w:after="0" w:line="0" w:lineRule="atLeast"/>
      </w:pPr>
      <w:bookmarkStart w:id="24" w:name="_Hlk117158528"/>
      <w:bookmarkEnd w:id="21"/>
      <w:bookmarkEnd w:id="20"/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AA5D40" w:rsidRPr="001C1E96" w14:paraId="4E5A8CBA" w14:textId="77777777" w:rsidTr="004C2E77">
        <w:trPr>
          <w:trHeight w:val="70"/>
        </w:trPr>
        <w:tc>
          <w:tcPr>
            <w:tcW w:w="100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bookmarkEnd w:id="23"/>
          <w:bookmarkEnd w:id="24"/>
          <w:p w14:paraId="6A2B21A4" w14:textId="7C8FB6A2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Le Service Sécurité Incendie Sauvetage, en place sur les aérodromes, assure en priorité la sauvegarde des aéronefs.</w:t>
            </w:r>
          </w:p>
          <w:p w14:paraId="5D41E14F" w14:textId="305E68BA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A ce titre il ne pourra être sollicité comme moyen de premier secours. Pour tous les accidents survenant sur un aérodrome appeler la tour de contrôle locale.</w:t>
            </w:r>
          </w:p>
          <w:p w14:paraId="5C99648E" w14:textId="30E4756C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Horaire de permanence :</w:t>
            </w:r>
          </w:p>
          <w:p w14:paraId="1A10C137" w14:textId="47797F82" w:rsidR="00AA5D40" w:rsidRPr="00EE3207" w:rsidRDefault="00AA5D40" w:rsidP="00AA5D40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Téléphone :</w:t>
            </w:r>
          </w:p>
          <w:p w14:paraId="2374AE97" w14:textId="2FF9DCD9" w:rsidR="00AA5D40" w:rsidRPr="003B15C2" w:rsidRDefault="00AA5D40" w:rsidP="00EE3207">
            <w:pPr>
              <w:spacing w:before="0" w:after="0"/>
              <w:rPr>
                <w:rFonts w:ascii="Liberation Serif" w:hAnsi="Liberation Serif"/>
              </w:rPr>
            </w:pPr>
            <w:r w:rsidRPr="00EE3207">
              <w:rPr>
                <w:rFonts w:ascii="Liberation Serif" w:hAnsi="Liberation Serif"/>
                <w:i/>
                <w:iCs/>
              </w:rPr>
              <w:t>En dehors des horaire</w:t>
            </w:r>
            <w:r w:rsidR="00EE3207" w:rsidRPr="00EE3207">
              <w:rPr>
                <w:rFonts w:ascii="Liberation Serif" w:hAnsi="Liberation Serif"/>
                <w:i/>
                <w:iCs/>
              </w:rPr>
              <w:t>s, contact de la T</w:t>
            </w:r>
            <w:r w:rsidRPr="00EE3207">
              <w:rPr>
                <w:rFonts w:ascii="Liberation Serif" w:hAnsi="Liberation Serif"/>
                <w:i/>
                <w:iCs/>
              </w:rPr>
              <w:t>our de contrôle :</w:t>
            </w:r>
          </w:p>
        </w:tc>
      </w:tr>
    </w:tbl>
    <w:p w14:paraId="5C03641A" w14:textId="1F9A340C" w:rsidR="00545C3E" w:rsidRDefault="00545C3E">
      <w:pPr>
        <w:spacing w:before="0" w:after="0" w:line="240" w:lineRule="auto"/>
        <w:jc w:val="left"/>
        <w:rPr>
          <w:rFonts w:ascii="Liberation Serif" w:hAnsi="Liberation Serif"/>
          <w:b/>
        </w:rPr>
      </w:pPr>
    </w:p>
    <w:p w14:paraId="3A3190AB" w14:textId="79CB6136" w:rsidR="00AB7089" w:rsidRDefault="00AB7089" w:rsidP="00545C3E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  <w:r w:rsidRPr="00EA6DA3">
        <w:rPr>
          <w:rFonts w:ascii="Liberation Serif" w:hAnsi="Liberation Serif"/>
          <w:b/>
          <w:i/>
          <w:iCs/>
          <w:sz w:val="24"/>
        </w:rPr>
        <w:lastRenderedPageBreak/>
        <w:t>PENDANT TOUTE LA DUREE DE L'OPERATION</w:t>
      </w:r>
    </w:p>
    <w:p w14:paraId="0A5D3EF2" w14:textId="77777777" w:rsidR="00EE3207" w:rsidRPr="00EA6DA3" w:rsidRDefault="00EE3207" w:rsidP="00545C3E">
      <w:pPr>
        <w:pStyle w:val="m-CopieA2"/>
        <w:ind w:left="0"/>
        <w:jc w:val="center"/>
        <w:rPr>
          <w:rFonts w:ascii="Liberation Serif" w:hAnsi="Liberation Serif"/>
          <w:b/>
          <w:i/>
          <w:iCs/>
          <w:sz w:val="24"/>
        </w:rPr>
      </w:pPr>
    </w:p>
    <w:p w14:paraId="73479757" w14:textId="1C85CD35" w:rsidR="00545C3E" w:rsidRDefault="00545C3E" w:rsidP="00545C3E">
      <w:pPr>
        <w:pStyle w:val="m-CopieA2"/>
        <w:ind w:left="0"/>
        <w:jc w:val="center"/>
        <w:rPr>
          <w:rFonts w:ascii="Liberation Serif" w:hAnsi="Liberation Serif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26"/>
      </w:tblGrid>
      <w:tr w:rsidR="00545C3E" w:rsidRPr="001C1E96" w14:paraId="3B42BBC6" w14:textId="77777777" w:rsidTr="00EA6DA3">
        <w:trPr>
          <w:cantSplit/>
          <w:trHeight w:val="330"/>
          <w:jc w:val="center"/>
        </w:trPr>
        <w:tc>
          <w:tcPr>
            <w:tcW w:w="892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5AEBAD8" w14:textId="77777777" w:rsidR="00545C3E" w:rsidRPr="001C1E96" w:rsidRDefault="00545C3E" w:rsidP="004C2E77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25" w:name="_Hlk117673375"/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  <w:b/>
              </w:rPr>
              <w:t xml:space="preserve"> ACCUEIL DE L'ENTREPRISE EXTERIEURE</w:t>
            </w:r>
          </w:p>
        </w:tc>
      </w:tr>
      <w:tr w:rsidR="00545C3E" w:rsidRPr="001C1E96" w14:paraId="698739C4" w14:textId="77777777" w:rsidTr="00EA6DA3">
        <w:trPr>
          <w:trHeight w:val="775"/>
          <w:jc w:val="center"/>
        </w:trPr>
        <w:tc>
          <w:tcPr>
            <w:tcW w:w="89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6871"/>
              <w:gridCol w:w="1915"/>
            </w:tblGrid>
            <w:tr w:rsidR="00545C3E" w:rsidRPr="00CD0D66" w14:paraId="34BE0C9C" w14:textId="77777777" w:rsidTr="004C2E77">
              <w:tc>
                <w:tcPr>
                  <w:tcW w:w="7555" w:type="dxa"/>
                  <w:shd w:val="clear" w:color="auto" w:fill="auto"/>
                  <w:vAlign w:val="center"/>
                </w:tcPr>
                <w:p w14:paraId="0A2A6377" w14:textId="74DA9179" w:rsidR="00545C3E" w:rsidRPr="001C1E9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  <w:lang w:val="x-none"/>
                    </w:rPr>
                  </w:pPr>
                  <w:proofErr w:type="spellStart"/>
                  <w:r>
                    <w:rPr>
                      <w:rFonts w:ascii="Liberation Serif" w:hAnsi="Liberation Serif"/>
                    </w:rPr>
                    <w:t>Demand</w:t>
                  </w:r>
                  <w:proofErr w:type="spellEnd"/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er </w:t>
                  </w:r>
                  <w:r>
                    <w:rPr>
                      <w:rFonts w:ascii="Liberation Serif" w:hAnsi="Liberation Serif"/>
                    </w:rPr>
                    <w:t>au</w:t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chef de l'entreprise extérieure</w:t>
                  </w:r>
                  <w:r>
                    <w:rPr>
                      <w:rFonts w:ascii="Liberation Serif" w:hAnsi="Liberation Serif"/>
                    </w:rPr>
                    <w:t xml:space="preserve"> de</w:t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donne</w:t>
                  </w:r>
                  <w:r>
                    <w:rPr>
                      <w:rFonts w:ascii="Liberation Serif" w:hAnsi="Liberation Serif"/>
                    </w:rPr>
                    <w:t>r</w:t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à son personnel les instructions définies dans </w:t>
                  </w:r>
                  <w:r w:rsidR="00D27A10">
                    <w:rPr>
                      <w:rFonts w:ascii="Liberation Serif" w:hAnsi="Liberation Serif"/>
                    </w:rPr>
                    <w:t>le présent document</w:t>
                  </w:r>
                </w:p>
                <w:p w14:paraId="1736791E" w14:textId="77777777" w:rsidR="00545C3E" w:rsidRPr="001C1E9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  <w:lang w:val="x-none"/>
                    </w:rPr>
                  </w:pPr>
                </w:p>
              </w:tc>
              <w:tc>
                <w:tcPr>
                  <w:tcW w:w="2068" w:type="dxa"/>
                  <w:shd w:val="clear" w:color="auto" w:fill="auto"/>
                  <w:vAlign w:val="center"/>
                </w:tcPr>
                <w:p w14:paraId="1FD11FCF" w14:textId="77777777" w:rsidR="00545C3E" w:rsidRPr="00CD0D6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</w:rPr>
                  </w:pPr>
                  <w:r w:rsidRPr="001C1E96">
                    <w:rPr>
                      <w:rFonts w:ascii="Liberation Serif" w:hAnsi="Liberation Serif"/>
                      <w:lang w:val="x-none"/>
                    </w:rPr>
                    <w:sym w:font="Wingdings" w:char="F06F"/>
                  </w:r>
                  <w:r w:rsidRPr="001C1E96">
                    <w:rPr>
                      <w:rFonts w:ascii="Liberation Serif" w:hAnsi="Liberation Serif"/>
                      <w:b/>
                      <w:lang w:val="x-none"/>
                    </w:rPr>
                    <w:t xml:space="preserve"> FAIT</w:t>
                  </w:r>
                </w:p>
              </w:tc>
            </w:tr>
            <w:tr w:rsidR="00545C3E" w:rsidRPr="00CD0D66" w14:paraId="7DD26333" w14:textId="77777777" w:rsidTr="004C2E77">
              <w:tc>
                <w:tcPr>
                  <w:tcW w:w="7555" w:type="dxa"/>
                  <w:shd w:val="clear" w:color="auto" w:fill="auto"/>
                  <w:vAlign w:val="center"/>
                </w:tcPr>
                <w:p w14:paraId="030A5C00" w14:textId="4454D1BD" w:rsidR="00545C3E" w:rsidRPr="00EE3207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  <w:b/>
                      <w:i/>
                    </w:rPr>
                  </w:pPr>
                  <w:r w:rsidRPr="001C1E96">
                    <w:rPr>
                      <w:rFonts w:ascii="Liberation Serif" w:hAnsi="Liberation Serif"/>
                    </w:rPr>
                    <w:t>Rappeler au chef de l'entreprise extérieure qu'il doit mettre à disposition de son personnel des outils, matériels, moyens de prévention conformes à la règlementation et qu'il est tenu de lui faire connaître les consignes liées à leur emploi.</w:t>
                  </w:r>
                </w:p>
              </w:tc>
              <w:tc>
                <w:tcPr>
                  <w:tcW w:w="2068" w:type="dxa"/>
                  <w:shd w:val="clear" w:color="auto" w:fill="auto"/>
                  <w:vAlign w:val="center"/>
                </w:tcPr>
                <w:p w14:paraId="3F781BE1" w14:textId="77777777" w:rsidR="00545C3E" w:rsidRPr="00CD0D66" w:rsidRDefault="00545C3E" w:rsidP="004C2E77">
                  <w:pPr>
                    <w:spacing w:before="0" w:after="0"/>
                    <w:jc w:val="left"/>
                    <w:rPr>
                      <w:rFonts w:ascii="Liberation Serif" w:hAnsi="Liberation Serif"/>
                    </w:rPr>
                  </w:pPr>
                  <w:r w:rsidRPr="001C1E96">
                    <w:rPr>
                      <w:rFonts w:ascii="Liberation Serif" w:hAnsi="Liberation Serif"/>
                      <w:lang w:val="x-none"/>
                    </w:rPr>
                    <w:sym w:font="Wingdings" w:char="F06F"/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</w:t>
                  </w:r>
                  <w:r w:rsidRPr="001C1E96">
                    <w:rPr>
                      <w:rFonts w:ascii="Liberation Serif" w:hAnsi="Liberation Serif"/>
                      <w:b/>
                      <w:lang w:val="x-none"/>
                    </w:rPr>
                    <w:t>FAIT</w:t>
                  </w:r>
                  <w:r>
                    <w:rPr>
                      <w:rFonts w:ascii="Liberation Serif" w:hAnsi="Liberation Serif"/>
                      <w:b/>
                    </w:rPr>
                    <w:t xml:space="preserve"> </w:t>
                  </w:r>
                </w:p>
              </w:tc>
            </w:tr>
            <w:tr w:rsidR="00545C3E" w:rsidRPr="001C1E96" w14:paraId="6298B205" w14:textId="77777777" w:rsidTr="004C2E77">
              <w:trPr>
                <w:trHeight w:val="880"/>
              </w:trPr>
              <w:tc>
                <w:tcPr>
                  <w:tcW w:w="7555" w:type="dxa"/>
                  <w:shd w:val="clear" w:color="auto" w:fill="auto"/>
                  <w:vAlign w:val="center"/>
                </w:tcPr>
                <w:p w14:paraId="0B3491EB" w14:textId="77777777" w:rsidR="00545C3E" w:rsidRPr="001C1E96" w:rsidRDefault="00545C3E" w:rsidP="004C2E77">
                  <w:pPr>
                    <w:jc w:val="left"/>
                    <w:rPr>
                      <w:rFonts w:ascii="Liberation Serif" w:hAnsi="Liberation Serif"/>
                      <w:lang w:val="x-none"/>
                    </w:rPr>
                  </w:pPr>
                  <w:r w:rsidRPr="00EE3207">
                    <w:rPr>
                      <w:rFonts w:ascii="Liberation Serif" w:hAnsi="Liberation Serif"/>
                    </w:rPr>
                    <w:t>Demander au chef de l'entreprise extérieure de faire savoir à son personnel que les travaux seront arrêtés si les consignes prévues ne sont pas respectées.</w:t>
                  </w:r>
                </w:p>
              </w:tc>
              <w:tc>
                <w:tcPr>
                  <w:tcW w:w="2068" w:type="dxa"/>
                  <w:shd w:val="clear" w:color="auto" w:fill="auto"/>
                  <w:vAlign w:val="center"/>
                </w:tcPr>
                <w:p w14:paraId="7ACE978B" w14:textId="77777777" w:rsidR="00545C3E" w:rsidRPr="001C1E96" w:rsidRDefault="00545C3E" w:rsidP="004C2E77">
                  <w:pPr>
                    <w:jc w:val="left"/>
                    <w:rPr>
                      <w:rFonts w:ascii="Liberation Serif" w:hAnsi="Liberation Serif"/>
                      <w:lang w:val="x-none"/>
                    </w:rPr>
                  </w:pPr>
                  <w:r w:rsidRPr="001C1E96">
                    <w:rPr>
                      <w:rFonts w:ascii="Liberation Serif" w:hAnsi="Liberation Serif"/>
                      <w:lang w:val="x-none"/>
                    </w:rPr>
                    <w:sym w:font="Wingdings" w:char="F06F"/>
                  </w:r>
                  <w:r w:rsidRPr="001C1E96">
                    <w:rPr>
                      <w:rFonts w:ascii="Liberation Serif" w:hAnsi="Liberation Serif"/>
                      <w:lang w:val="x-none"/>
                    </w:rPr>
                    <w:t xml:space="preserve"> </w:t>
                  </w:r>
                  <w:r w:rsidRPr="001C1E96">
                    <w:rPr>
                      <w:rFonts w:ascii="Liberation Serif" w:hAnsi="Liberation Serif"/>
                      <w:b/>
                      <w:lang w:val="x-none"/>
                    </w:rPr>
                    <w:t>FAIT</w:t>
                  </w:r>
                </w:p>
              </w:tc>
            </w:tr>
          </w:tbl>
          <w:p w14:paraId="16F253D8" w14:textId="77777777" w:rsidR="00545C3E" w:rsidRPr="001C1E96" w:rsidRDefault="00545C3E" w:rsidP="004C2E77">
            <w:pPr>
              <w:rPr>
                <w:rFonts w:ascii="Liberation Serif" w:hAnsi="Liberation Serif"/>
              </w:rPr>
            </w:pPr>
          </w:p>
        </w:tc>
      </w:tr>
      <w:bookmarkEnd w:id="25"/>
    </w:tbl>
    <w:p w14:paraId="541E339C" w14:textId="1A35929A" w:rsidR="00545C3E" w:rsidRDefault="00545C3E" w:rsidP="00545C3E">
      <w:pPr>
        <w:pStyle w:val="m-CopieA2"/>
        <w:ind w:left="0"/>
        <w:jc w:val="center"/>
        <w:rPr>
          <w:rFonts w:ascii="Liberation Serif" w:hAnsi="Liberation Serif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2975"/>
        <w:gridCol w:w="2976"/>
      </w:tblGrid>
      <w:tr w:rsidR="00EE3207" w:rsidRPr="00EA6DA3" w14:paraId="4816BBDF" w14:textId="77777777" w:rsidTr="004C2E77">
        <w:trPr>
          <w:cantSplit/>
          <w:trHeight w:val="330"/>
          <w:jc w:val="center"/>
        </w:trPr>
        <w:tc>
          <w:tcPr>
            <w:tcW w:w="8926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732AB2B5" w14:textId="320521F8" w:rsidR="00EE3207" w:rsidRPr="00EA6DA3" w:rsidRDefault="00EE3207" w:rsidP="004C2E77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>
              <w:rPr>
                <w:rFonts w:ascii="Liberation Serif" w:hAnsi="Liberation Serif"/>
                <w:b/>
              </w:rPr>
              <w:t>VERIFICATION DU MATERIEL DANS LE CAS O</w:t>
            </w:r>
            <w:r w:rsidR="00602FE6">
              <w:rPr>
                <w:rFonts w:ascii="Liberation Serif" w:hAnsi="Liberation Serif"/>
                <w:b/>
              </w:rPr>
              <w:t>U</w:t>
            </w:r>
            <w:r>
              <w:rPr>
                <w:rFonts w:ascii="Liberation Serif" w:hAnsi="Liberation Serif"/>
                <w:b/>
              </w:rPr>
              <w:t xml:space="preserve"> IL Y A PRET PAR L’ENTREPRISE UTILISATRICE</w:t>
            </w:r>
          </w:p>
        </w:tc>
      </w:tr>
      <w:tr w:rsidR="00EE3207" w:rsidRPr="00EA6DA3" w14:paraId="7F911927" w14:textId="77777777" w:rsidTr="00FF2248">
        <w:trPr>
          <w:trHeight w:val="504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6893FC8C" w14:textId="447AB286" w:rsidR="00EE3207" w:rsidRPr="00EA6DA3" w:rsidRDefault="00EE3207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Type de matériel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104C8411" w14:textId="1F1A282E" w:rsidR="00EE3207" w:rsidRPr="00EA6DA3" w:rsidRDefault="00EE3207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Date de vérification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DEB1BAA" w14:textId="4F60FBD8" w:rsidR="00EE3207" w:rsidRPr="00EA6DA3" w:rsidRDefault="00EE3207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Visa entreprise extérieure</w:t>
            </w:r>
          </w:p>
        </w:tc>
      </w:tr>
      <w:tr w:rsidR="00EE3207" w:rsidRPr="00EA6DA3" w14:paraId="26C6B42F" w14:textId="77777777" w:rsidTr="00FF2248">
        <w:trPr>
          <w:trHeight w:val="504"/>
          <w:jc w:val="center"/>
        </w:trPr>
        <w:tc>
          <w:tcPr>
            <w:tcW w:w="2975" w:type="dxa"/>
            <w:shd w:val="clear" w:color="auto" w:fill="auto"/>
            <w:vAlign w:val="center"/>
          </w:tcPr>
          <w:p w14:paraId="0760917B" w14:textId="77777777" w:rsidR="00EE3207" w:rsidRPr="00EA6DA3" w:rsidRDefault="00EE3207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1EB9D0E3" w14:textId="77777777" w:rsidR="00EE3207" w:rsidRPr="00EA6DA3" w:rsidRDefault="00EE3207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5C0E2C4F" w14:textId="5289B138" w:rsidR="00EE3207" w:rsidRPr="00EA6DA3" w:rsidRDefault="00EE3207" w:rsidP="004C2E77">
            <w:pPr>
              <w:rPr>
                <w:rFonts w:ascii="Liberation Serif" w:hAnsi="Liberation Serif"/>
              </w:rPr>
            </w:pPr>
          </w:p>
        </w:tc>
      </w:tr>
    </w:tbl>
    <w:p w14:paraId="3D368F6F" w14:textId="77777777" w:rsidR="00EA6DA3" w:rsidRDefault="00EA6DA3" w:rsidP="00EE3207">
      <w:pPr>
        <w:pStyle w:val="m-CopieA2"/>
        <w:ind w:left="0"/>
        <w:rPr>
          <w:rFonts w:ascii="Liberation Serif" w:hAnsi="Liberation Serif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5"/>
        <w:gridCol w:w="2975"/>
        <w:gridCol w:w="2976"/>
      </w:tblGrid>
      <w:tr w:rsidR="00EA6DA3" w:rsidRPr="00EA6DA3" w14:paraId="7F23BAD1" w14:textId="77777777" w:rsidTr="004C2E77">
        <w:trPr>
          <w:cantSplit/>
          <w:trHeight w:val="330"/>
          <w:jc w:val="center"/>
        </w:trPr>
        <w:tc>
          <w:tcPr>
            <w:tcW w:w="8926" w:type="dxa"/>
            <w:gridSpan w:val="3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2A57A362" w14:textId="3E8EB0DC" w:rsidR="00EA6DA3" w:rsidRPr="00EA6DA3" w:rsidRDefault="00EA6DA3" w:rsidP="00EA6DA3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26" w:name="_Hlk117693254"/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  <w:b/>
              </w:rPr>
              <w:t xml:space="preserve"> </w:t>
            </w:r>
            <w:r w:rsidR="003B15C2">
              <w:rPr>
                <w:rFonts w:ascii="Liberation Serif" w:hAnsi="Liberation Serif"/>
                <w:b/>
              </w:rPr>
              <w:t xml:space="preserve">OBSERVATIONS </w:t>
            </w:r>
            <w:proofErr w:type="gramStart"/>
            <w:r w:rsidR="003B15C2">
              <w:rPr>
                <w:rFonts w:ascii="Liberation Serif" w:hAnsi="Liberation Serif"/>
                <w:b/>
              </w:rPr>
              <w:t>SUITE AUX</w:t>
            </w:r>
            <w:proofErr w:type="gramEnd"/>
            <w:r w:rsidR="003B15C2">
              <w:rPr>
                <w:rFonts w:ascii="Liberation Serif" w:hAnsi="Liberation Serif"/>
                <w:b/>
              </w:rPr>
              <w:t xml:space="preserve"> </w:t>
            </w:r>
            <w:r>
              <w:rPr>
                <w:rFonts w:ascii="Liberation Serif" w:hAnsi="Liberation Serif"/>
                <w:b/>
              </w:rPr>
              <w:t>INSPECTION</w:t>
            </w:r>
            <w:r w:rsidR="003B15C2">
              <w:rPr>
                <w:rFonts w:ascii="Liberation Serif" w:hAnsi="Liberation Serif"/>
                <w:b/>
              </w:rPr>
              <w:t>S</w:t>
            </w:r>
            <w:r>
              <w:rPr>
                <w:rFonts w:ascii="Liberation Serif" w:hAnsi="Liberation Serif"/>
                <w:b/>
              </w:rPr>
              <w:t xml:space="preserve"> INOPINEE</w:t>
            </w:r>
            <w:r w:rsidR="003B15C2">
              <w:rPr>
                <w:rFonts w:ascii="Liberation Serif" w:hAnsi="Liberation Serif"/>
                <w:b/>
              </w:rPr>
              <w:t>S</w:t>
            </w:r>
            <w:r>
              <w:rPr>
                <w:rFonts w:ascii="Liberation Serif" w:hAnsi="Liberation Serif"/>
                <w:b/>
              </w:rPr>
              <w:t xml:space="preserve"> </w:t>
            </w:r>
            <w:r w:rsidR="003B15C2">
              <w:rPr>
                <w:rFonts w:ascii="Liberation Serif" w:hAnsi="Liberation Serif"/>
                <w:b/>
              </w:rPr>
              <w:t xml:space="preserve">OU </w:t>
            </w:r>
            <w:r>
              <w:rPr>
                <w:rFonts w:ascii="Liberation Serif" w:hAnsi="Liberation Serif"/>
                <w:b/>
              </w:rPr>
              <w:t>COMMUNE</w:t>
            </w:r>
            <w:r w:rsidR="003B15C2">
              <w:rPr>
                <w:rFonts w:ascii="Liberation Serif" w:hAnsi="Liberation Serif"/>
                <w:b/>
              </w:rPr>
              <w:t>S</w:t>
            </w:r>
            <w:r>
              <w:rPr>
                <w:rFonts w:ascii="Liberation Serif" w:hAnsi="Liberation Serif"/>
                <w:b/>
              </w:rPr>
              <w:t xml:space="preserve"> </w:t>
            </w:r>
            <w:r w:rsidR="00602FE6">
              <w:rPr>
                <w:rFonts w:ascii="Liberation Serif" w:hAnsi="Liberation Serif"/>
                <w:b/>
              </w:rPr>
              <w:t xml:space="preserve">REALISEES </w:t>
            </w:r>
            <w:r>
              <w:rPr>
                <w:rFonts w:ascii="Liberation Serif" w:hAnsi="Liberation Serif"/>
                <w:b/>
              </w:rPr>
              <w:t>PENDANT LES TRAVAUX</w:t>
            </w:r>
          </w:p>
        </w:tc>
      </w:tr>
      <w:tr w:rsidR="00C50C75" w:rsidRPr="00EA6DA3" w14:paraId="1A45B986" w14:textId="77777777" w:rsidTr="00EE3207">
        <w:trPr>
          <w:trHeight w:val="407"/>
          <w:jc w:val="center"/>
        </w:trPr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91E5A" w14:textId="0118611E" w:rsidR="003B15C2" w:rsidRPr="003B15C2" w:rsidRDefault="003B15C2" w:rsidP="00EA6DA3">
            <w:pPr>
              <w:rPr>
                <w:rFonts w:ascii="Liberation Serif" w:hAnsi="Liberation Serif"/>
              </w:rPr>
            </w:pPr>
            <w:bookmarkStart w:id="27" w:name="_Hlk117688997"/>
            <w:r>
              <w:rPr>
                <w:rFonts w:ascii="Liberation Serif" w:hAnsi="Liberation Serif"/>
              </w:rPr>
              <w:t>Date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2E23CE" w14:textId="6093B98F" w:rsidR="00C50C75" w:rsidRPr="00EA6DA3" w:rsidRDefault="003B15C2" w:rsidP="00EA6DA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Observations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0901F" w14:textId="0FA37B7D" w:rsidR="00C50C75" w:rsidRPr="00EA6DA3" w:rsidRDefault="003B15C2" w:rsidP="00EA6DA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Mesures prises</w:t>
            </w:r>
          </w:p>
        </w:tc>
      </w:tr>
      <w:tr w:rsidR="00C50C75" w:rsidRPr="00EA6DA3" w14:paraId="3BCE6D5C" w14:textId="77777777" w:rsidTr="00E3354A">
        <w:trPr>
          <w:trHeight w:val="775"/>
          <w:jc w:val="center"/>
        </w:trPr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C25A3" w14:textId="1E0135A3" w:rsidR="00C50C75" w:rsidRPr="00EA6DA3" w:rsidRDefault="00C50C75" w:rsidP="00EA6DA3">
            <w:pPr>
              <w:rPr>
                <w:rFonts w:ascii="Liberation Serif" w:hAnsi="Liberation Serif"/>
              </w:rPr>
            </w:pP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CAACA" w14:textId="77777777" w:rsidR="00C50C75" w:rsidRPr="00EA6DA3" w:rsidRDefault="00C50C75" w:rsidP="00EA6DA3">
            <w:pPr>
              <w:rPr>
                <w:rFonts w:ascii="Liberation Serif" w:hAnsi="Liberation Serif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DF0DF" w14:textId="121AA6C2" w:rsidR="00C50C75" w:rsidRPr="00EA6DA3" w:rsidRDefault="00C50C75" w:rsidP="00EA6DA3">
            <w:pPr>
              <w:rPr>
                <w:rFonts w:ascii="Liberation Serif" w:hAnsi="Liberation Serif"/>
              </w:rPr>
            </w:pPr>
          </w:p>
        </w:tc>
      </w:tr>
      <w:bookmarkEnd w:id="27"/>
      <w:bookmarkEnd w:id="26"/>
    </w:tbl>
    <w:p w14:paraId="1D9D3300" w14:textId="17013383" w:rsidR="00AB7089" w:rsidRDefault="00AB7089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EA6DA3" w:rsidRPr="00EA6DA3" w14:paraId="4A1903B0" w14:textId="77777777" w:rsidTr="004C2E77">
        <w:trPr>
          <w:cantSplit/>
          <w:trHeight w:val="330"/>
          <w:jc w:val="center"/>
        </w:trPr>
        <w:tc>
          <w:tcPr>
            <w:tcW w:w="8926" w:type="dxa"/>
            <w:gridSpan w:val="2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346CB999" w14:textId="5DFB3491" w:rsidR="00EA6DA3" w:rsidRPr="00EA6DA3" w:rsidRDefault="00EA6DA3" w:rsidP="004C2E77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bookmarkStart w:id="28" w:name="_Hlk117694206"/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</w:rPr>
              <w:br w:type="page"/>
            </w:r>
            <w:r w:rsidRPr="00EA6DA3">
              <w:rPr>
                <w:rFonts w:ascii="Liberation Serif" w:hAnsi="Liberation Serif"/>
                <w:b/>
              </w:rPr>
              <w:t xml:space="preserve"> </w:t>
            </w:r>
            <w:r>
              <w:rPr>
                <w:rFonts w:ascii="Liberation Serif" w:hAnsi="Liberation Serif"/>
                <w:b/>
              </w:rPr>
              <w:t>MODIFICATION APPORTEES AU PLAN DE PREVENTION INITIAL</w:t>
            </w:r>
          </w:p>
        </w:tc>
      </w:tr>
      <w:tr w:rsidR="003B15C2" w:rsidRPr="00EA6DA3" w14:paraId="2F109911" w14:textId="77777777" w:rsidTr="00335F8E">
        <w:trPr>
          <w:trHeight w:val="390"/>
          <w:jc w:val="center"/>
        </w:trPr>
        <w:tc>
          <w:tcPr>
            <w:tcW w:w="4463" w:type="dxa"/>
            <w:shd w:val="clear" w:color="auto" w:fill="auto"/>
            <w:vAlign w:val="center"/>
          </w:tcPr>
          <w:p w14:paraId="533417D7" w14:textId="1FE9F10C" w:rsidR="003B15C2" w:rsidRPr="00EA6DA3" w:rsidRDefault="003B15C2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Nature des risques</w:t>
            </w:r>
          </w:p>
        </w:tc>
        <w:tc>
          <w:tcPr>
            <w:tcW w:w="4463" w:type="dxa"/>
            <w:shd w:val="clear" w:color="auto" w:fill="auto"/>
            <w:vAlign w:val="center"/>
          </w:tcPr>
          <w:p w14:paraId="3CAF605D" w14:textId="5E9C046E" w:rsidR="003B15C2" w:rsidRPr="00EA6DA3" w:rsidRDefault="003B15C2" w:rsidP="004C2E77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Mesures de prévention</w:t>
            </w:r>
          </w:p>
        </w:tc>
      </w:tr>
      <w:tr w:rsidR="003B15C2" w:rsidRPr="00EA6DA3" w14:paraId="5A28D3FD" w14:textId="77777777" w:rsidTr="00335F8E">
        <w:trPr>
          <w:trHeight w:val="390"/>
          <w:jc w:val="center"/>
        </w:trPr>
        <w:tc>
          <w:tcPr>
            <w:tcW w:w="4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F914D" w14:textId="77777777" w:rsidR="003B15C2" w:rsidRPr="00EA6DA3" w:rsidRDefault="003B15C2" w:rsidP="004C2E77">
            <w:pPr>
              <w:rPr>
                <w:rFonts w:ascii="Liberation Serif" w:hAnsi="Liberation Serif"/>
              </w:rPr>
            </w:pPr>
          </w:p>
        </w:tc>
        <w:tc>
          <w:tcPr>
            <w:tcW w:w="44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4B7DE0" w14:textId="08BCDB23" w:rsidR="003B15C2" w:rsidRPr="00EA6DA3" w:rsidRDefault="003B15C2" w:rsidP="004C2E77">
            <w:pPr>
              <w:rPr>
                <w:rFonts w:ascii="Liberation Serif" w:hAnsi="Liberation Serif"/>
              </w:rPr>
            </w:pPr>
          </w:p>
        </w:tc>
      </w:tr>
      <w:bookmarkEnd w:id="28"/>
    </w:tbl>
    <w:p w14:paraId="2421EDFA" w14:textId="147D306B" w:rsidR="00EA6DA3" w:rsidRDefault="00EA6DA3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EE3207" w:rsidRPr="001C1E96" w14:paraId="78A90515" w14:textId="77777777" w:rsidTr="00EE3207">
        <w:trPr>
          <w:cantSplit/>
          <w:trHeight w:val="330"/>
        </w:trPr>
        <w:tc>
          <w:tcPr>
            <w:tcW w:w="893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1AB04DE5" w14:textId="77777777" w:rsidR="00EE3207" w:rsidRPr="001C1E96" w:rsidRDefault="00EE3207" w:rsidP="00602FE6">
            <w:pPr>
              <w:spacing w:after="180"/>
              <w:jc w:val="left"/>
              <w:rPr>
                <w:rFonts w:ascii="Liberation Serif" w:hAnsi="Liberation Serif"/>
                <w:b/>
              </w:rPr>
            </w:pP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</w:rPr>
              <w:br w:type="page"/>
            </w:r>
            <w:r w:rsidRPr="001C1E96">
              <w:rPr>
                <w:rFonts w:ascii="Liberation Serif" w:hAnsi="Liberation Serif"/>
                <w:b/>
              </w:rPr>
              <w:t>RENSEIGNEMENTS COMPLEMENTAIRES</w:t>
            </w:r>
          </w:p>
        </w:tc>
      </w:tr>
      <w:tr w:rsidR="00EE3207" w:rsidRPr="001C1E96" w14:paraId="54192236" w14:textId="77777777" w:rsidTr="00EE3207">
        <w:trPr>
          <w:trHeight w:val="70"/>
        </w:trPr>
        <w:tc>
          <w:tcPr>
            <w:tcW w:w="8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EABE3" w14:textId="439A9133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Inspecteur santé et sécurité du SEAC-PF : M. Christophe CONAN</w:t>
            </w:r>
          </w:p>
          <w:p w14:paraId="1BC12E71" w14:textId="77777777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</w:p>
          <w:p w14:paraId="31B4E7BA" w14:textId="77777777" w:rsidR="00EE3207" w:rsidRPr="001C1E96" w:rsidRDefault="00EE3207" w:rsidP="004C2E77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  <w:r w:rsidRPr="001C1E96">
              <w:rPr>
                <w:rFonts w:ascii="Liberation Serif" w:hAnsi="Liberation Serif"/>
              </w:rPr>
              <w:t>Médecin</w:t>
            </w:r>
            <w:r>
              <w:rPr>
                <w:rFonts w:ascii="Liberation Serif" w:hAnsi="Liberation Serif"/>
              </w:rPr>
              <w:t>s</w:t>
            </w:r>
            <w:r w:rsidRPr="001C1E96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du travail</w:t>
            </w:r>
            <w:r w:rsidRPr="001C1E96">
              <w:rPr>
                <w:rFonts w:ascii="Liberation Serif" w:hAnsi="Liberation Serif"/>
              </w:rPr>
              <w:t xml:space="preserve"> : </w:t>
            </w:r>
            <w:r>
              <w:rPr>
                <w:rFonts w:ascii="Liberation Serif" w:hAnsi="Liberation Serif"/>
              </w:rPr>
              <w:t>Dr VORON et Dr CAMPOURCY (SISTRA)</w:t>
            </w:r>
          </w:p>
          <w:p w14:paraId="042A9042" w14:textId="77777777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</w:p>
          <w:p w14:paraId="6FECE49A" w14:textId="53C02C6B" w:rsidR="00EE3207" w:rsidRPr="003B15C2" w:rsidRDefault="00EE3207" w:rsidP="004C2E77">
            <w:pPr>
              <w:spacing w:before="0" w:after="0"/>
              <w:rPr>
                <w:rFonts w:ascii="Liberation Serif" w:hAnsi="Liberation Serif"/>
                <w:iCs/>
              </w:rPr>
            </w:pPr>
            <w:r w:rsidRPr="00EE504D">
              <w:rPr>
                <w:rFonts w:ascii="Liberation Serif" w:hAnsi="Liberation Serif"/>
              </w:rPr>
              <w:t>Secrétaire d</w:t>
            </w:r>
            <w:r w:rsidR="00C05F1C">
              <w:rPr>
                <w:rFonts w:ascii="Liberation Serif" w:hAnsi="Liberation Serif"/>
              </w:rPr>
              <w:t>e la formation spécialisée</w:t>
            </w:r>
            <w:r w:rsidRPr="001C1E96">
              <w:rPr>
                <w:rFonts w:ascii="Liberation Serif" w:hAnsi="Liberation Serif"/>
                <w:i/>
              </w:rPr>
              <w:t> </w:t>
            </w:r>
            <w:r w:rsidRPr="003B15C2">
              <w:rPr>
                <w:rFonts w:ascii="Liberation Serif" w:hAnsi="Liberation Serif"/>
                <w:iCs/>
              </w:rPr>
              <w:t xml:space="preserve">: </w:t>
            </w:r>
            <w:r w:rsidR="00C05F1C">
              <w:rPr>
                <w:rFonts w:ascii="Liberation Serif" w:hAnsi="Liberation Serif"/>
                <w:iCs/>
              </w:rPr>
              <w:t>à définir</w:t>
            </w:r>
          </w:p>
          <w:p w14:paraId="6E0AE3B9" w14:textId="77777777" w:rsidR="00EE3207" w:rsidRPr="003B15C2" w:rsidRDefault="00EE3207" w:rsidP="004C2E77">
            <w:pPr>
              <w:spacing w:before="0" w:after="0"/>
              <w:rPr>
                <w:rFonts w:ascii="Liberation Serif" w:hAnsi="Liberation Serif"/>
                <w:iCs/>
              </w:rPr>
            </w:pPr>
          </w:p>
          <w:p w14:paraId="32CF331C" w14:textId="0E74E47C" w:rsidR="00EE3207" w:rsidRPr="003B15C2" w:rsidRDefault="00EE3207" w:rsidP="004C2E77">
            <w:pPr>
              <w:spacing w:before="0" w:after="0"/>
              <w:rPr>
                <w:rFonts w:ascii="Liberation Serif" w:hAnsi="Liberation Serif"/>
                <w:iCs/>
              </w:rPr>
            </w:pPr>
            <w:r w:rsidRPr="003B15C2">
              <w:rPr>
                <w:rFonts w:ascii="Liberation Serif" w:hAnsi="Liberation Serif"/>
                <w:iCs/>
              </w:rPr>
              <w:t>Conseiller de prévention : Mme Karine SIMON</w:t>
            </w:r>
          </w:p>
          <w:p w14:paraId="51E8793C" w14:textId="77777777" w:rsidR="00EE3207" w:rsidRDefault="00EE3207" w:rsidP="004C2E77">
            <w:pPr>
              <w:spacing w:before="0" w:after="0"/>
              <w:rPr>
                <w:rFonts w:ascii="Liberation Serif" w:hAnsi="Liberation Serif"/>
                <w:i/>
                <w:iCs/>
              </w:rPr>
            </w:pPr>
          </w:p>
          <w:p w14:paraId="7BFE0691" w14:textId="0269E4C6" w:rsidR="00EE3207" w:rsidRDefault="00EE3207" w:rsidP="004C2E77">
            <w:pPr>
              <w:spacing w:before="0" w:after="0"/>
              <w:rPr>
                <w:rFonts w:ascii="Liberation Serif" w:hAnsi="Liberation Serif"/>
              </w:rPr>
            </w:pPr>
            <w:r w:rsidRPr="003B15C2">
              <w:rPr>
                <w:rFonts w:ascii="Liberation Serif" w:hAnsi="Liberation Serif"/>
              </w:rPr>
              <w:t>Correspondant santé sécurité </w:t>
            </w:r>
            <w:r>
              <w:rPr>
                <w:rFonts w:ascii="Liberation Serif" w:hAnsi="Liberation Serif"/>
              </w:rPr>
              <w:t>du site</w:t>
            </w:r>
            <w:r w:rsidRPr="003B15C2">
              <w:rPr>
                <w:rFonts w:ascii="Liberation Serif" w:hAnsi="Liberation Serif"/>
              </w:rPr>
              <w:t xml:space="preserve"> : </w:t>
            </w:r>
            <w:r w:rsidR="00C05F1C">
              <w:rPr>
                <w:rFonts w:ascii="Liberation Serif" w:hAnsi="Liberation Serif"/>
              </w:rPr>
              <w:t xml:space="preserve">M. </w:t>
            </w:r>
            <w:r w:rsidR="00D27A10">
              <w:rPr>
                <w:rFonts w:ascii="Liberation Serif" w:hAnsi="Liberation Serif"/>
              </w:rPr>
              <w:t>Christophe LAFOND</w:t>
            </w:r>
          </w:p>
          <w:p w14:paraId="037FACE9" w14:textId="78875CBF" w:rsidR="00EE3207" w:rsidRPr="003B15C2" w:rsidRDefault="00EE3207" w:rsidP="004C2E77">
            <w:pPr>
              <w:spacing w:before="0" w:after="0"/>
              <w:rPr>
                <w:rFonts w:ascii="Liberation Serif" w:hAnsi="Liberation Serif"/>
              </w:rPr>
            </w:pPr>
          </w:p>
        </w:tc>
      </w:tr>
    </w:tbl>
    <w:p w14:paraId="21B72B13" w14:textId="77777777" w:rsidR="00EE3207" w:rsidRDefault="00EE3207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p w14:paraId="2D4EBF17" w14:textId="004F2B0A" w:rsidR="00EA6DA3" w:rsidRDefault="00EA6DA3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C50C75" w:rsidRPr="00C50C75" w14:paraId="1A323C0B" w14:textId="77777777" w:rsidTr="009074EE">
        <w:trPr>
          <w:trHeight w:val="330"/>
        </w:trPr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4D74F044" w14:textId="7855849C" w:rsidR="00C50C75" w:rsidRPr="00C50C75" w:rsidRDefault="00C50C75" w:rsidP="00C50C75">
            <w:pPr>
              <w:spacing w:after="180"/>
              <w:jc w:val="left"/>
              <w:rPr>
                <w:rFonts w:ascii="Liberation Serif" w:hAnsi="Liberation Serif"/>
                <w:b/>
                <w:sz w:val="22"/>
              </w:rPr>
            </w:pPr>
            <w:r w:rsidRPr="00C50C75">
              <w:rPr>
                <w:rFonts w:ascii="Liberation Serif" w:hAnsi="Liberation Serif"/>
              </w:rPr>
              <w:lastRenderedPageBreak/>
              <w:br w:type="page"/>
            </w:r>
            <w:r w:rsidRPr="00C50C75">
              <w:rPr>
                <w:rFonts w:ascii="Liberation Serif" w:hAnsi="Liberation Serif"/>
              </w:rPr>
              <w:br w:type="page"/>
            </w:r>
            <w:r w:rsidRPr="00C50C75">
              <w:rPr>
                <w:rFonts w:ascii="Liberation Serif" w:hAnsi="Liberation Serif"/>
              </w:rPr>
              <w:br w:type="page"/>
            </w:r>
            <w:r w:rsidR="009074EE" w:rsidRPr="00EE3207">
              <w:rPr>
                <w:rFonts w:ascii="Liberation Serif" w:hAnsi="Liberation Serif"/>
                <w:b/>
                <w:lang w:val="x-none"/>
              </w:rPr>
              <w:t>VISA</w:t>
            </w:r>
            <w:r w:rsidRPr="00C50C75">
              <w:rPr>
                <w:rFonts w:ascii="Liberation Serif" w:hAnsi="Liberation Serif"/>
                <w:b/>
                <w:lang w:val="x-none"/>
              </w:rPr>
              <w:t xml:space="preserve"> DU CONSEILLER ou </w:t>
            </w:r>
            <w:r w:rsidR="00EE3207" w:rsidRPr="00EE3207">
              <w:rPr>
                <w:rFonts w:ascii="Liberation Serif" w:hAnsi="Liberation Serif"/>
                <w:b/>
                <w:lang w:val="x-none"/>
              </w:rPr>
              <w:t>DU CORRESPONDANT</w:t>
            </w:r>
            <w:r w:rsidRPr="00C50C75">
              <w:rPr>
                <w:rFonts w:ascii="Liberation Serif" w:hAnsi="Liberation Serif"/>
                <w:b/>
                <w:lang w:val="x-none"/>
              </w:rPr>
              <w:t xml:space="preserve"> </w:t>
            </w:r>
            <w:r w:rsidR="00EE3207" w:rsidRPr="00EE3207">
              <w:rPr>
                <w:rFonts w:ascii="Liberation Serif" w:hAnsi="Liberation Serif"/>
                <w:b/>
                <w:lang w:val="x-none"/>
              </w:rPr>
              <w:t>SANTE SECURITE</w:t>
            </w:r>
          </w:p>
        </w:tc>
      </w:tr>
      <w:tr w:rsidR="00C50C75" w:rsidRPr="00C50C75" w14:paraId="7EB268D2" w14:textId="77777777" w:rsidTr="009074EE">
        <w:trPr>
          <w:trHeight w:hRule="exact" w:val="397"/>
        </w:trPr>
        <w:tc>
          <w:tcPr>
            <w:tcW w:w="89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63596" w14:textId="77777777" w:rsidR="00C50C75" w:rsidRPr="00C50C75" w:rsidRDefault="00C50C75" w:rsidP="00C50C75">
            <w:pPr>
              <w:spacing w:before="0" w:after="0"/>
              <w:rPr>
                <w:rFonts w:ascii="Liberation Serif" w:hAnsi="Liberation Serif"/>
              </w:rPr>
            </w:pPr>
            <w:r w:rsidRPr="00C50C75">
              <w:rPr>
                <w:rFonts w:ascii="Liberation Serif" w:hAnsi="Liberation Serif"/>
              </w:rPr>
              <w:t>Nom-Prénom, Date, Visa</w:t>
            </w:r>
          </w:p>
        </w:tc>
      </w:tr>
      <w:tr w:rsidR="00C50C75" w:rsidRPr="00C50C75" w14:paraId="5C54DA8F" w14:textId="77777777" w:rsidTr="009074EE">
        <w:trPr>
          <w:trHeight w:hRule="exact" w:val="381"/>
        </w:trPr>
        <w:tc>
          <w:tcPr>
            <w:tcW w:w="8930" w:type="dxa"/>
            <w:shd w:val="clear" w:color="auto" w:fill="auto"/>
            <w:vAlign w:val="center"/>
          </w:tcPr>
          <w:p w14:paraId="1D6C3C5F" w14:textId="77777777" w:rsidR="00C50C75" w:rsidRPr="00C50C75" w:rsidRDefault="00C50C75" w:rsidP="00C50C75">
            <w:pPr>
              <w:spacing w:before="0" w:after="0"/>
              <w:rPr>
                <w:rFonts w:ascii="Liberation Serif" w:hAnsi="Liberation Serif"/>
              </w:rPr>
            </w:pPr>
          </w:p>
        </w:tc>
      </w:tr>
    </w:tbl>
    <w:p w14:paraId="7832C691" w14:textId="4EF8A1C3" w:rsidR="00C50C75" w:rsidRDefault="00C50C75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p w14:paraId="33628C15" w14:textId="77777777" w:rsidR="00C50C75" w:rsidRPr="001C1E96" w:rsidRDefault="00C50C75" w:rsidP="009863BA">
      <w:pPr>
        <w:spacing w:before="0" w:after="0" w:line="0" w:lineRule="atLeast"/>
        <w:rPr>
          <w:rFonts w:ascii="Liberation Serif" w:hAnsi="Liberation Serif"/>
          <w:b/>
          <w:i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3450"/>
        <w:gridCol w:w="2998"/>
      </w:tblGrid>
      <w:tr w:rsidR="00AB7089" w:rsidRPr="001C1E96" w14:paraId="380B398A" w14:textId="77777777" w:rsidTr="005F0B64">
        <w:trPr>
          <w:cantSplit/>
          <w:trHeight w:val="322"/>
        </w:trPr>
        <w:tc>
          <w:tcPr>
            <w:tcW w:w="8928" w:type="dxa"/>
            <w:gridSpan w:val="3"/>
            <w:shd w:val="clear" w:color="auto" w:fill="D9D9D9"/>
            <w:vAlign w:val="center"/>
          </w:tcPr>
          <w:p w14:paraId="32BA39E1" w14:textId="6DA43C49" w:rsidR="00AB7089" w:rsidRDefault="00AB7089" w:rsidP="005F0B64">
            <w:pPr>
              <w:spacing w:before="0" w:after="0"/>
              <w:rPr>
                <w:rFonts w:ascii="Liberation Serif" w:hAnsi="Liberation Serif"/>
                <w:b/>
              </w:rPr>
            </w:pPr>
            <w:r w:rsidRPr="001C1E96">
              <w:rPr>
                <w:rFonts w:ascii="Liberation Serif" w:hAnsi="Liberation Serif"/>
                <w:b/>
                <w:lang w:val="x-none"/>
              </w:rPr>
              <w:t>ACCORD DES PARTIES PRENANTES</w:t>
            </w:r>
            <w:r>
              <w:rPr>
                <w:rFonts w:ascii="Liberation Serif" w:hAnsi="Liberation Serif"/>
                <w:b/>
              </w:rPr>
              <w:t xml:space="preserve"> POUR VALIDATION DU </w:t>
            </w:r>
            <w:r w:rsidR="00D27A10">
              <w:rPr>
                <w:rFonts w:ascii="Liberation Serif" w:hAnsi="Liberation Serif"/>
                <w:b/>
              </w:rPr>
              <w:t>COMPTE-RENDU DE L</w:t>
            </w:r>
            <w:r w:rsidR="00C05F1C">
              <w:rPr>
                <w:rFonts w:ascii="Liberation Serif" w:hAnsi="Liberation Serif"/>
                <w:b/>
              </w:rPr>
              <w:t>’ICP</w:t>
            </w:r>
          </w:p>
          <w:p w14:paraId="2D4B2D07" w14:textId="091C8901" w:rsidR="00AB7089" w:rsidRPr="007B0F26" w:rsidRDefault="00AB7089" w:rsidP="005F0B64">
            <w:pPr>
              <w:spacing w:before="0" w:after="0"/>
              <w:rPr>
                <w:rFonts w:ascii="Liberation Serif" w:hAnsi="Liberation Serif"/>
                <w:b/>
                <w:bCs/>
              </w:rPr>
            </w:pPr>
          </w:p>
        </w:tc>
      </w:tr>
      <w:tr w:rsidR="00AB7089" w:rsidRPr="001C1E96" w14:paraId="0C6F98B4" w14:textId="77777777" w:rsidTr="00BA3CFC">
        <w:trPr>
          <w:trHeight w:val="794"/>
        </w:trPr>
        <w:tc>
          <w:tcPr>
            <w:tcW w:w="892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AB2E5D" w14:textId="77777777" w:rsidR="00AB7089" w:rsidRDefault="00AB7089" w:rsidP="005F0B64">
            <w:pPr>
              <w:spacing w:before="0" w:after="0"/>
              <w:jc w:val="left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  <w:lang w:val="x-none"/>
              </w:rPr>
              <w:t xml:space="preserve">Fait </w:t>
            </w:r>
            <w:r>
              <w:rPr>
                <w:rFonts w:ascii="Liberation Serif" w:hAnsi="Liberation Serif" w:cs="Arial"/>
              </w:rPr>
              <w:t xml:space="preserve">à : </w:t>
            </w:r>
          </w:p>
          <w:p w14:paraId="3F1E6759" w14:textId="77777777" w:rsidR="00AB7089" w:rsidRPr="001C1E96" w:rsidRDefault="00AB7089" w:rsidP="005F0B64">
            <w:pPr>
              <w:spacing w:before="0" w:after="0"/>
              <w:jc w:val="left"/>
              <w:rPr>
                <w:rFonts w:ascii="Liberation Serif" w:hAnsi="Liberation Serif" w:cs="Arial"/>
                <w:b/>
                <w:bCs/>
                <w:lang w:val="x-none"/>
              </w:rPr>
            </w:pPr>
            <w:r>
              <w:rPr>
                <w:rFonts w:ascii="Liberation Serif" w:hAnsi="Liberation Serif" w:cs="Arial"/>
              </w:rPr>
              <w:t xml:space="preserve">Le : </w:t>
            </w:r>
          </w:p>
        </w:tc>
      </w:tr>
      <w:tr w:rsidR="00AB7089" w:rsidRPr="001C1E96" w14:paraId="6FA4EE71" w14:textId="77777777" w:rsidTr="005F0B64">
        <w:trPr>
          <w:trHeight w:val="328"/>
        </w:trPr>
        <w:tc>
          <w:tcPr>
            <w:tcW w:w="2480" w:type="dxa"/>
            <w:tcBorders>
              <w:bottom w:val="single" w:sz="4" w:space="0" w:color="auto"/>
            </w:tcBorders>
          </w:tcPr>
          <w:p w14:paraId="3041DCED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  <w:tc>
          <w:tcPr>
            <w:tcW w:w="3450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69C53807" w14:textId="68AB7582" w:rsidR="00AB7089" w:rsidRPr="00EA6DA3" w:rsidRDefault="00AB7089" w:rsidP="005F0B64">
            <w:pPr>
              <w:spacing w:before="0" w:after="0"/>
              <w:jc w:val="center"/>
              <w:rPr>
                <w:rFonts w:ascii="Liberation Serif" w:hAnsi="Liberation Serif" w:cs="Arial"/>
                <w:b/>
                <w:bCs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>NOM</w:t>
            </w:r>
            <w:r w:rsidR="00EA6DA3">
              <w:rPr>
                <w:rFonts w:ascii="Liberation Serif" w:hAnsi="Liberation Serif" w:cs="Arial"/>
                <w:b/>
                <w:bCs/>
                <w:lang w:val="x-none"/>
              </w:rPr>
              <w:t>+PRENOM</w:t>
            </w:r>
          </w:p>
        </w:tc>
        <w:tc>
          <w:tcPr>
            <w:tcW w:w="2998" w:type="dxa"/>
            <w:tcBorders>
              <w:bottom w:val="single" w:sz="4" w:space="0" w:color="auto"/>
            </w:tcBorders>
            <w:shd w:val="clear" w:color="auto" w:fill="BDD6EE"/>
            <w:vAlign w:val="center"/>
          </w:tcPr>
          <w:p w14:paraId="4E034CC5" w14:textId="77777777" w:rsidR="00AB7089" w:rsidRPr="001C1E96" w:rsidRDefault="00AB7089" w:rsidP="005F0B64">
            <w:pPr>
              <w:spacing w:before="0" w:after="0"/>
              <w:jc w:val="center"/>
              <w:rPr>
                <w:rFonts w:ascii="Liberation Serif" w:hAnsi="Liberation Serif" w:cs="Arial"/>
                <w:b/>
                <w:bCs/>
                <w:lang w:val="x-none"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>Signature</w:t>
            </w:r>
          </w:p>
        </w:tc>
      </w:tr>
      <w:tr w:rsidR="00AB7089" w:rsidRPr="001C1E96" w14:paraId="56E20BE3" w14:textId="77777777" w:rsidTr="002F3A46">
        <w:trPr>
          <w:trHeight w:val="737"/>
        </w:trPr>
        <w:tc>
          <w:tcPr>
            <w:tcW w:w="2480" w:type="dxa"/>
            <w:shd w:val="clear" w:color="auto" w:fill="BDD6EE"/>
            <w:vAlign w:val="center"/>
          </w:tcPr>
          <w:p w14:paraId="255C4CD4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  <w:lang w:val="x-none"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 xml:space="preserve">Entreprise utilisatrice : </w:t>
            </w:r>
          </w:p>
          <w:p w14:paraId="60FC2A85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</w:rPr>
            </w:pPr>
            <w:r>
              <w:rPr>
                <w:rFonts w:ascii="Liberation Serif" w:hAnsi="Liberation Serif" w:cs="Arial"/>
                <w:b/>
                <w:bCs/>
              </w:rPr>
              <w:t>SE</w:t>
            </w:r>
            <w:r w:rsidRPr="001C1E96">
              <w:rPr>
                <w:rFonts w:ascii="Liberation Serif" w:hAnsi="Liberation Serif" w:cs="Arial"/>
                <w:b/>
                <w:bCs/>
              </w:rPr>
              <w:t>AC</w:t>
            </w:r>
            <w:r>
              <w:rPr>
                <w:rFonts w:ascii="Liberation Serif" w:hAnsi="Liberation Serif" w:cs="Arial"/>
                <w:b/>
                <w:bCs/>
              </w:rPr>
              <w:t>/PF</w:t>
            </w:r>
          </w:p>
        </w:tc>
        <w:tc>
          <w:tcPr>
            <w:tcW w:w="345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4527A076" w14:textId="77777777" w:rsidR="00AB7089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69C8E3A4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3EF2F1E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4F8116C" w14:textId="5AD1F6A0" w:rsidR="00EA6DA3" w:rsidRPr="00A93489" w:rsidRDefault="00EA6DA3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</w:tc>
        <w:tc>
          <w:tcPr>
            <w:tcW w:w="299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BC145A8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09A2DAD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75D71232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</w:tc>
      </w:tr>
      <w:tr w:rsidR="00AB7089" w:rsidRPr="001C1E96" w14:paraId="39240680" w14:textId="77777777" w:rsidTr="002F3A46">
        <w:trPr>
          <w:trHeight w:val="737"/>
        </w:trPr>
        <w:tc>
          <w:tcPr>
            <w:tcW w:w="2480" w:type="dxa"/>
            <w:shd w:val="clear" w:color="auto" w:fill="BDD6EE"/>
            <w:vAlign w:val="center"/>
          </w:tcPr>
          <w:p w14:paraId="38EEE9E4" w14:textId="77777777" w:rsidR="00AB7089" w:rsidRPr="00B96F73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  <w:lang w:val="x-none"/>
              </w:rPr>
            </w:pPr>
            <w:r>
              <w:rPr>
                <w:rFonts w:ascii="Liberation Serif" w:hAnsi="Liberation Serif" w:cs="Arial"/>
                <w:b/>
                <w:bCs/>
                <w:lang w:val="x-none"/>
              </w:rPr>
              <w:t>Entreprise extérieure :</w:t>
            </w:r>
          </w:p>
        </w:tc>
        <w:tc>
          <w:tcPr>
            <w:tcW w:w="3450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5B6AF7" w14:textId="77777777" w:rsidR="00AB7089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3A368255" w14:textId="15469DE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51246016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2D2DFAAB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408FB548" w14:textId="5832BA9D" w:rsidR="00EA6DA3" w:rsidRPr="001C1E96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642A62BF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491B2030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  <w:p w14:paraId="30AEB35F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</w:rPr>
            </w:pPr>
          </w:p>
        </w:tc>
      </w:tr>
      <w:tr w:rsidR="00AB7089" w:rsidRPr="001C1E96" w14:paraId="313EE3A2" w14:textId="77777777" w:rsidTr="002F3A46">
        <w:trPr>
          <w:trHeight w:val="737"/>
        </w:trPr>
        <w:tc>
          <w:tcPr>
            <w:tcW w:w="2480" w:type="dxa"/>
            <w:shd w:val="clear" w:color="auto" w:fill="BDD6EE"/>
            <w:vAlign w:val="center"/>
          </w:tcPr>
          <w:p w14:paraId="361A1ED0" w14:textId="787BA508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b/>
                <w:bCs/>
              </w:rPr>
            </w:pPr>
            <w:r w:rsidRPr="001C1E96">
              <w:rPr>
                <w:rFonts w:ascii="Liberation Serif" w:hAnsi="Liberation Serif" w:cs="Arial"/>
                <w:b/>
                <w:bCs/>
                <w:lang w:val="x-none"/>
              </w:rPr>
              <w:t xml:space="preserve">Entreprise sous-traitante : </w:t>
            </w:r>
          </w:p>
        </w:tc>
        <w:tc>
          <w:tcPr>
            <w:tcW w:w="3450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1CF2A361" w14:textId="77777777" w:rsidR="00AB7089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7CE735F2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1973D056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6F07B20D" w14:textId="77777777" w:rsidR="00EA6DA3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  <w:p w14:paraId="231CE1E3" w14:textId="0B0C3987" w:rsidR="00EA6DA3" w:rsidRPr="001C1E96" w:rsidRDefault="00EA6DA3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26129084" w14:textId="77777777" w:rsidR="00AB7089" w:rsidRPr="001C1E96" w:rsidRDefault="00AB7089" w:rsidP="005F0B64">
            <w:pPr>
              <w:spacing w:before="0" w:after="0"/>
              <w:rPr>
                <w:rFonts w:ascii="Liberation Serif" w:hAnsi="Liberation Serif" w:cs="Arial"/>
                <w:lang w:val="x-none"/>
              </w:rPr>
            </w:pPr>
          </w:p>
        </w:tc>
      </w:tr>
    </w:tbl>
    <w:p w14:paraId="54AF82DC" w14:textId="77777777" w:rsidR="00227C36" w:rsidRDefault="00227C36" w:rsidP="00962227"/>
    <w:sectPr w:rsidR="00227C36" w:rsidSect="00D12842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907" w:left="964" w:header="284" w:footer="2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08E59" w14:textId="77777777" w:rsidR="00E23475" w:rsidRDefault="00E23475" w:rsidP="00566D6E">
      <w:r>
        <w:separator/>
      </w:r>
    </w:p>
  </w:endnote>
  <w:endnote w:type="continuationSeparator" w:id="0">
    <w:p w14:paraId="312BBC5E" w14:textId="77777777" w:rsidR="00E23475" w:rsidRDefault="00E23475" w:rsidP="00566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Arial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Corps CS)">
    <w:altName w:val="Times New Roman"/>
    <w:charset w:val="00"/>
    <w:family w:val="roman"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5A8C0" w14:textId="526A3C9F" w:rsidR="005F0B64" w:rsidRDefault="005F0B64" w:rsidP="008C0B8C">
    <w:pPr>
      <w:spacing w:before="0" w:after="0" w:line="192" w:lineRule="atLeast"/>
      <w:jc w:val="left"/>
      <w:rPr>
        <w:sz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B3C5186" wp14:editId="4E85DF0A">
              <wp:simplePos x="0" y="0"/>
              <wp:positionH relativeFrom="column">
                <wp:posOffset>5902961</wp:posOffset>
              </wp:positionH>
              <wp:positionV relativeFrom="paragraph">
                <wp:posOffset>86995</wp:posOffset>
              </wp:positionV>
              <wp:extent cx="853440" cy="256540"/>
              <wp:effectExtent l="0" t="0" r="381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3440" cy="256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7FC27" w14:textId="77777777" w:rsidR="005F0B64" w:rsidRPr="00E71601" w:rsidRDefault="005F0B64" w:rsidP="00E71601">
                          <w:pPr>
                            <w:pStyle w:val="En-Ttecartouche"/>
                            <w:rPr>
                              <w:color w:val="auto"/>
                              <w:sz w:val="16"/>
                              <w:szCs w:val="16"/>
                            </w:rPr>
                          </w:pP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t xml:space="preserve">Page : </w: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auto"/>
                              <w:sz w:val="16"/>
                              <w:szCs w:val="16"/>
                            </w:rPr>
                            <w:t>2</w: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end"/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t>/</w: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E71601">
                            <w:rPr>
                              <w:color w:val="auto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auto"/>
                              <w:sz w:val="16"/>
                              <w:szCs w:val="16"/>
                            </w:rPr>
                            <w:t>4</w:t>
                          </w:r>
                          <w:r w:rsidRPr="00E71601">
                            <w:rPr>
                              <w:noProof/>
                              <w:color w:val="auto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3C518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464.8pt;margin-top:6.85pt;width:67.2pt;height:2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" stroked="f">
              <v:textbox>
                <w:txbxContent>
                  <w:p w14:paraId="0657FC27" w14:textId="77777777" w:rsidR="005F0B64" w:rsidRPr="00E71601" w:rsidRDefault="005F0B64" w:rsidP="00E71601">
                    <w:pPr>
                      <w:pStyle w:val="En-Ttecartouche"/>
                      <w:rPr>
                        <w:color w:val="auto"/>
                        <w:sz w:val="16"/>
                        <w:szCs w:val="16"/>
                      </w:rPr>
                    </w:pPr>
                    <w:r w:rsidRPr="00E71601">
                      <w:rPr>
                        <w:color w:val="auto"/>
                        <w:sz w:val="16"/>
                        <w:szCs w:val="16"/>
                      </w:rPr>
                      <w:t xml:space="preserve">Page : </w: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begin"/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instrText xml:space="preserve"> PAGE </w:instrTex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color w:val="auto"/>
                        <w:sz w:val="16"/>
                        <w:szCs w:val="16"/>
                      </w:rPr>
                      <w:t>2</w: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end"/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t>/</w: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begin"/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instrText xml:space="preserve"> NUMPAGES </w:instrText>
                    </w:r>
                    <w:r w:rsidRPr="00E71601">
                      <w:rPr>
                        <w:color w:val="auto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color w:val="auto"/>
                        <w:sz w:val="16"/>
                        <w:szCs w:val="16"/>
                      </w:rPr>
                      <w:t>4</w:t>
                    </w:r>
                    <w:r w:rsidRPr="00E71601">
                      <w:rPr>
                        <w:noProof/>
                        <w:color w:val="auto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6"/>
      </w:rPr>
      <w:t>S</w:t>
    </w:r>
    <w:r w:rsidR="00EA6DA3">
      <w:rPr>
        <w:sz w:val="16"/>
      </w:rPr>
      <w:t>EAC</w:t>
    </w:r>
    <w:r>
      <w:rPr>
        <w:sz w:val="16"/>
      </w:rPr>
      <w:t>/PF</w:t>
    </w:r>
  </w:p>
  <w:p w14:paraId="65D78FE9" w14:textId="77777777" w:rsidR="005F0B64" w:rsidRPr="00AA0444" w:rsidRDefault="005F0B64" w:rsidP="00AA0444">
    <w:pPr>
      <w:spacing w:before="0" w:after="0" w:line="192" w:lineRule="atLeast"/>
      <w:jc w:val="left"/>
      <w:rPr>
        <w:sz w:val="16"/>
      </w:rPr>
    </w:pPr>
    <w:r w:rsidRPr="00C06AE2">
      <w:rPr>
        <w:sz w:val="16"/>
      </w:rPr>
      <w:t>BP 6404 – 98702 Faa’a Tahiti P</w:t>
    </w:r>
    <w:r>
      <w:rPr>
        <w:sz w:val="16"/>
      </w:rPr>
      <w:t>olynésie française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ECF47" w14:textId="77777777" w:rsidR="005F0B64" w:rsidRPr="00B53AF4" w:rsidRDefault="005F0B64" w:rsidP="00967757">
    <w:pPr>
      <w:pStyle w:val="Date"/>
    </w:pPr>
    <w:r>
      <w:t xml:space="preserve">BP 6404 – 98702 Faa’a Tahiti Polynésie française – Tél : (689) </w:t>
    </w:r>
    <w:r w:rsidRPr="00773230">
      <w:t xml:space="preserve">40 86 10 20 </w:t>
    </w:r>
    <w:r>
      <w:t>– Fax : (689) 40 86 10 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22A57" w14:textId="77777777" w:rsidR="00E23475" w:rsidRDefault="00E23475" w:rsidP="00566D6E">
      <w:r>
        <w:separator/>
      </w:r>
    </w:p>
  </w:footnote>
  <w:footnote w:type="continuationSeparator" w:id="0">
    <w:p w14:paraId="52E051D2" w14:textId="77777777" w:rsidR="00E23475" w:rsidRDefault="00E23475" w:rsidP="00566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DF463" w14:textId="77777777" w:rsidR="00665613" w:rsidRDefault="00665613" w:rsidP="00665613">
    <w:pPr>
      <w:pStyle w:val="En-tte"/>
      <w:ind w:left="0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E7FB" w14:textId="67F37AD3" w:rsidR="005F0B64" w:rsidRDefault="007B373E" w:rsidP="006D1097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13F182" wp14:editId="176ECE11">
          <wp:simplePos x="0" y="0"/>
          <wp:positionH relativeFrom="column">
            <wp:posOffset>-514350</wp:posOffset>
          </wp:positionH>
          <wp:positionV relativeFrom="paragraph">
            <wp:posOffset>5715</wp:posOffset>
          </wp:positionV>
          <wp:extent cx="7566660" cy="1760220"/>
          <wp:effectExtent l="0" t="0" r="0" b="0"/>
          <wp:wrapNone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660" cy="1760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937979" w14:textId="76739ECB" w:rsidR="005F0B64" w:rsidRDefault="005F0B64" w:rsidP="006D1097">
    <w:pPr>
      <w:pStyle w:val="En-tte"/>
    </w:pPr>
  </w:p>
  <w:p w14:paraId="41A8095F" w14:textId="3E4B406D" w:rsidR="005F0B64" w:rsidRDefault="005F0B64" w:rsidP="006D1097">
    <w:pPr>
      <w:pStyle w:val="En-tte"/>
    </w:pPr>
  </w:p>
  <w:p w14:paraId="667C696F" w14:textId="77777777" w:rsidR="005F0B64" w:rsidRDefault="005F0B64" w:rsidP="006D1097">
    <w:pPr>
      <w:pStyle w:val="En-tte"/>
    </w:pPr>
  </w:p>
  <w:p w14:paraId="4DE5C50E" w14:textId="77777777" w:rsidR="005F0B64" w:rsidRDefault="005F0B64" w:rsidP="006D1097">
    <w:pPr>
      <w:pStyle w:val="En-tte"/>
    </w:pPr>
  </w:p>
  <w:p w14:paraId="02C57BFD" w14:textId="77777777" w:rsidR="005F0B64" w:rsidRDefault="005F0B64" w:rsidP="006D1097">
    <w:pPr>
      <w:pStyle w:val="En-tte"/>
    </w:pPr>
  </w:p>
  <w:p w14:paraId="6D323A7A" w14:textId="77777777" w:rsidR="005F0B64" w:rsidRDefault="005F0B64" w:rsidP="006D1097">
    <w:pPr>
      <w:pStyle w:val="En-tte"/>
    </w:pPr>
  </w:p>
  <w:p w14:paraId="3AFA428C" w14:textId="77777777" w:rsidR="005F0B64" w:rsidRDefault="005F0B64" w:rsidP="006D1097">
    <w:pPr>
      <w:pStyle w:val="En-tte"/>
    </w:pPr>
  </w:p>
  <w:p w14:paraId="2DD7D8BD" w14:textId="77777777" w:rsidR="005F0B64" w:rsidRDefault="005F0B64" w:rsidP="006D1097">
    <w:pPr>
      <w:pStyle w:val="En-tte"/>
    </w:pPr>
  </w:p>
  <w:p w14:paraId="4CA2A95E" w14:textId="77777777" w:rsidR="005F0B64" w:rsidRPr="00F74808" w:rsidRDefault="005F0B64" w:rsidP="006D1097">
    <w:pPr>
      <w:pStyle w:val="En-tte"/>
      <w:spacing w:after="20" w:line="380" w:lineRule="exact"/>
      <w:ind w:left="0"/>
      <w:jc w:val="left"/>
      <w:rPr>
        <w:sz w:val="40"/>
        <w:szCs w:val="40"/>
      </w:rPr>
    </w:pPr>
  </w:p>
  <w:p w14:paraId="17486BC5" w14:textId="77777777" w:rsidR="005F0B64" w:rsidRPr="00F74808" w:rsidRDefault="005F0B64" w:rsidP="006D1097">
    <w:pPr>
      <w:pStyle w:val="En-tte"/>
      <w:spacing w:after="20" w:line="300" w:lineRule="exact"/>
      <w:ind w:left="0"/>
      <w:jc w:val="left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7A477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3202D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9054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E434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E48E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18E8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BBA9D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2A6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8206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4612DD"/>
    <w:multiLevelType w:val="hybridMultilevel"/>
    <w:tmpl w:val="BF0E234E"/>
    <w:lvl w:ilvl="0" w:tplc="BD1C699C">
      <w:start w:val="1"/>
      <w:numFmt w:val="bullet"/>
      <w:pStyle w:val="Boulette3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F927D1"/>
    <w:multiLevelType w:val="hybridMultilevel"/>
    <w:tmpl w:val="5F5E117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297207"/>
    <w:multiLevelType w:val="multilevel"/>
    <w:tmpl w:val="E4F2BB02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4E13BAC"/>
    <w:multiLevelType w:val="hybridMultilevel"/>
    <w:tmpl w:val="2D768096"/>
    <w:lvl w:ilvl="0" w:tplc="84A2AD30">
      <w:start w:val="1"/>
      <w:numFmt w:val="bullet"/>
      <w:pStyle w:val="Boulett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56FF1"/>
    <w:multiLevelType w:val="multilevel"/>
    <w:tmpl w:val="E11C937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E552E37"/>
    <w:multiLevelType w:val="hybridMultilevel"/>
    <w:tmpl w:val="1BEC8F88"/>
    <w:lvl w:ilvl="0" w:tplc="74ECDDF2">
      <w:start w:val="1"/>
      <w:numFmt w:val="decimal"/>
      <w:pStyle w:val="Texteliste"/>
      <w:lvlText w:val="%1."/>
      <w:lvlJc w:val="left"/>
      <w:pPr>
        <w:ind w:left="717" w:hanging="360"/>
      </w:pPr>
      <w:rPr>
        <w:rFonts w:ascii="Marianne" w:hAnsi="Marianne" w:hint="default"/>
        <w:b/>
        <w:i w:val="0"/>
        <w:caps w:val="0"/>
        <w:vanish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5736F9"/>
    <w:multiLevelType w:val="hybridMultilevel"/>
    <w:tmpl w:val="2084C874"/>
    <w:lvl w:ilvl="0" w:tplc="7F2C3B8C">
      <w:start w:val="1"/>
      <w:numFmt w:val="bullet"/>
      <w:pStyle w:val="Boulett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75308"/>
    <w:multiLevelType w:val="hybridMultilevel"/>
    <w:tmpl w:val="DFE6140C"/>
    <w:lvl w:ilvl="0" w:tplc="1964638A">
      <w:numFmt w:val="bullet"/>
      <w:pStyle w:val="Puce1"/>
      <w:lvlText w:val="-"/>
      <w:lvlJc w:val="left"/>
      <w:pPr>
        <w:ind w:left="720" w:hanging="360"/>
      </w:pPr>
      <w:rPr>
        <w:rFonts w:ascii="Avenir Book" w:eastAsia="Times New Roman" w:hAnsi="Avenir Book" w:cs="Times New Roman" w:hint="default"/>
      </w:rPr>
    </w:lvl>
    <w:lvl w:ilvl="1" w:tplc="6DBC2AC0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116758348">
    <w:abstractNumId w:val="8"/>
  </w:num>
  <w:num w:numId="2" w16cid:durableId="1210266811">
    <w:abstractNumId w:val="3"/>
  </w:num>
  <w:num w:numId="3" w16cid:durableId="637102132">
    <w:abstractNumId w:val="2"/>
  </w:num>
  <w:num w:numId="4" w16cid:durableId="669142965">
    <w:abstractNumId w:val="1"/>
  </w:num>
  <w:num w:numId="5" w16cid:durableId="641735632">
    <w:abstractNumId w:val="0"/>
  </w:num>
  <w:num w:numId="6" w16cid:durableId="1865552019">
    <w:abstractNumId w:val="9"/>
  </w:num>
  <w:num w:numId="7" w16cid:durableId="1926572823">
    <w:abstractNumId w:val="7"/>
  </w:num>
  <w:num w:numId="8" w16cid:durableId="843400080">
    <w:abstractNumId w:val="6"/>
  </w:num>
  <w:num w:numId="9" w16cid:durableId="1716856785">
    <w:abstractNumId w:val="5"/>
  </w:num>
  <w:num w:numId="10" w16cid:durableId="85350575">
    <w:abstractNumId w:val="4"/>
  </w:num>
  <w:num w:numId="11" w16cid:durableId="1208763595">
    <w:abstractNumId w:val="10"/>
  </w:num>
  <w:num w:numId="12" w16cid:durableId="930428972">
    <w:abstractNumId w:val="16"/>
  </w:num>
  <w:num w:numId="13" w16cid:durableId="786001113">
    <w:abstractNumId w:val="20"/>
  </w:num>
  <w:num w:numId="14" w16cid:durableId="1908344858">
    <w:abstractNumId w:val="12"/>
  </w:num>
  <w:num w:numId="15" w16cid:durableId="1887914876">
    <w:abstractNumId w:val="17"/>
  </w:num>
  <w:num w:numId="16" w16cid:durableId="1919703477">
    <w:abstractNumId w:val="13"/>
  </w:num>
  <w:num w:numId="17" w16cid:durableId="632370072">
    <w:abstractNumId w:val="14"/>
  </w:num>
  <w:num w:numId="18" w16cid:durableId="310642396">
    <w:abstractNumId w:val="18"/>
  </w:num>
  <w:num w:numId="19" w16cid:durableId="749229766">
    <w:abstractNumId w:val="15"/>
  </w:num>
  <w:num w:numId="20" w16cid:durableId="536505624">
    <w:abstractNumId w:val="11"/>
  </w:num>
  <w:num w:numId="21" w16cid:durableId="12369412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25"/>
    <w:rsid w:val="000016A0"/>
    <w:rsid w:val="00022B06"/>
    <w:rsid w:val="00031D3E"/>
    <w:rsid w:val="0004192F"/>
    <w:rsid w:val="00043D7A"/>
    <w:rsid w:val="0005645A"/>
    <w:rsid w:val="00091982"/>
    <w:rsid w:val="00092050"/>
    <w:rsid w:val="000959DC"/>
    <w:rsid w:val="000A130F"/>
    <w:rsid w:val="000A497C"/>
    <w:rsid w:val="000B1DD6"/>
    <w:rsid w:val="000B247E"/>
    <w:rsid w:val="000B725D"/>
    <w:rsid w:val="000C13CE"/>
    <w:rsid w:val="000C711B"/>
    <w:rsid w:val="000F2DBD"/>
    <w:rsid w:val="00103568"/>
    <w:rsid w:val="00104CEC"/>
    <w:rsid w:val="00114757"/>
    <w:rsid w:val="0011554B"/>
    <w:rsid w:val="00126915"/>
    <w:rsid w:val="00132834"/>
    <w:rsid w:val="001358AE"/>
    <w:rsid w:val="0014622A"/>
    <w:rsid w:val="00162E00"/>
    <w:rsid w:val="001739E2"/>
    <w:rsid w:val="00191795"/>
    <w:rsid w:val="00191C1B"/>
    <w:rsid w:val="001A2E78"/>
    <w:rsid w:val="001A5DDF"/>
    <w:rsid w:val="001A7036"/>
    <w:rsid w:val="001B585A"/>
    <w:rsid w:val="001D172D"/>
    <w:rsid w:val="001E18C6"/>
    <w:rsid w:val="001F3C50"/>
    <w:rsid w:val="001F5545"/>
    <w:rsid w:val="001F5CF2"/>
    <w:rsid w:val="001F6D08"/>
    <w:rsid w:val="002019AB"/>
    <w:rsid w:val="00205B7C"/>
    <w:rsid w:val="00217EF0"/>
    <w:rsid w:val="0022180D"/>
    <w:rsid w:val="00222F49"/>
    <w:rsid w:val="00227C36"/>
    <w:rsid w:val="00246069"/>
    <w:rsid w:val="00254EBB"/>
    <w:rsid w:val="0025734E"/>
    <w:rsid w:val="002577FF"/>
    <w:rsid w:val="00261109"/>
    <w:rsid w:val="002858EC"/>
    <w:rsid w:val="00286BBA"/>
    <w:rsid w:val="00293349"/>
    <w:rsid w:val="002A2166"/>
    <w:rsid w:val="002B3C18"/>
    <w:rsid w:val="002C1C48"/>
    <w:rsid w:val="002D075F"/>
    <w:rsid w:val="002E1859"/>
    <w:rsid w:val="002E3EEA"/>
    <w:rsid w:val="002E6B96"/>
    <w:rsid w:val="002F2544"/>
    <w:rsid w:val="002F3A46"/>
    <w:rsid w:val="003011EC"/>
    <w:rsid w:val="00305138"/>
    <w:rsid w:val="0030637F"/>
    <w:rsid w:val="00306B73"/>
    <w:rsid w:val="003072A8"/>
    <w:rsid w:val="00307BDE"/>
    <w:rsid w:val="00317DA1"/>
    <w:rsid w:val="0032192E"/>
    <w:rsid w:val="00352E07"/>
    <w:rsid w:val="00367CC0"/>
    <w:rsid w:val="00370955"/>
    <w:rsid w:val="00370CC5"/>
    <w:rsid w:val="00381BD4"/>
    <w:rsid w:val="00383C08"/>
    <w:rsid w:val="0039360C"/>
    <w:rsid w:val="003A2935"/>
    <w:rsid w:val="003A40B1"/>
    <w:rsid w:val="003B15C2"/>
    <w:rsid w:val="003B30AB"/>
    <w:rsid w:val="003C7C34"/>
    <w:rsid w:val="003D20D8"/>
    <w:rsid w:val="003D52AF"/>
    <w:rsid w:val="003F11B3"/>
    <w:rsid w:val="003F14FD"/>
    <w:rsid w:val="00406180"/>
    <w:rsid w:val="00412D94"/>
    <w:rsid w:val="004224C6"/>
    <w:rsid w:val="00425C3E"/>
    <w:rsid w:val="00436469"/>
    <w:rsid w:val="004627F2"/>
    <w:rsid w:val="004628A1"/>
    <w:rsid w:val="00462D62"/>
    <w:rsid w:val="004636CA"/>
    <w:rsid w:val="00471223"/>
    <w:rsid w:val="004A0662"/>
    <w:rsid w:val="004A3FA4"/>
    <w:rsid w:val="004C5BB8"/>
    <w:rsid w:val="004D1025"/>
    <w:rsid w:val="00523158"/>
    <w:rsid w:val="005232F9"/>
    <w:rsid w:val="005355AB"/>
    <w:rsid w:val="00545C3E"/>
    <w:rsid w:val="00550AF2"/>
    <w:rsid w:val="00556D2E"/>
    <w:rsid w:val="005578A2"/>
    <w:rsid w:val="00566D6E"/>
    <w:rsid w:val="00570329"/>
    <w:rsid w:val="00575166"/>
    <w:rsid w:val="00584EE4"/>
    <w:rsid w:val="00593200"/>
    <w:rsid w:val="005B75B4"/>
    <w:rsid w:val="005F0B64"/>
    <w:rsid w:val="00602FE6"/>
    <w:rsid w:val="00605685"/>
    <w:rsid w:val="00606733"/>
    <w:rsid w:val="00626185"/>
    <w:rsid w:val="00632518"/>
    <w:rsid w:val="00632DF8"/>
    <w:rsid w:val="006336B7"/>
    <w:rsid w:val="006360C6"/>
    <w:rsid w:val="00647CDF"/>
    <w:rsid w:val="00665613"/>
    <w:rsid w:val="006809F2"/>
    <w:rsid w:val="006A7FED"/>
    <w:rsid w:val="006B108E"/>
    <w:rsid w:val="006B19F7"/>
    <w:rsid w:val="006B3737"/>
    <w:rsid w:val="006C037E"/>
    <w:rsid w:val="006C296F"/>
    <w:rsid w:val="006C311C"/>
    <w:rsid w:val="006C4C1D"/>
    <w:rsid w:val="006D1097"/>
    <w:rsid w:val="006D2B8D"/>
    <w:rsid w:val="006D61E4"/>
    <w:rsid w:val="006D6988"/>
    <w:rsid w:val="006F072F"/>
    <w:rsid w:val="006F32B5"/>
    <w:rsid w:val="006F538E"/>
    <w:rsid w:val="00714138"/>
    <w:rsid w:val="00721698"/>
    <w:rsid w:val="00724329"/>
    <w:rsid w:val="0073632B"/>
    <w:rsid w:val="007642B7"/>
    <w:rsid w:val="007668A9"/>
    <w:rsid w:val="00767031"/>
    <w:rsid w:val="0078163A"/>
    <w:rsid w:val="00787E71"/>
    <w:rsid w:val="00792671"/>
    <w:rsid w:val="007956F6"/>
    <w:rsid w:val="007B373E"/>
    <w:rsid w:val="007B5E7E"/>
    <w:rsid w:val="007C29F5"/>
    <w:rsid w:val="007C37B3"/>
    <w:rsid w:val="007C47E9"/>
    <w:rsid w:val="007C76ED"/>
    <w:rsid w:val="007D4BD6"/>
    <w:rsid w:val="007E50B6"/>
    <w:rsid w:val="007F438C"/>
    <w:rsid w:val="007F7B8F"/>
    <w:rsid w:val="008071F1"/>
    <w:rsid w:val="00812F87"/>
    <w:rsid w:val="00814034"/>
    <w:rsid w:val="00816D77"/>
    <w:rsid w:val="00820FB2"/>
    <w:rsid w:val="008211BB"/>
    <w:rsid w:val="008269A4"/>
    <w:rsid w:val="00836655"/>
    <w:rsid w:val="00845892"/>
    <w:rsid w:val="00853042"/>
    <w:rsid w:val="00855166"/>
    <w:rsid w:val="0087446A"/>
    <w:rsid w:val="00884AB3"/>
    <w:rsid w:val="00887E97"/>
    <w:rsid w:val="008A4888"/>
    <w:rsid w:val="008C0B8C"/>
    <w:rsid w:val="008C2F20"/>
    <w:rsid w:val="008E5A7D"/>
    <w:rsid w:val="00902A12"/>
    <w:rsid w:val="009063E2"/>
    <w:rsid w:val="009074EE"/>
    <w:rsid w:val="00907CA7"/>
    <w:rsid w:val="00907DD3"/>
    <w:rsid w:val="00917204"/>
    <w:rsid w:val="0092435E"/>
    <w:rsid w:val="00931EFD"/>
    <w:rsid w:val="00962227"/>
    <w:rsid w:val="00962526"/>
    <w:rsid w:val="009649F3"/>
    <w:rsid w:val="00967757"/>
    <w:rsid w:val="00971591"/>
    <w:rsid w:val="00971C32"/>
    <w:rsid w:val="009740EA"/>
    <w:rsid w:val="009764FA"/>
    <w:rsid w:val="009816B7"/>
    <w:rsid w:val="009863BA"/>
    <w:rsid w:val="00992646"/>
    <w:rsid w:val="00995585"/>
    <w:rsid w:val="00995988"/>
    <w:rsid w:val="00997CF1"/>
    <w:rsid w:val="009A005D"/>
    <w:rsid w:val="009A0901"/>
    <w:rsid w:val="009A3171"/>
    <w:rsid w:val="009A693C"/>
    <w:rsid w:val="009B1B86"/>
    <w:rsid w:val="009B4768"/>
    <w:rsid w:val="009E0848"/>
    <w:rsid w:val="009E2F65"/>
    <w:rsid w:val="009E4A2E"/>
    <w:rsid w:val="009F0497"/>
    <w:rsid w:val="00A0191F"/>
    <w:rsid w:val="00A51100"/>
    <w:rsid w:val="00A52A0B"/>
    <w:rsid w:val="00A52AD4"/>
    <w:rsid w:val="00A73CDF"/>
    <w:rsid w:val="00A7445D"/>
    <w:rsid w:val="00AA0444"/>
    <w:rsid w:val="00AA4E3E"/>
    <w:rsid w:val="00AA57CF"/>
    <w:rsid w:val="00AA5D40"/>
    <w:rsid w:val="00AB51D7"/>
    <w:rsid w:val="00AB6770"/>
    <w:rsid w:val="00AB7089"/>
    <w:rsid w:val="00AC3127"/>
    <w:rsid w:val="00AC54BA"/>
    <w:rsid w:val="00AD0DDD"/>
    <w:rsid w:val="00AE5620"/>
    <w:rsid w:val="00B0317C"/>
    <w:rsid w:val="00B065D2"/>
    <w:rsid w:val="00B11AC5"/>
    <w:rsid w:val="00B40C9B"/>
    <w:rsid w:val="00B40E3E"/>
    <w:rsid w:val="00B42B9E"/>
    <w:rsid w:val="00B435BF"/>
    <w:rsid w:val="00B53AF4"/>
    <w:rsid w:val="00B57222"/>
    <w:rsid w:val="00B87ADE"/>
    <w:rsid w:val="00B92487"/>
    <w:rsid w:val="00BA3CFC"/>
    <w:rsid w:val="00BA4D1D"/>
    <w:rsid w:val="00BB17AC"/>
    <w:rsid w:val="00BB476C"/>
    <w:rsid w:val="00BD161D"/>
    <w:rsid w:val="00BE3EF8"/>
    <w:rsid w:val="00C02538"/>
    <w:rsid w:val="00C05F1C"/>
    <w:rsid w:val="00C06AE2"/>
    <w:rsid w:val="00C129E2"/>
    <w:rsid w:val="00C134E8"/>
    <w:rsid w:val="00C154F7"/>
    <w:rsid w:val="00C30949"/>
    <w:rsid w:val="00C35A36"/>
    <w:rsid w:val="00C415E9"/>
    <w:rsid w:val="00C50C75"/>
    <w:rsid w:val="00C51C16"/>
    <w:rsid w:val="00C63911"/>
    <w:rsid w:val="00C679F6"/>
    <w:rsid w:val="00C77B6B"/>
    <w:rsid w:val="00C87FD6"/>
    <w:rsid w:val="00CB0926"/>
    <w:rsid w:val="00CB2272"/>
    <w:rsid w:val="00CB69DD"/>
    <w:rsid w:val="00CC1CC7"/>
    <w:rsid w:val="00CE372B"/>
    <w:rsid w:val="00CE4C0C"/>
    <w:rsid w:val="00D0034E"/>
    <w:rsid w:val="00D12842"/>
    <w:rsid w:val="00D13A4E"/>
    <w:rsid w:val="00D16190"/>
    <w:rsid w:val="00D27A10"/>
    <w:rsid w:val="00D32DCE"/>
    <w:rsid w:val="00D47390"/>
    <w:rsid w:val="00D529B8"/>
    <w:rsid w:val="00D62962"/>
    <w:rsid w:val="00D82120"/>
    <w:rsid w:val="00D87AFA"/>
    <w:rsid w:val="00D926D5"/>
    <w:rsid w:val="00D94A67"/>
    <w:rsid w:val="00DA1FA1"/>
    <w:rsid w:val="00DA3B70"/>
    <w:rsid w:val="00DA7E32"/>
    <w:rsid w:val="00DB2103"/>
    <w:rsid w:val="00DC1A26"/>
    <w:rsid w:val="00DD3332"/>
    <w:rsid w:val="00DD4853"/>
    <w:rsid w:val="00DF065D"/>
    <w:rsid w:val="00DF31EC"/>
    <w:rsid w:val="00DF66AA"/>
    <w:rsid w:val="00E23475"/>
    <w:rsid w:val="00E238FE"/>
    <w:rsid w:val="00E274D4"/>
    <w:rsid w:val="00E333EA"/>
    <w:rsid w:val="00E34CFC"/>
    <w:rsid w:val="00E5205D"/>
    <w:rsid w:val="00E53D40"/>
    <w:rsid w:val="00E57E65"/>
    <w:rsid w:val="00E647A0"/>
    <w:rsid w:val="00E67FA6"/>
    <w:rsid w:val="00E70BDF"/>
    <w:rsid w:val="00E71601"/>
    <w:rsid w:val="00E75173"/>
    <w:rsid w:val="00E819D8"/>
    <w:rsid w:val="00E83554"/>
    <w:rsid w:val="00EA2304"/>
    <w:rsid w:val="00EA6DA3"/>
    <w:rsid w:val="00ED19EF"/>
    <w:rsid w:val="00ED2D94"/>
    <w:rsid w:val="00ED2EEE"/>
    <w:rsid w:val="00ED4173"/>
    <w:rsid w:val="00EE20DF"/>
    <w:rsid w:val="00EE2A63"/>
    <w:rsid w:val="00EE3207"/>
    <w:rsid w:val="00EF3025"/>
    <w:rsid w:val="00F075E9"/>
    <w:rsid w:val="00F27E53"/>
    <w:rsid w:val="00F315B9"/>
    <w:rsid w:val="00F31E95"/>
    <w:rsid w:val="00F43F40"/>
    <w:rsid w:val="00F44BD8"/>
    <w:rsid w:val="00F472B0"/>
    <w:rsid w:val="00F51D4C"/>
    <w:rsid w:val="00F67450"/>
    <w:rsid w:val="00F74808"/>
    <w:rsid w:val="00F85558"/>
    <w:rsid w:val="00F93F27"/>
    <w:rsid w:val="00FA1E79"/>
    <w:rsid w:val="00FB2D23"/>
    <w:rsid w:val="00FB65A8"/>
    <w:rsid w:val="00FC4CDB"/>
    <w:rsid w:val="00FD024A"/>
    <w:rsid w:val="00FD0810"/>
    <w:rsid w:val="00FD3DF0"/>
    <w:rsid w:val="00FF1B52"/>
    <w:rsid w:val="00FF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54D9AF7"/>
  <w15:docId w15:val="{60CBB8AE-0B39-4F8A-9E5A-5840C7CD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ianne" w:eastAsia="Marianne" w:hAnsi="Marianne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9DD"/>
    <w:pPr>
      <w:spacing w:before="120" w:after="120" w:line="260" w:lineRule="atLeast"/>
      <w:jc w:val="both"/>
    </w:pPr>
    <w:rPr>
      <w:rFonts w:ascii="Arial" w:hAnsi="Arial"/>
    </w:rPr>
  </w:style>
  <w:style w:type="paragraph" w:styleId="Titre1">
    <w:name w:val="heading 1"/>
    <w:basedOn w:val="Titre2"/>
    <w:next w:val="Normal"/>
    <w:link w:val="Titre1Car"/>
    <w:uiPriority w:val="9"/>
    <w:qFormat/>
    <w:rsid w:val="003D20D8"/>
    <w:pPr>
      <w:numPr>
        <w:ilvl w:val="0"/>
      </w:numPr>
      <w:spacing w:after="240"/>
      <w:ind w:right="0"/>
      <w:outlineLvl w:val="0"/>
    </w:pPr>
    <w:rPr>
      <w:sz w:val="26"/>
      <w:szCs w:val="26"/>
    </w:rPr>
  </w:style>
  <w:style w:type="paragraph" w:styleId="Titre2">
    <w:name w:val="heading 2"/>
    <w:basedOn w:val="Titre"/>
    <w:next w:val="Normal"/>
    <w:link w:val="Titre2Car"/>
    <w:uiPriority w:val="9"/>
    <w:qFormat/>
    <w:rsid w:val="003D20D8"/>
    <w:pPr>
      <w:numPr>
        <w:ilvl w:val="1"/>
        <w:numId w:val="17"/>
      </w:numPr>
      <w:outlineLvl w:val="1"/>
    </w:pPr>
    <w:rPr>
      <w:b/>
      <w:i w:val="0"/>
    </w:rPr>
  </w:style>
  <w:style w:type="paragraph" w:styleId="Titre3">
    <w:name w:val="heading 3"/>
    <w:basedOn w:val="Normal"/>
    <w:next w:val="Normal"/>
    <w:link w:val="Titre3Car"/>
    <w:uiPriority w:val="9"/>
    <w:qFormat/>
    <w:rsid w:val="00191795"/>
    <w:pPr>
      <w:numPr>
        <w:ilvl w:val="2"/>
        <w:numId w:val="17"/>
      </w:numPr>
      <w:outlineLvl w:val="2"/>
    </w:pPr>
    <w:rPr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191795"/>
    <w:pPr>
      <w:numPr>
        <w:ilvl w:val="3"/>
        <w:numId w:val="17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qFormat/>
    <w:rsid w:val="00FA1E79"/>
    <w:pPr>
      <w:keepNext/>
      <w:keepLines/>
      <w:numPr>
        <w:ilvl w:val="4"/>
        <w:numId w:val="17"/>
      </w:numPr>
      <w:spacing w:before="200"/>
      <w:outlineLvl w:val="4"/>
    </w:pPr>
    <w:rPr>
      <w:rFonts w:ascii="Marianne" w:eastAsia="SimSun" w:hAnsi="Marianne"/>
      <w:color w:val="002B20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qFormat/>
    <w:rsid w:val="00FA1E79"/>
    <w:pPr>
      <w:keepNext/>
      <w:keepLines/>
      <w:numPr>
        <w:ilvl w:val="5"/>
        <w:numId w:val="17"/>
      </w:numPr>
      <w:spacing w:before="200"/>
      <w:outlineLvl w:val="5"/>
    </w:pPr>
    <w:rPr>
      <w:rFonts w:ascii="Marianne" w:eastAsia="SimSun" w:hAnsi="Marianne"/>
      <w:i/>
      <w:iCs/>
      <w:color w:val="002B20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qFormat/>
    <w:rsid w:val="00FA1E79"/>
    <w:pPr>
      <w:keepNext/>
      <w:keepLines/>
      <w:numPr>
        <w:ilvl w:val="6"/>
        <w:numId w:val="17"/>
      </w:numPr>
      <w:spacing w:before="200"/>
      <w:outlineLvl w:val="6"/>
    </w:pPr>
    <w:rPr>
      <w:rFonts w:ascii="Marianne" w:eastAsia="SimSun" w:hAnsi="Marianne"/>
      <w:i/>
      <w:iCs/>
      <w:color w:val="404040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qFormat/>
    <w:rsid w:val="00FA1E79"/>
    <w:pPr>
      <w:keepNext/>
      <w:keepLines/>
      <w:numPr>
        <w:ilvl w:val="7"/>
        <w:numId w:val="17"/>
      </w:numPr>
      <w:spacing w:before="200"/>
      <w:outlineLvl w:val="7"/>
    </w:pPr>
    <w:rPr>
      <w:rFonts w:ascii="Marianne" w:eastAsia="SimSun" w:hAnsi="Marianne"/>
      <w:color w:val="404040"/>
    </w:rPr>
  </w:style>
  <w:style w:type="paragraph" w:styleId="Titre9">
    <w:name w:val="heading 9"/>
    <w:basedOn w:val="Normal"/>
    <w:next w:val="Normal"/>
    <w:link w:val="Titre9Car"/>
    <w:uiPriority w:val="9"/>
    <w:qFormat/>
    <w:rsid w:val="00FA1E79"/>
    <w:pPr>
      <w:keepNext/>
      <w:keepLines/>
      <w:numPr>
        <w:ilvl w:val="8"/>
        <w:numId w:val="17"/>
      </w:numPr>
      <w:spacing w:before="200"/>
      <w:outlineLvl w:val="8"/>
    </w:pPr>
    <w:rPr>
      <w:rFonts w:ascii="Marianne" w:eastAsia="SimSun" w:hAnsi="Marianne"/>
      <w:i/>
      <w:iCs/>
      <w:color w:val="4040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6C311C"/>
    <w:pPr>
      <w:spacing w:line="260" w:lineRule="exact"/>
      <w:ind w:left="567" w:right="567"/>
      <w:jc w:val="right"/>
    </w:pPr>
    <w:rPr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6C311C"/>
  </w:style>
  <w:style w:type="paragraph" w:styleId="Pieddepage">
    <w:name w:val="footer"/>
    <w:link w:val="PieddepageCar"/>
    <w:unhideWhenUsed/>
    <w:rsid w:val="003C7C34"/>
    <w:pPr>
      <w:spacing w:line="240" w:lineRule="exact"/>
    </w:pPr>
    <w:rPr>
      <w:lang w:eastAsia="en-US"/>
    </w:rPr>
  </w:style>
  <w:style w:type="character" w:customStyle="1" w:styleId="PieddepageCar">
    <w:name w:val="Pied de page Car"/>
    <w:link w:val="Pieddepage"/>
    <w:rsid w:val="003C7C34"/>
    <w:rPr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Listecouleur-Accent11">
    <w:name w:val="Liste couleur - Accent 11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link w:val="Titre1"/>
    <w:uiPriority w:val="9"/>
    <w:rsid w:val="003D20D8"/>
    <w:rPr>
      <w:rFonts w:ascii="Arial" w:eastAsia="SimSun" w:hAnsi="Arial"/>
      <w:b/>
      <w:spacing w:val="-10"/>
      <w:kern w:val="28"/>
      <w:sz w:val="26"/>
      <w:szCs w:val="26"/>
    </w:rPr>
  </w:style>
  <w:style w:type="character" w:customStyle="1" w:styleId="Titre2Car">
    <w:name w:val="Titre 2 Car"/>
    <w:link w:val="Titre2"/>
    <w:uiPriority w:val="9"/>
    <w:rsid w:val="003D20D8"/>
    <w:rPr>
      <w:rFonts w:ascii="Arial" w:eastAsia="SimSun" w:hAnsi="Arial"/>
      <w:b/>
      <w:spacing w:val="-10"/>
      <w:kern w:val="28"/>
      <w:sz w:val="24"/>
      <w:szCs w:val="56"/>
    </w:rPr>
  </w:style>
  <w:style w:type="character" w:customStyle="1" w:styleId="Titre3Car">
    <w:name w:val="Titre 3 Car"/>
    <w:link w:val="Titre3"/>
    <w:uiPriority w:val="9"/>
    <w:rsid w:val="00191795"/>
    <w:rPr>
      <w:rFonts w:ascii="Arial" w:hAnsi="Arial"/>
      <w:sz w:val="22"/>
      <w:szCs w:val="22"/>
    </w:rPr>
  </w:style>
  <w:style w:type="character" w:customStyle="1" w:styleId="Titre4Car">
    <w:name w:val="Titre 4 Car"/>
    <w:link w:val="Titre4"/>
    <w:uiPriority w:val="9"/>
    <w:rsid w:val="00191795"/>
    <w:rPr>
      <w:rFonts w:ascii="Arial" w:hAnsi="Arial"/>
    </w:rPr>
  </w:style>
  <w:style w:type="character" w:customStyle="1" w:styleId="Titre5Car">
    <w:name w:val="Titre 5 Car"/>
    <w:link w:val="Titre5"/>
    <w:uiPriority w:val="9"/>
    <w:rsid w:val="00FA1E79"/>
    <w:rPr>
      <w:rFonts w:eastAsia="SimSun"/>
      <w:color w:val="002B20"/>
      <w:sz w:val="18"/>
      <w:szCs w:val="18"/>
    </w:rPr>
  </w:style>
  <w:style w:type="character" w:customStyle="1" w:styleId="Titre6Car">
    <w:name w:val="Titre 6 Car"/>
    <w:link w:val="Titre6"/>
    <w:uiPriority w:val="9"/>
    <w:rsid w:val="00FA1E79"/>
    <w:rPr>
      <w:rFonts w:eastAsia="SimSun"/>
      <w:i/>
      <w:iCs/>
      <w:color w:val="002B20"/>
      <w:sz w:val="18"/>
      <w:szCs w:val="18"/>
    </w:rPr>
  </w:style>
  <w:style w:type="character" w:customStyle="1" w:styleId="Titre7Car">
    <w:name w:val="Titre 7 Car"/>
    <w:link w:val="Titre7"/>
    <w:uiPriority w:val="9"/>
    <w:rsid w:val="00FA1E79"/>
    <w:rPr>
      <w:rFonts w:eastAsia="SimSun"/>
      <w:i/>
      <w:iCs/>
      <w:color w:val="404040"/>
      <w:sz w:val="18"/>
      <w:szCs w:val="18"/>
    </w:rPr>
  </w:style>
  <w:style w:type="character" w:customStyle="1" w:styleId="Titre8Car">
    <w:name w:val="Titre 8 Car"/>
    <w:link w:val="Titre8"/>
    <w:uiPriority w:val="9"/>
    <w:rsid w:val="00FA1E79"/>
    <w:rPr>
      <w:rFonts w:eastAsia="SimSun"/>
      <w:color w:val="404040"/>
    </w:rPr>
  </w:style>
  <w:style w:type="character" w:customStyle="1" w:styleId="Titre9Car">
    <w:name w:val="Titre 9 Car"/>
    <w:link w:val="Titre9"/>
    <w:uiPriority w:val="9"/>
    <w:rsid w:val="00FA1E79"/>
    <w:rPr>
      <w:rFonts w:eastAsia="SimSun"/>
      <w:i/>
      <w:iCs/>
      <w:color w:val="404040"/>
    </w:rPr>
  </w:style>
  <w:style w:type="paragraph" w:customStyle="1" w:styleId="Textepuce1">
    <w:name w:val="Texte puce 1"/>
    <w:basedOn w:val="Listecouleur-Accent11"/>
    <w:rsid w:val="00406180"/>
    <w:pPr>
      <w:numPr>
        <w:numId w:val="11"/>
      </w:numPr>
      <w:ind w:left="709" w:right="567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1F5545"/>
    <w:pPr>
      <w:ind w:left="567" w:right="567"/>
    </w:pPr>
  </w:style>
  <w:style w:type="paragraph" w:customStyle="1" w:styleId="Objetnote">
    <w:name w:val="Objet note"/>
    <w:basedOn w:val="Normal"/>
    <w:qFormat/>
    <w:rsid w:val="00D13A4E"/>
    <w:pPr>
      <w:jc w:val="center"/>
    </w:pPr>
    <w:rPr>
      <w:caps/>
    </w:rPr>
  </w:style>
  <w:style w:type="paragraph" w:customStyle="1" w:styleId="Sujetdelanote">
    <w:name w:val="Sujet de la note"/>
    <w:basedOn w:val="Normal"/>
    <w:qFormat/>
    <w:rsid w:val="007F438C"/>
    <w:pPr>
      <w:spacing w:line="288" w:lineRule="atLeast"/>
    </w:pPr>
    <w:rPr>
      <w:b/>
      <w:sz w:val="24"/>
    </w:rPr>
  </w:style>
  <w:style w:type="paragraph" w:customStyle="1" w:styleId="Texte-Postefonction">
    <w:name w:val="Texte - Poste/fonction"/>
    <w:basedOn w:val="Normal"/>
    <w:qFormat/>
    <w:rsid w:val="0004192F"/>
  </w:style>
  <w:style w:type="paragraph" w:customStyle="1" w:styleId="Texte-Adresseligne1">
    <w:name w:val="Texte - Adresse ligne 1"/>
    <w:basedOn w:val="Date"/>
    <w:qFormat/>
    <w:rsid w:val="003F14FD"/>
    <w:pPr>
      <w:framePr w:w="9979" w:h="936" w:wrap="notBeside" w:vAnchor="page" w:hAnchor="page" w:xAlign="center" w:yAlign="bottom" w:anchorLock="1"/>
    </w:pPr>
  </w:style>
  <w:style w:type="paragraph" w:customStyle="1" w:styleId="Texte-Adresseligne2">
    <w:name w:val="Texte - Adresse ligne 2"/>
    <w:basedOn w:val="Texte-Adresseligne1"/>
    <w:qFormat/>
    <w:rsid w:val="00902A12"/>
    <w:pPr>
      <w:framePr w:wrap="notBeside"/>
      <w:spacing w:line="260" w:lineRule="atLeast"/>
    </w:pPr>
    <w:rPr>
      <w:sz w:val="20"/>
    </w:rPr>
  </w:style>
  <w:style w:type="paragraph" w:customStyle="1" w:styleId="Texte-Tl">
    <w:name w:val="Texte - Tél.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Ml">
    <w:name w:val="Texte - Mél.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</w:rPr>
  </w:style>
  <w:style w:type="paragraph" w:customStyle="1" w:styleId="Texte-Pieddepage">
    <w:name w:val="Texte - Pied de page"/>
    <w:basedOn w:val="Normal"/>
    <w:qFormat/>
    <w:rsid w:val="003F14FD"/>
    <w:pPr>
      <w:framePr w:w="9979" w:h="964" w:wrap="notBeside" w:vAnchor="page" w:hAnchor="page" w:xAlign="center" w:yAlign="bottom" w:anchorLock="1"/>
      <w:spacing w:line="192" w:lineRule="atLeast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1A5DDF"/>
    <w:pPr>
      <w:framePr w:w="9979" w:h="964" w:wrap="notBeside" w:vAnchor="page" w:hAnchor="page" w:xAlign="center" w:yAlign="bottom" w:anchorLock="1"/>
      <w:spacing w:line="192" w:lineRule="atLeast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217EF0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0F2DBD"/>
    <w:pPr>
      <w:framePr w:w="9979" w:h="936" w:wrap="notBeside" w:vAnchor="page" w:hAnchor="page" w:xAlign="center" w:yAlign="bottom" w:anchorLock="1"/>
      <w:spacing w:line="270" w:lineRule="atLeast"/>
    </w:pPr>
    <w:rPr>
      <w:b/>
      <w:sz w:val="23"/>
    </w:rPr>
  </w:style>
  <w:style w:type="paragraph" w:styleId="NormalWeb">
    <w:name w:val="Normal (Web)"/>
    <w:basedOn w:val="Normal"/>
    <w:uiPriority w:val="99"/>
    <w:semiHidden/>
    <w:unhideWhenUsed/>
    <w:rsid w:val="007F438C"/>
    <w:pPr>
      <w:shd w:val="clear" w:color="auto" w:fill="FFFFFF"/>
      <w:spacing w:before="100" w:beforeAutospacing="1" w:line="240" w:lineRule="auto"/>
      <w:jc w:val="center"/>
    </w:pPr>
    <w:rPr>
      <w:rFonts w:ascii="Times New Roman" w:eastAsia="Times New Roman" w:hAnsi="Times New Roman"/>
      <w:caps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406180"/>
    <w:pPr>
      <w:spacing w:before="240" w:line="240" w:lineRule="auto"/>
      <w:ind w:left="567" w:right="567"/>
      <w:contextualSpacing/>
    </w:pPr>
    <w:rPr>
      <w:rFonts w:eastAsia="SimSun"/>
      <w:i/>
      <w:spacing w:val="-10"/>
      <w:kern w:val="28"/>
      <w:sz w:val="24"/>
      <w:szCs w:val="56"/>
    </w:rPr>
  </w:style>
  <w:style w:type="character" w:customStyle="1" w:styleId="TitreCar">
    <w:name w:val="Titre Car"/>
    <w:link w:val="Titre"/>
    <w:uiPriority w:val="10"/>
    <w:rsid w:val="00406180"/>
    <w:rPr>
      <w:rFonts w:ascii="Arial" w:eastAsia="SimSun" w:hAnsi="Arial" w:cs="Times New Roman"/>
      <w:i/>
      <w:spacing w:val="-10"/>
      <w:kern w:val="28"/>
      <w:sz w:val="24"/>
      <w:szCs w:val="56"/>
    </w:rPr>
  </w:style>
  <w:style w:type="paragraph" w:customStyle="1" w:styleId="Texteliste">
    <w:name w:val="Texte liste"/>
    <w:basedOn w:val="Textepuce1"/>
    <w:qFormat/>
    <w:rsid w:val="00902A12"/>
    <w:pPr>
      <w:numPr>
        <w:numId w:val="15"/>
      </w:numPr>
      <w:ind w:left="714" w:hanging="357"/>
    </w:pPr>
  </w:style>
  <w:style w:type="paragraph" w:customStyle="1" w:styleId="m-BlocReference">
    <w:name w:val="m-BlocReference"/>
    <w:basedOn w:val="Normal"/>
    <w:rsid w:val="008211BB"/>
    <w:pPr>
      <w:suppressAutoHyphens/>
      <w:autoSpaceDN w:val="0"/>
      <w:spacing w:line="240" w:lineRule="auto"/>
    </w:pPr>
    <w:rPr>
      <w:rFonts w:eastAsia="Arial Unicode MS" w:cs="Arial"/>
      <w:kern w:val="3"/>
      <w:szCs w:val="24"/>
      <w:lang w:eastAsia="zh-CN"/>
    </w:rPr>
  </w:style>
  <w:style w:type="paragraph" w:customStyle="1" w:styleId="Boulette1">
    <w:name w:val="Boulette 1"/>
    <w:basedOn w:val="Normal"/>
    <w:link w:val="Boulette1Car"/>
    <w:qFormat/>
    <w:rsid w:val="00FF1B52"/>
    <w:pPr>
      <w:numPr>
        <w:numId w:val="18"/>
      </w:numPr>
      <w:ind w:left="360"/>
    </w:pPr>
  </w:style>
  <w:style w:type="paragraph" w:customStyle="1" w:styleId="Boulette2">
    <w:name w:val="Boulette 2"/>
    <w:basedOn w:val="Normal"/>
    <w:link w:val="Boulette2Car"/>
    <w:qFormat/>
    <w:rsid w:val="00FF1B52"/>
    <w:pPr>
      <w:numPr>
        <w:numId w:val="19"/>
      </w:numPr>
    </w:pPr>
  </w:style>
  <w:style w:type="character" w:customStyle="1" w:styleId="Boulette1Car">
    <w:name w:val="Boulette 1 Car"/>
    <w:link w:val="Boulette1"/>
    <w:rsid w:val="00FF1B52"/>
    <w:rPr>
      <w:rFonts w:ascii="Arial" w:hAnsi="Arial"/>
    </w:rPr>
  </w:style>
  <w:style w:type="paragraph" w:customStyle="1" w:styleId="Boulette3">
    <w:name w:val="Boulette 3"/>
    <w:basedOn w:val="Normal"/>
    <w:link w:val="Boulette3Car"/>
    <w:qFormat/>
    <w:rsid w:val="00FF1B52"/>
    <w:pPr>
      <w:numPr>
        <w:numId w:val="20"/>
      </w:numPr>
      <w:ind w:left="1080"/>
    </w:pPr>
  </w:style>
  <w:style w:type="character" w:customStyle="1" w:styleId="Boulette2Car">
    <w:name w:val="Boulette 2 Car"/>
    <w:link w:val="Boulette2"/>
    <w:rsid w:val="00FF1B52"/>
    <w:rPr>
      <w:rFonts w:ascii="Arial" w:hAnsi="Arial"/>
    </w:rPr>
  </w:style>
  <w:style w:type="paragraph" w:customStyle="1" w:styleId="Signaturenote">
    <w:name w:val="Signature note"/>
    <w:basedOn w:val="En-tte"/>
    <w:link w:val="SignaturenoteCar"/>
    <w:qFormat/>
    <w:rsid w:val="00FF1B52"/>
  </w:style>
  <w:style w:type="character" w:customStyle="1" w:styleId="Boulette3Car">
    <w:name w:val="Boulette 3 Car"/>
    <w:link w:val="Boulette3"/>
    <w:rsid w:val="00FF1B52"/>
    <w:rPr>
      <w:rFonts w:ascii="Arial" w:hAnsi="Arial"/>
    </w:rPr>
  </w:style>
  <w:style w:type="paragraph" w:styleId="TM1">
    <w:name w:val="toc 1"/>
    <w:basedOn w:val="Normal"/>
    <w:next w:val="Normal"/>
    <w:autoRedefine/>
    <w:uiPriority w:val="39"/>
    <w:rsid w:val="00F31E95"/>
    <w:pPr>
      <w:suppressAutoHyphens/>
      <w:spacing w:before="240" w:after="240" w:line="240" w:lineRule="auto"/>
    </w:pPr>
    <w:rPr>
      <w:rFonts w:eastAsia="Times New Roman" w:cs="Arial"/>
      <w:b/>
      <w:bCs/>
      <w:caps/>
      <w:sz w:val="22"/>
      <w:lang w:eastAsia="zh-CN"/>
    </w:rPr>
  </w:style>
  <w:style w:type="character" w:customStyle="1" w:styleId="SignaturenoteCar">
    <w:name w:val="Signature note Car"/>
    <w:link w:val="Signaturenote"/>
    <w:rsid w:val="00FF1B52"/>
    <w:rPr>
      <w:lang w:eastAsia="en-US"/>
    </w:rPr>
  </w:style>
  <w:style w:type="paragraph" w:styleId="TM2">
    <w:name w:val="toc 2"/>
    <w:basedOn w:val="Normal"/>
    <w:next w:val="Normal"/>
    <w:autoRedefine/>
    <w:uiPriority w:val="39"/>
    <w:rsid w:val="00F31E95"/>
    <w:pPr>
      <w:suppressAutoHyphens/>
      <w:spacing w:line="240" w:lineRule="auto"/>
      <w:ind w:left="221"/>
      <w:jc w:val="left"/>
    </w:pPr>
    <w:rPr>
      <w:rFonts w:eastAsia="Times New Roman" w:cs="Arial"/>
      <w:smallCaps/>
      <w:sz w:val="22"/>
      <w:lang w:eastAsia="zh-CN"/>
    </w:rPr>
  </w:style>
  <w:style w:type="paragraph" w:styleId="TM3">
    <w:name w:val="toc 3"/>
    <w:basedOn w:val="Normal"/>
    <w:next w:val="Normal"/>
    <w:autoRedefine/>
    <w:uiPriority w:val="39"/>
    <w:rsid w:val="00F31E95"/>
    <w:pPr>
      <w:suppressAutoHyphens/>
      <w:spacing w:before="0" w:after="0" w:line="240" w:lineRule="auto"/>
      <w:ind w:left="440"/>
      <w:jc w:val="left"/>
    </w:pPr>
    <w:rPr>
      <w:rFonts w:eastAsia="Times New Roman" w:cs="Arial"/>
      <w:i/>
      <w:iCs/>
      <w:sz w:val="22"/>
      <w:lang w:eastAsia="zh-CN"/>
    </w:rPr>
  </w:style>
  <w:style w:type="paragraph" w:customStyle="1" w:styleId="En-Ttecartouche">
    <w:name w:val="En-Tête cartouche"/>
    <w:qFormat/>
    <w:rsid w:val="008C0B8C"/>
    <w:rPr>
      <w:rFonts w:ascii="Arial" w:eastAsia="Calibri" w:hAnsi="Arial" w:cs="Times New Roman (Corps CS)"/>
      <w:color w:val="365F91"/>
      <w:sz w:val="18"/>
      <w:szCs w:val="18"/>
      <w:lang w:eastAsia="en-US"/>
    </w:rPr>
  </w:style>
  <w:style w:type="paragraph" w:styleId="Corpsdetexte">
    <w:name w:val="Body Text"/>
    <w:basedOn w:val="Normal"/>
    <w:link w:val="CorpsdetexteCar"/>
    <w:uiPriority w:val="1"/>
    <w:qFormat/>
    <w:rsid w:val="003D20D8"/>
    <w:pPr>
      <w:widowControl w:val="0"/>
      <w:autoSpaceDE w:val="0"/>
      <w:autoSpaceDN w:val="0"/>
      <w:spacing w:before="0" w:after="0" w:line="240" w:lineRule="auto"/>
      <w:jc w:val="left"/>
    </w:pPr>
    <w:rPr>
      <w:rFonts w:eastAsia="Arial" w:cs="Arial"/>
      <w:lang w:eastAsia="en-US"/>
    </w:rPr>
  </w:style>
  <w:style w:type="character" w:customStyle="1" w:styleId="CorpsdetexteCar">
    <w:name w:val="Corps de texte Car"/>
    <w:link w:val="Corpsdetexte"/>
    <w:uiPriority w:val="1"/>
    <w:rsid w:val="003D20D8"/>
    <w:rPr>
      <w:rFonts w:ascii="Arial" w:eastAsia="Arial" w:hAnsi="Arial" w:cs="Arial"/>
      <w:lang w:eastAsia="en-US"/>
    </w:rPr>
  </w:style>
  <w:style w:type="paragraph" w:customStyle="1" w:styleId="Sous-titre2">
    <w:name w:val="Sous-titre 2"/>
    <w:basedOn w:val="Normal"/>
    <w:next w:val="Corpsdetexte"/>
    <w:link w:val="Sous-titre2Car"/>
    <w:qFormat/>
    <w:rsid w:val="003D20D8"/>
    <w:pPr>
      <w:widowControl w:val="0"/>
      <w:autoSpaceDE w:val="0"/>
      <w:autoSpaceDN w:val="0"/>
      <w:spacing w:before="0" w:after="0" w:line="240" w:lineRule="auto"/>
      <w:jc w:val="center"/>
    </w:pPr>
    <w:rPr>
      <w:rFonts w:eastAsia="Arial" w:cs="Arial"/>
      <w:sz w:val="16"/>
      <w:szCs w:val="16"/>
      <w:lang w:eastAsia="en-US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rsid w:val="003D20D8"/>
    <w:pPr>
      <w:spacing w:before="1"/>
    </w:pPr>
    <w:rPr>
      <w:b/>
      <w:bCs/>
    </w:rPr>
  </w:style>
  <w:style w:type="character" w:customStyle="1" w:styleId="Sous-titre2Car">
    <w:name w:val="Sous-titre 2 Car"/>
    <w:link w:val="Sous-titre2"/>
    <w:rsid w:val="003D20D8"/>
    <w:rPr>
      <w:rFonts w:ascii="Arial" w:eastAsia="Arial" w:hAnsi="Arial" w:cs="Arial"/>
      <w:sz w:val="16"/>
      <w:szCs w:val="16"/>
      <w:lang w:eastAsia="en-US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rsid w:val="003D20D8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link w:val="Titre1demapage"/>
    <w:rsid w:val="003D20D8"/>
    <w:rPr>
      <w:rFonts w:ascii="Arial" w:eastAsia="Arial" w:hAnsi="Arial" w:cs="Arial"/>
      <w:b/>
      <w:bCs/>
      <w:lang w:eastAsia="en-US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3D20D8"/>
    <w:rPr>
      <w:b w:val="0"/>
      <w:bCs w:val="0"/>
    </w:rPr>
  </w:style>
  <w:style w:type="character" w:customStyle="1" w:styleId="Titre2demapageCar">
    <w:name w:val="Titre 2 de ma page Car"/>
    <w:link w:val="Titre2demapage"/>
    <w:rsid w:val="003D20D8"/>
    <w:rPr>
      <w:rFonts w:ascii="Arial" w:eastAsia="Arial" w:hAnsi="Arial" w:cs="Arial"/>
      <w:b/>
      <w:bCs/>
      <w:sz w:val="16"/>
      <w:szCs w:val="16"/>
      <w:lang w:eastAsia="en-US"/>
    </w:rPr>
  </w:style>
  <w:style w:type="character" w:customStyle="1" w:styleId="Titre3demapageCar">
    <w:name w:val="Titre 3 de ma page Car"/>
    <w:link w:val="Titre3demapage"/>
    <w:rsid w:val="003D20D8"/>
    <w:rPr>
      <w:rFonts w:ascii="Arial" w:eastAsia="Arial" w:hAnsi="Arial" w:cs="Arial"/>
      <w:sz w:val="16"/>
      <w:szCs w:val="16"/>
      <w:lang w:eastAsia="en-US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D20D8"/>
    <w:pPr>
      <w:widowControl w:val="0"/>
      <w:tabs>
        <w:tab w:val="right" w:pos="9026"/>
      </w:tabs>
      <w:autoSpaceDE w:val="0"/>
      <w:autoSpaceDN w:val="0"/>
      <w:spacing w:line="240" w:lineRule="auto"/>
      <w:ind w:left="0" w:right="0"/>
    </w:pPr>
    <w:rPr>
      <w:rFonts w:ascii="Arial" w:eastAsia="Arial" w:hAnsi="Arial" w:cs="Arial"/>
      <w:b/>
      <w:bCs/>
      <w:sz w:val="24"/>
      <w:szCs w:val="24"/>
      <w:lang w:val="en-US"/>
    </w:rPr>
  </w:style>
  <w:style w:type="character" w:customStyle="1" w:styleId="IntituldirectionCar">
    <w:name w:val="Intitulé direction Car"/>
    <w:link w:val="Intituldirection"/>
    <w:rsid w:val="003D20D8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styleId="Lienhypertexte">
    <w:name w:val="Hyperlink"/>
    <w:uiPriority w:val="99"/>
    <w:rsid w:val="009816B7"/>
    <w:rPr>
      <w:color w:val="0000FF"/>
      <w:u w:val="single"/>
    </w:rPr>
  </w:style>
  <w:style w:type="character" w:styleId="Accentuation">
    <w:name w:val="Emphasis"/>
    <w:uiPriority w:val="20"/>
    <w:qFormat/>
    <w:rsid w:val="009816B7"/>
    <w:rPr>
      <w:rFonts w:ascii="Arial" w:hAnsi="Arial" w:cs="Arial"/>
      <w:b/>
      <w:bCs/>
      <w:sz w:val="22"/>
      <w:szCs w:val="22"/>
    </w:rPr>
  </w:style>
  <w:style w:type="paragraph" w:customStyle="1" w:styleId="Puce1">
    <w:name w:val="Puce 1"/>
    <w:basedOn w:val="Paragraphedeliste"/>
    <w:link w:val="Puce1Car"/>
    <w:qFormat/>
    <w:rsid w:val="009816B7"/>
    <w:pPr>
      <w:numPr>
        <w:numId w:val="21"/>
      </w:numPr>
      <w:spacing w:before="0" w:after="0" w:line="240" w:lineRule="auto"/>
      <w:contextualSpacing/>
    </w:pPr>
    <w:rPr>
      <w:rFonts w:eastAsia="Times New Roman" w:cs="Liberation Sans"/>
      <w:lang w:bidi="my-MM"/>
    </w:rPr>
  </w:style>
  <w:style w:type="character" w:customStyle="1" w:styleId="Puce1Car">
    <w:name w:val="Puce 1 Car"/>
    <w:link w:val="Puce1"/>
    <w:rsid w:val="009816B7"/>
    <w:rPr>
      <w:rFonts w:ascii="Arial" w:eastAsia="Times New Roman" w:hAnsi="Arial" w:cs="Liberation Sans"/>
      <w:lang w:bidi="my-MM"/>
    </w:rPr>
  </w:style>
  <w:style w:type="paragraph" w:customStyle="1" w:styleId="Lien">
    <w:name w:val="Lien"/>
    <w:basedOn w:val="Normal"/>
    <w:link w:val="LienCar"/>
    <w:qFormat/>
    <w:rsid w:val="009816B7"/>
    <w:pPr>
      <w:spacing w:line="240" w:lineRule="atLeast"/>
      <w:jc w:val="center"/>
    </w:pPr>
    <w:rPr>
      <w:lang w:eastAsia="ko-KR" w:bidi="my-MM"/>
    </w:rPr>
  </w:style>
  <w:style w:type="paragraph" w:customStyle="1" w:styleId="Puce2">
    <w:name w:val="Puce 2"/>
    <w:basedOn w:val="Paragraphedeliste"/>
    <w:qFormat/>
    <w:rsid w:val="009816B7"/>
    <w:pPr>
      <w:numPr>
        <w:ilvl w:val="1"/>
        <w:numId w:val="21"/>
      </w:numPr>
      <w:spacing w:before="0" w:after="0" w:line="240" w:lineRule="auto"/>
      <w:ind w:left="1434" w:hanging="357"/>
      <w:contextualSpacing/>
    </w:pPr>
    <w:rPr>
      <w:rFonts w:ascii="Liberation Sans" w:eastAsia="Times New Roman" w:hAnsi="Liberation Sans" w:cs="Liberation Sans"/>
      <w:lang w:bidi="my-MM"/>
    </w:rPr>
  </w:style>
  <w:style w:type="character" w:customStyle="1" w:styleId="LienCar">
    <w:name w:val="Lien Car"/>
    <w:link w:val="Lien"/>
    <w:rsid w:val="009816B7"/>
    <w:rPr>
      <w:rFonts w:ascii="Arial" w:hAnsi="Arial"/>
      <w:lang w:eastAsia="ko-KR" w:bidi="my-MM"/>
    </w:rPr>
  </w:style>
  <w:style w:type="paragraph" w:styleId="Paragraphedeliste">
    <w:name w:val="List Paragraph"/>
    <w:basedOn w:val="Normal"/>
    <w:uiPriority w:val="72"/>
    <w:qFormat/>
    <w:rsid w:val="009816B7"/>
    <w:pPr>
      <w:ind w:left="708"/>
    </w:pPr>
  </w:style>
  <w:style w:type="paragraph" w:customStyle="1" w:styleId="m-CopieA2">
    <w:name w:val="m-CopieA2"/>
    <w:basedOn w:val="Normal"/>
    <w:rsid w:val="004A0662"/>
    <w:pPr>
      <w:suppressAutoHyphens/>
      <w:spacing w:before="0" w:after="0" w:line="260" w:lineRule="exact"/>
      <w:ind w:left="820"/>
      <w:jc w:val="left"/>
    </w:pPr>
    <w:rPr>
      <w:rFonts w:ascii="Liberation Sans" w:eastAsia="Times New Roman" w:hAnsi="Liberation Sans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7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ine-moenau.simon\Downloads\PP_2%20-%20mod&#232;le%20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B9FA4-D701-440A-890F-09EB831E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PP_2 - modèle (1).dotx</Template>
  <TotalTime>23</TotalTime>
  <Pages>14</Pages>
  <Words>2675</Words>
  <Characters>14714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GOUVERNEMENT</vt:lpstr>
    </vt:vector>
  </TitlesOfParts>
  <Manager>GOUVERNEMENT</Manager>
  <Company>GOUVERNEMENT</Company>
  <LinksUpToDate>false</LinksUpToDate>
  <CharactersWithSpaces>17355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GOUVERNEMENT</dc:title>
  <dc:subject>GOUVERNEMENT</dc:subject>
  <dc:creator>Karine-Moenau SIMON</dc:creator>
  <cp:lastModifiedBy>Mogan Le-Gac</cp:lastModifiedBy>
  <cp:revision>5</cp:revision>
  <cp:lastPrinted>2020-11-10T21:47:00Z</cp:lastPrinted>
  <dcterms:created xsi:type="dcterms:W3CDTF">2023-08-07T22:47:00Z</dcterms:created>
  <dcterms:modified xsi:type="dcterms:W3CDTF">2025-06-23T20:46:00Z</dcterms:modified>
</cp:coreProperties>
</file>